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9E234" w14:textId="77777777" w:rsidR="007B1BE6" w:rsidRPr="00692C6C" w:rsidRDefault="007B1BE6" w:rsidP="007B1BE6">
      <w:pPr>
        <w:spacing w:after="0"/>
        <w:jc w:val="center"/>
        <w:rPr>
          <w:rFonts w:ascii="Arial" w:hAnsi="Arial" w:cs="Arial"/>
          <w:b/>
          <w:sz w:val="56"/>
          <w:szCs w:val="56"/>
        </w:rPr>
      </w:pPr>
    </w:p>
    <w:p w14:paraId="0327E193" w14:textId="77777777" w:rsidR="007B1BE6" w:rsidRPr="00692C6C" w:rsidRDefault="007B1BE6" w:rsidP="007C0333">
      <w:pPr>
        <w:pStyle w:val="Nadpis4"/>
      </w:pPr>
      <w:r w:rsidRPr="00692C6C">
        <w:t>ZPRÁVA</w:t>
      </w:r>
    </w:p>
    <w:p w14:paraId="2C058178" w14:textId="77777777" w:rsidR="007B1BE6" w:rsidRPr="00692C6C" w:rsidRDefault="007B1BE6" w:rsidP="007B1BE6">
      <w:pPr>
        <w:spacing w:after="0"/>
        <w:jc w:val="center"/>
        <w:rPr>
          <w:rFonts w:cs="Calibri"/>
          <w:b/>
          <w:sz w:val="24"/>
          <w:szCs w:val="24"/>
        </w:rPr>
      </w:pPr>
    </w:p>
    <w:p w14:paraId="6A44B3DB" w14:textId="77777777" w:rsidR="007B1BE6" w:rsidRPr="00692C6C" w:rsidRDefault="007B1BE6" w:rsidP="007B1BE6">
      <w:pPr>
        <w:spacing w:after="0"/>
        <w:rPr>
          <w:rFonts w:cs="Calibri"/>
          <w:b/>
          <w:sz w:val="24"/>
          <w:szCs w:val="24"/>
        </w:rPr>
      </w:pPr>
    </w:p>
    <w:p w14:paraId="68B4D28A" w14:textId="77777777" w:rsidR="007B1BE6" w:rsidRPr="00692C6C" w:rsidRDefault="007B1BE6" w:rsidP="007C0333">
      <w:pPr>
        <w:pStyle w:val="Nadpis4"/>
      </w:pPr>
      <w:r w:rsidRPr="00692C6C">
        <w:t>Popis a specifikace prací</w:t>
      </w:r>
    </w:p>
    <w:p w14:paraId="7BFDED3E" w14:textId="77777777" w:rsidR="007B1BE6" w:rsidRPr="00692C6C" w:rsidRDefault="007B1BE6" w:rsidP="007B1BE6">
      <w:pPr>
        <w:spacing w:after="0"/>
        <w:jc w:val="center"/>
        <w:rPr>
          <w:rFonts w:cs="Arial"/>
          <w:b/>
          <w:sz w:val="48"/>
          <w:szCs w:val="48"/>
          <w:u w:val="single"/>
        </w:rPr>
      </w:pPr>
    </w:p>
    <w:p w14:paraId="5783600E" w14:textId="77777777" w:rsidR="007C0333" w:rsidRPr="00093AD6" w:rsidRDefault="007C0333" w:rsidP="007B1BE6">
      <w:pPr>
        <w:spacing w:after="0"/>
        <w:jc w:val="center"/>
        <w:rPr>
          <w:rFonts w:cs="Arial"/>
          <w:b/>
          <w:sz w:val="48"/>
          <w:szCs w:val="48"/>
          <w:u w:val="single"/>
        </w:rPr>
      </w:pPr>
    </w:p>
    <w:p w14:paraId="56E6F814" w14:textId="2BFD5B74" w:rsidR="007B1BE6" w:rsidRPr="00093AD6" w:rsidRDefault="008B768D" w:rsidP="007B1BE6">
      <w:pPr>
        <w:spacing w:after="0"/>
        <w:jc w:val="center"/>
        <w:rPr>
          <w:rFonts w:cs="Arial"/>
          <w:b/>
          <w:sz w:val="32"/>
          <w:szCs w:val="32"/>
          <w:u w:val="single"/>
        </w:rPr>
      </w:pPr>
      <w:r w:rsidRPr="00093AD6">
        <w:rPr>
          <w:rFonts w:asciiTheme="majorHAnsi" w:eastAsiaTheme="majorEastAsia" w:hAnsiTheme="majorHAnsi" w:cstheme="majorBidi"/>
          <w:b/>
          <w:sz w:val="44"/>
        </w:rPr>
        <w:t>Výměna pražců v úseku</w:t>
      </w:r>
      <w:r w:rsidR="00E55400" w:rsidRPr="00093AD6">
        <w:rPr>
          <w:rFonts w:asciiTheme="majorHAnsi" w:eastAsiaTheme="majorEastAsia" w:hAnsiTheme="majorHAnsi" w:cstheme="majorBidi"/>
          <w:b/>
          <w:sz w:val="44"/>
        </w:rPr>
        <w:t xml:space="preserve"> </w:t>
      </w:r>
      <w:r w:rsidR="00FC0D60" w:rsidRPr="00093AD6">
        <w:rPr>
          <w:rFonts w:asciiTheme="majorHAnsi" w:eastAsiaTheme="majorEastAsia" w:hAnsiTheme="majorHAnsi" w:cstheme="majorBidi"/>
          <w:b/>
          <w:sz w:val="44"/>
        </w:rPr>
        <w:t>Pohled –</w:t>
      </w:r>
      <w:r w:rsidRPr="00093AD6">
        <w:rPr>
          <w:rFonts w:asciiTheme="majorHAnsi" w:eastAsiaTheme="majorEastAsia" w:hAnsiTheme="majorHAnsi" w:cstheme="majorBidi"/>
          <w:b/>
          <w:sz w:val="44"/>
        </w:rPr>
        <w:t xml:space="preserve"> </w:t>
      </w:r>
      <w:proofErr w:type="spellStart"/>
      <w:r w:rsidRPr="00093AD6">
        <w:rPr>
          <w:rFonts w:asciiTheme="majorHAnsi" w:eastAsiaTheme="majorEastAsia" w:hAnsiTheme="majorHAnsi" w:cstheme="majorBidi"/>
          <w:b/>
          <w:sz w:val="44"/>
        </w:rPr>
        <w:t>Havl</w:t>
      </w:r>
      <w:proofErr w:type="spellEnd"/>
      <w:r w:rsidRPr="00093AD6">
        <w:rPr>
          <w:rFonts w:asciiTheme="majorHAnsi" w:eastAsiaTheme="majorEastAsia" w:hAnsiTheme="majorHAnsi" w:cstheme="majorBidi"/>
          <w:b/>
          <w:sz w:val="44"/>
        </w:rPr>
        <w:t>.</w:t>
      </w:r>
      <w:r w:rsidR="00FC0D60" w:rsidRPr="00093AD6">
        <w:rPr>
          <w:rFonts w:asciiTheme="majorHAnsi" w:eastAsiaTheme="majorEastAsia" w:hAnsiTheme="majorHAnsi" w:cstheme="majorBidi"/>
          <w:b/>
          <w:sz w:val="44"/>
        </w:rPr>
        <w:t xml:space="preserve"> Brod</w:t>
      </w:r>
    </w:p>
    <w:p w14:paraId="75C7F6F2" w14:textId="77777777" w:rsidR="007B1BE6" w:rsidRPr="00692C6C" w:rsidRDefault="007B1BE6" w:rsidP="007B1BE6">
      <w:pPr>
        <w:spacing w:after="0"/>
        <w:jc w:val="center"/>
        <w:rPr>
          <w:rFonts w:cs="Arial"/>
          <w:b/>
          <w:sz w:val="32"/>
          <w:szCs w:val="32"/>
          <w:u w:val="single"/>
        </w:rPr>
      </w:pPr>
    </w:p>
    <w:p w14:paraId="1359A065" w14:textId="77777777" w:rsidR="007B1BE6" w:rsidRPr="00692C6C" w:rsidRDefault="007B1BE6" w:rsidP="007B1BE6">
      <w:pPr>
        <w:spacing w:after="0"/>
        <w:jc w:val="center"/>
        <w:rPr>
          <w:rFonts w:cs="Arial"/>
          <w:b/>
          <w:sz w:val="32"/>
          <w:szCs w:val="32"/>
          <w:u w:val="single"/>
        </w:rPr>
      </w:pPr>
    </w:p>
    <w:p w14:paraId="706B0D8B" w14:textId="77777777" w:rsidR="007B1BE6" w:rsidRPr="00692C6C" w:rsidRDefault="007B1BE6" w:rsidP="007C0333">
      <w:pPr>
        <w:pStyle w:val="Nadpis5"/>
      </w:pPr>
      <w:r w:rsidRPr="00692C6C">
        <w:t>Oblastní ředitelství Brno</w:t>
      </w:r>
    </w:p>
    <w:p w14:paraId="55F378F1" w14:textId="77777777" w:rsidR="007B1BE6" w:rsidRPr="00692C6C" w:rsidRDefault="007B1BE6" w:rsidP="007C0333">
      <w:pPr>
        <w:pStyle w:val="Nadpis5"/>
      </w:pPr>
      <w:r w:rsidRPr="00692C6C">
        <w:t xml:space="preserve">Správa tratí Jihlava </w:t>
      </w:r>
    </w:p>
    <w:p w14:paraId="7873A1AB" w14:textId="6FF148A0" w:rsidR="007B1BE6" w:rsidRPr="00692C6C" w:rsidRDefault="007B1BE6" w:rsidP="007C0333">
      <w:pPr>
        <w:pStyle w:val="Nadpis5"/>
      </w:pPr>
      <w:r w:rsidRPr="00692C6C">
        <w:t xml:space="preserve">Provozní středisko </w:t>
      </w:r>
      <w:r w:rsidR="00FC0D60">
        <w:t>Havlíčkův Brod 2</w:t>
      </w:r>
    </w:p>
    <w:p w14:paraId="070E2173" w14:textId="77777777" w:rsidR="007B1BE6" w:rsidRPr="00692C6C" w:rsidRDefault="007B1BE6" w:rsidP="007B1BE6">
      <w:pPr>
        <w:spacing w:after="0"/>
      </w:pPr>
    </w:p>
    <w:p w14:paraId="4425E3DC" w14:textId="77777777" w:rsidR="007B1BE6" w:rsidRPr="00692C6C" w:rsidRDefault="007B1BE6" w:rsidP="007B1BE6">
      <w:pPr>
        <w:spacing w:after="0"/>
      </w:pPr>
    </w:p>
    <w:p w14:paraId="7CA359C4" w14:textId="77777777" w:rsidR="007B1BE6" w:rsidRPr="00692C6C" w:rsidRDefault="007B1BE6" w:rsidP="007B1BE6">
      <w:pPr>
        <w:spacing w:after="0"/>
      </w:pPr>
    </w:p>
    <w:p w14:paraId="5F9CFD4E" w14:textId="4DF1EF8F" w:rsidR="00A80002" w:rsidRPr="00692C6C" w:rsidRDefault="00A80002" w:rsidP="007B1BE6">
      <w:pPr>
        <w:spacing w:after="0"/>
      </w:pPr>
      <w:r w:rsidRPr="00692C6C">
        <w:br w:type="page"/>
      </w:r>
    </w:p>
    <w:p w14:paraId="5779297F" w14:textId="47034564" w:rsidR="007B1BE6" w:rsidRPr="00692C6C" w:rsidRDefault="007B1BE6" w:rsidP="007B1BE6">
      <w:pPr>
        <w:spacing w:after="0"/>
      </w:pPr>
    </w:p>
    <w:p w14:paraId="5E39CDB8" w14:textId="77777777" w:rsidR="007B1BE6" w:rsidRPr="00692C6C" w:rsidRDefault="007B1BE6" w:rsidP="007B1BE6">
      <w:pPr>
        <w:spacing w:after="0"/>
      </w:pPr>
    </w:p>
    <w:p w14:paraId="6A95EADA" w14:textId="77777777" w:rsidR="007B1BE6" w:rsidRPr="00692C6C" w:rsidRDefault="007B1BE6" w:rsidP="007B1BE6">
      <w:pPr>
        <w:spacing w:after="0"/>
      </w:pPr>
    </w:p>
    <w:p w14:paraId="145F9353" w14:textId="77777777" w:rsidR="007B1BE6" w:rsidRPr="00692C6C" w:rsidRDefault="007B1BE6" w:rsidP="007B1BE6">
      <w:pPr>
        <w:jc w:val="center"/>
        <w:rPr>
          <w:b/>
          <w:sz w:val="32"/>
          <w:szCs w:val="32"/>
          <w:u w:val="single"/>
        </w:rPr>
      </w:pPr>
      <w:r w:rsidRPr="00692C6C">
        <w:rPr>
          <w:b/>
          <w:sz w:val="32"/>
          <w:szCs w:val="32"/>
          <w:u w:val="single"/>
        </w:rPr>
        <w:t>TECHNICKÁ ZPRÁVA</w:t>
      </w:r>
    </w:p>
    <w:p w14:paraId="31A3A0BC" w14:textId="77777777" w:rsidR="007B1BE6" w:rsidRPr="00692C6C" w:rsidRDefault="007B1BE6" w:rsidP="007B1BE6">
      <w:pPr>
        <w:rPr>
          <w:szCs w:val="24"/>
        </w:rPr>
      </w:pPr>
    </w:p>
    <w:p w14:paraId="6D5A0E02" w14:textId="77777777" w:rsidR="007B1BE6" w:rsidRPr="00FE6711" w:rsidRDefault="007B1BE6" w:rsidP="00FE6711">
      <w:pPr>
        <w:pStyle w:val="JC-Podnadpis"/>
        <w:rPr>
          <w:sz w:val="28"/>
        </w:rPr>
      </w:pPr>
      <w:r w:rsidRPr="00FE6711">
        <w:rPr>
          <w:sz w:val="28"/>
        </w:rPr>
        <w:t>IDENTIFIKAČNÍ ÚDAJE STAVBY</w:t>
      </w:r>
    </w:p>
    <w:p w14:paraId="32D84808" w14:textId="77777777" w:rsidR="001854CF" w:rsidRPr="00692C6C" w:rsidRDefault="001854CF" w:rsidP="001854CF"/>
    <w:p w14:paraId="539770FE" w14:textId="706F2BFD" w:rsidR="007B1BE6" w:rsidRPr="00093AD6" w:rsidRDefault="007B1BE6" w:rsidP="00093AD6">
      <w:pPr>
        <w:tabs>
          <w:tab w:val="left" w:pos="2410"/>
        </w:tabs>
        <w:ind w:left="2410" w:hanging="2410"/>
        <w:rPr>
          <w:b/>
          <w:color w:val="FF0000"/>
          <w:szCs w:val="24"/>
        </w:rPr>
      </w:pPr>
      <w:r w:rsidRPr="00692C6C">
        <w:rPr>
          <w:b/>
          <w:szCs w:val="24"/>
        </w:rPr>
        <w:t>Název stavby:</w:t>
      </w:r>
      <w:r w:rsidR="00B04912" w:rsidRPr="00692C6C">
        <w:rPr>
          <w:szCs w:val="24"/>
        </w:rPr>
        <w:tab/>
      </w:r>
      <w:r w:rsidR="00093AD6" w:rsidRPr="00093AD6">
        <w:rPr>
          <w:b/>
          <w:szCs w:val="24"/>
        </w:rPr>
        <w:t xml:space="preserve">Výměna pražců v úseku Pohled – </w:t>
      </w:r>
      <w:proofErr w:type="spellStart"/>
      <w:r w:rsidR="00093AD6" w:rsidRPr="00093AD6">
        <w:rPr>
          <w:b/>
          <w:szCs w:val="24"/>
        </w:rPr>
        <w:t>Havl</w:t>
      </w:r>
      <w:proofErr w:type="spellEnd"/>
      <w:r w:rsidR="00093AD6" w:rsidRPr="00093AD6">
        <w:rPr>
          <w:b/>
          <w:szCs w:val="24"/>
        </w:rPr>
        <w:t>. Brod</w:t>
      </w:r>
    </w:p>
    <w:p w14:paraId="73D6A174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Investor:</w:t>
      </w:r>
      <w:r w:rsidRPr="00692C6C">
        <w:rPr>
          <w:szCs w:val="24"/>
        </w:rPr>
        <w:tab/>
        <w:t>Správa železnic, státní organizace,</w:t>
      </w:r>
      <w:r w:rsidRPr="00692C6C">
        <w:rPr>
          <w:szCs w:val="24"/>
        </w:rPr>
        <w:br/>
        <w:t>Oblastní ředitelství Brno, Kounicova 26, 611 43 Brno</w:t>
      </w:r>
      <w:r w:rsidRPr="00692C6C">
        <w:rPr>
          <w:szCs w:val="24"/>
        </w:rPr>
        <w:br/>
        <w:t>IČ: 70994234, DIČ: CZ70994234</w:t>
      </w:r>
    </w:p>
    <w:p w14:paraId="0BFCCF89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7CB27FED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Objednatel:</w:t>
      </w:r>
      <w:r w:rsidRPr="00692C6C">
        <w:rPr>
          <w:szCs w:val="24"/>
        </w:rPr>
        <w:tab/>
      </w:r>
      <w:r w:rsidR="007D319A" w:rsidRPr="00692C6C">
        <w:rPr>
          <w:szCs w:val="24"/>
        </w:rPr>
        <w:t>Správa železnic, státní organizace,</w:t>
      </w:r>
      <w:r w:rsidR="007D319A" w:rsidRPr="00692C6C">
        <w:rPr>
          <w:szCs w:val="24"/>
        </w:rPr>
        <w:br/>
        <w:t>Oblastní ředitelství Brno, Kounicova 26, 611 43 Brno</w:t>
      </w:r>
      <w:r w:rsidR="007D319A" w:rsidRPr="00692C6C">
        <w:rPr>
          <w:szCs w:val="24"/>
        </w:rPr>
        <w:br/>
        <w:t>IČ: 70994234, DIČ: CZ70994234</w:t>
      </w:r>
    </w:p>
    <w:p w14:paraId="66E29A09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1E3C3DB0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Nadřízený orgán:</w:t>
      </w:r>
      <w:r w:rsidRPr="00692C6C">
        <w:rPr>
          <w:szCs w:val="24"/>
        </w:rPr>
        <w:tab/>
        <w:t>MINISTERSTVO DOPRAVY, nábřeží Ludvíka Svobody 1222/12,</w:t>
      </w:r>
      <w:r w:rsidRPr="00692C6C">
        <w:rPr>
          <w:szCs w:val="24"/>
        </w:rPr>
        <w:br/>
        <w:t>110 15 PRAHA 1</w:t>
      </w:r>
    </w:p>
    <w:p w14:paraId="08174A6E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008F0800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Oblastní ředitelství:</w:t>
      </w:r>
      <w:r w:rsidRPr="00692C6C">
        <w:rPr>
          <w:szCs w:val="24"/>
        </w:rPr>
        <w:tab/>
        <w:t>Brno</w:t>
      </w:r>
    </w:p>
    <w:p w14:paraId="0A3297A8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262D5E86" w14:textId="2A25C50F" w:rsidR="00624EBB" w:rsidRPr="00692C6C" w:rsidRDefault="007B1BE6" w:rsidP="00624EBB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Kraj:</w:t>
      </w:r>
      <w:r w:rsidRPr="00692C6C">
        <w:rPr>
          <w:szCs w:val="24"/>
        </w:rPr>
        <w:tab/>
        <w:t>Vysočina</w:t>
      </w:r>
    </w:p>
    <w:p w14:paraId="49B4D6C1" w14:textId="71FDD5DD" w:rsidR="007B1BE6" w:rsidRPr="00692C6C" w:rsidRDefault="005A37C4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Místo</w:t>
      </w:r>
      <w:r w:rsidR="007B1BE6" w:rsidRPr="00692C6C">
        <w:rPr>
          <w:b/>
          <w:szCs w:val="24"/>
        </w:rPr>
        <w:t>:</w:t>
      </w:r>
      <w:r w:rsidR="007B1BE6" w:rsidRPr="00692C6C">
        <w:rPr>
          <w:szCs w:val="24"/>
        </w:rPr>
        <w:tab/>
      </w:r>
      <w:r w:rsidR="00FC0D60">
        <w:rPr>
          <w:szCs w:val="24"/>
        </w:rPr>
        <w:t>Přibyslav – Havlíčkův Brod</w:t>
      </w:r>
    </w:p>
    <w:p w14:paraId="360F0AE7" w14:textId="7813A599" w:rsidR="00FE558A" w:rsidRPr="00692C6C" w:rsidRDefault="007B1BE6" w:rsidP="00E55400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b/>
          <w:szCs w:val="24"/>
        </w:rPr>
        <w:t>Místo stavby:</w:t>
      </w:r>
      <w:r w:rsidRPr="00692C6C">
        <w:rPr>
          <w:szCs w:val="24"/>
        </w:rPr>
        <w:tab/>
      </w:r>
      <w:r w:rsidR="00E55400" w:rsidRPr="00692C6C">
        <w:rPr>
          <w:szCs w:val="24"/>
        </w:rPr>
        <w:t xml:space="preserve">ŽST. </w:t>
      </w:r>
      <w:r w:rsidR="00FC0D60">
        <w:rPr>
          <w:szCs w:val="24"/>
        </w:rPr>
        <w:t>Přibyslav</w:t>
      </w:r>
      <w:r w:rsidR="00FC0D60" w:rsidRPr="00FC0D60">
        <w:rPr>
          <w:szCs w:val="24"/>
        </w:rPr>
        <w:t xml:space="preserve"> </w:t>
      </w:r>
      <w:r w:rsidR="00FC0D60">
        <w:rPr>
          <w:szCs w:val="24"/>
        </w:rPr>
        <w:t>TUDU</w:t>
      </w:r>
      <w:r w:rsidR="00FC0D60" w:rsidRPr="00692C6C">
        <w:rPr>
          <w:szCs w:val="24"/>
        </w:rPr>
        <w:t xml:space="preserve"> </w:t>
      </w:r>
      <w:r w:rsidR="00FC0D60" w:rsidRPr="00FC0D60">
        <w:rPr>
          <w:szCs w:val="24"/>
        </w:rPr>
        <w:t>2031M1</w:t>
      </w:r>
      <w:r w:rsidR="00FC0D60">
        <w:rPr>
          <w:szCs w:val="24"/>
        </w:rPr>
        <w:t>, ŽST. Pohled</w:t>
      </w:r>
      <w:r w:rsidR="00FC0D60" w:rsidRPr="00FC0D60">
        <w:rPr>
          <w:szCs w:val="24"/>
        </w:rPr>
        <w:t xml:space="preserve"> </w:t>
      </w:r>
      <w:r w:rsidR="00FC0D60">
        <w:rPr>
          <w:szCs w:val="24"/>
        </w:rPr>
        <w:t>TUDU</w:t>
      </w:r>
      <w:r w:rsidR="00FC0D60" w:rsidRPr="00692C6C">
        <w:rPr>
          <w:szCs w:val="24"/>
        </w:rPr>
        <w:t xml:space="preserve"> </w:t>
      </w:r>
      <w:r w:rsidR="00FC0D60">
        <w:rPr>
          <w:szCs w:val="24"/>
        </w:rPr>
        <w:t>2031N</w:t>
      </w:r>
      <w:r w:rsidR="00FC0D60" w:rsidRPr="00FC0D60">
        <w:rPr>
          <w:szCs w:val="24"/>
        </w:rPr>
        <w:t>1</w:t>
      </w:r>
      <w:r w:rsidR="00FC0D60">
        <w:rPr>
          <w:szCs w:val="24"/>
        </w:rPr>
        <w:t xml:space="preserve">, </w:t>
      </w:r>
      <w:r w:rsidR="00FC0D60" w:rsidRPr="004F2C7C">
        <w:rPr>
          <w:szCs w:val="24"/>
        </w:rPr>
        <w:t>mezistaniční úsek Pohled- HB</w:t>
      </w:r>
      <w:r w:rsidR="00517D26">
        <w:rPr>
          <w:szCs w:val="24"/>
        </w:rPr>
        <w:t xml:space="preserve"> TUDU 203128, mezistaniční úsek Přibyslav – Pohled TUDU 203126</w:t>
      </w:r>
    </w:p>
    <w:p w14:paraId="7A220A52" w14:textId="74A7AAC8" w:rsidR="007B1BE6" w:rsidRPr="00692C6C" w:rsidRDefault="005A37C4" w:rsidP="006054D1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szCs w:val="24"/>
        </w:rPr>
        <w:tab/>
      </w:r>
      <w:r w:rsidR="00624EBB" w:rsidRPr="00692C6C">
        <w:rPr>
          <w:szCs w:val="24"/>
        </w:rPr>
        <w:t xml:space="preserve"> </w:t>
      </w:r>
    </w:p>
    <w:p w14:paraId="06F2D3CB" w14:textId="77777777" w:rsidR="004038AA" w:rsidRPr="00692C6C" w:rsidRDefault="004038AA" w:rsidP="004038AA">
      <w:pPr>
        <w:tabs>
          <w:tab w:val="left" w:pos="2410"/>
        </w:tabs>
        <w:spacing w:after="0"/>
        <w:ind w:left="2410" w:hanging="2410"/>
        <w:rPr>
          <w:b/>
          <w:szCs w:val="24"/>
        </w:rPr>
      </w:pPr>
    </w:p>
    <w:p w14:paraId="4659953D" w14:textId="77777777" w:rsidR="00E55400" w:rsidRPr="00692C6C" w:rsidRDefault="004038AA" w:rsidP="00E55400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b/>
          <w:szCs w:val="24"/>
        </w:rPr>
        <w:t>Kategorie dráhy:</w:t>
      </w:r>
      <w:r w:rsidRPr="00692C6C">
        <w:rPr>
          <w:szCs w:val="24"/>
        </w:rPr>
        <w:tab/>
      </w:r>
      <w:r w:rsidR="00E55400" w:rsidRPr="00692C6C">
        <w:rPr>
          <w:szCs w:val="24"/>
        </w:rPr>
        <w:t>Celostátní dráha provozovaná SŽ</w:t>
      </w:r>
    </w:p>
    <w:p w14:paraId="025B1612" w14:textId="5965C1CA" w:rsidR="004038AA" w:rsidRPr="00692C6C" w:rsidRDefault="00E55400" w:rsidP="00E55400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szCs w:val="24"/>
        </w:rPr>
        <w:tab/>
        <w:t>trať č. 250 dle KJŘ</w:t>
      </w:r>
    </w:p>
    <w:p w14:paraId="7B6A6EE0" w14:textId="77777777" w:rsidR="00B06AA1" w:rsidRPr="00692C6C" w:rsidRDefault="00B06AA1" w:rsidP="007B1BE6">
      <w:pPr>
        <w:rPr>
          <w:szCs w:val="24"/>
        </w:rPr>
      </w:pPr>
    </w:p>
    <w:p w14:paraId="3D2C8C60" w14:textId="77777777" w:rsidR="00B06AA1" w:rsidRPr="00692C6C" w:rsidRDefault="00B06AA1" w:rsidP="007B1BE6">
      <w:pPr>
        <w:rPr>
          <w:szCs w:val="24"/>
        </w:rPr>
      </w:pPr>
    </w:p>
    <w:p w14:paraId="71121929" w14:textId="4BA18961" w:rsidR="00B06AA1" w:rsidRPr="00692C6C" w:rsidRDefault="00B06AA1" w:rsidP="007B1BE6">
      <w:pPr>
        <w:rPr>
          <w:szCs w:val="24"/>
        </w:rPr>
      </w:pPr>
    </w:p>
    <w:p w14:paraId="0F203412" w14:textId="77777777" w:rsidR="00E55400" w:rsidRPr="00692C6C" w:rsidRDefault="00E55400" w:rsidP="007B1BE6">
      <w:pPr>
        <w:rPr>
          <w:szCs w:val="24"/>
        </w:rPr>
      </w:pPr>
    </w:p>
    <w:p w14:paraId="5E5C3560" w14:textId="77777777" w:rsidR="00B06AA1" w:rsidRPr="00692C6C" w:rsidRDefault="00B06AA1" w:rsidP="007B1BE6">
      <w:pPr>
        <w:rPr>
          <w:szCs w:val="24"/>
        </w:rPr>
      </w:pPr>
    </w:p>
    <w:p w14:paraId="12788AE8" w14:textId="77777777" w:rsidR="00B06AA1" w:rsidRPr="00692C6C" w:rsidRDefault="00B06AA1" w:rsidP="007B1BE6">
      <w:pPr>
        <w:rPr>
          <w:szCs w:val="24"/>
        </w:rPr>
      </w:pPr>
    </w:p>
    <w:p w14:paraId="654571B0" w14:textId="77777777" w:rsidR="00FE6711" w:rsidRDefault="00FE6711" w:rsidP="00FE6711">
      <w:pPr>
        <w:pStyle w:val="JCSO"/>
        <w:jc w:val="center"/>
        <w:rPr>
          <w:sz w:val="32"/>
        </w:rPr>
      </w:pPr>
    </w:p>
    <w:p w14:paraId="161ABD12" w14:textId="77777777" w:rsidR="00FE6711" w:rsidRPr="00FE6711" w:rsidRDefault="00FE6711" w:rsidP="00FE6711">
      <w:pPr>
        <w:pStyle w:val="JC-Podnadpis"/>
        <w:rPr>
          <w:sz w:val="32"/>
        </w:rPr>
      </w:pPr>
      <w:r w:rsidRPr="00FE6711">
        <w:rPr>
          <w:sz w:val="32"/>
        </w:rPr>
        <w:lastRenderedPageBreak/>
        <w:t>Obecné informace o stavbě</w:t>
      </w:r>
    </w:p>
    <w:p w14:paraId="1AD42964" w14:textId="77777777" w:rsidR="00FE6711" w:rsidRPr="003D17C4" w:rsidRDefault="00FE6711" w:rsidP="00FE6711">
      <w:pPr>
        <w:pStyle w:val="Odstavecseseznamem"/>
        <w:ind w:left="709"/>
        <w:jc w:val="both"/>
        <w:rPr>
          <w:b/>
          <w:sz w:val="20"/>
        </w:rPr>
      </w:pPr>
      <w:r w:rsidRPr="003D17C4">
        <w:rPr>
          <w:b/>
          <w:sz w:val="20"/>
        </w:rPr>
        <w:t>ŽST. Přibyslav</w:t>
      </w:r>
    </w:p>
    <w:p w14:paraId="5844B09A" w14:textId="199FC2A3" w:rsidR="00FE6711" w:rsidRDefault="00FE6711" w:rsidP="00FE6711">
      <w:pPr>
        <w:pStyle w:val="Odstavecseseznamem"/>
        <w:numPr>
          <w:ilvl w:val="0"/>
          <w:numId w:val="20"/>
        </w:numPr>
        <w:jc w:val="both"/>
      </w:pPr>
      <w:r>
        <w:t>Proběhne výměna vadných pražců v</w:t>
      </w:r>
      <w:r w:rsidR="00517D26">
        <w:t xml:space="preserve">e výhybkách na sázavském </w:t>
      </w:r>
      <w:proofErr w:type="spellStart"/>
      <w:r w:rsidR="00517D26">
        <w:t>zhlaví</w:t>
      </w:r>
      <w:proofErr w:type="spellEnd"/>
      <w:r w:rsidR="00517D26">
        <w:t xml:space="preserve"> společně s výměnou dřevěných pražců za betonové v přípojných polích výhybek včetně podbití.</w:t>
      </w:r>
      <w:r>
        <w:t xml:space="preserve"> Celkem 201 </w:t>
      </w:r>
      <w:r w:rsidR="00517D26">
        <w:t xml:space="preserve">ks </w:t>
      </w:r>
      <w:r>
        <w:t>výhybkových pra</w:t>
      </w:r>
      <w:r w:rsidR="00517D26">
        <w:t xml:space="preserve">žců a 187 ks pražců SB6. </w:t>
      </w:r>
    </w:p>
    <w:p w14:paraId="5E37E487" w14:textId="77777777" w:rsidR="00FE6711" w:rsidRDefault="00FE6711" w:rsidP="00FE6711">
      <w:pPr>
        <w:pStyle w:val="Odstavecseseznamem"/>
        <w:jc w:val="both"/>
      </w:pPr>
    </w:p>
    <w:p w14:paraId="2146EE0E" w14:textId="77777777" w:rsidR="00FE6711" w:rsidRPr="003D17C4" w:rsidRDefault="00FE6711" w:rsidP="00FE6711">
      <w:pPr>
        <w:pStyle w:val="Odstavecseseznamem"/>
        <w:ind w:left="709"/>
        <w:jc w:val="both"/>
        <w:rPr>
          <w:b/>
          <w:sz w:val="20"/>
        </w:rPr>
      </w:pPr>
      <w:r w:rsidRPr="003D17C4">
        <w:rPr>
          <w:b/>
          <w:sz w:val="20"/>
        </w:rPr>
        <w:t xml:space="preserve">ŽST. </w:t>
      </w:r>
      <w:r>
        <w:rPr>
          <w:b/>
          <w:sz w:val="20"/>
        </w:rPr>
        <w:t>Pohled</w:t>
      </w:r>
    </w:p>
    <w:p w14:paraId="3408CAC7" w14:textId="6B8208A1" w:rsidR="00FE6711" w:rsidRDefault="00FE6711" w:rsidP="00957E3F">
      <w:pPr>
        <w:pStyle w:val="Odstavecseseznamem"/>
        <w:numPr>
          <w:ilvl w:val="0"/>
          <w:numId w:val="20"/>
        </w:numPr>
        <w:jc w:val="both"/>
      </w:pPr>
      <w:r>
        <w:t xml:space="preserve">Proběhne výměna vadných pražců ve výhybkách na havlíčkobrodském i přibyslavském </w:t>
      </w:r>
      <w:proofErr w:type="spellStart"/>
      <w:r>
        <w:t>zhlaví</w:t>
      </w:r>
      <w:proofErr w:type="spellEnd"/>
      <w:r w:rsidR="00517D26">
        <w:t xml:space="preserve"> včetně podbití</w:t>
      </w:r>
      <w:r>
        <w:t>. Celkem 389 výhybkových pražců.</w:t>
      </w:r>
      <w:r w:rsidR="009251DA">
        <w:t xml:space="preserve"> </w:t>
      </w:r>
    </w:p>
    <w:p w14:paraId="561BFF72" w14:textId="77777777" w:rsidR="00FE330F" w:rsidRDefault="00FE330F" w:rsidP="00FE330F">
      <w:pPr>
        <w:pStyle w:val="Odstavecseseznamem"/>
        <w:jc w:val="both"/>
      </w:pPr>
    </w:p>
    <w:p w14:paraId="5057F601" w14:textId="77777777" w:rsidR="00FE6711" w:rsidRPr="003D17C4" w:rsidRDefault="00FE6711" w:rsidP="00FE6711">
      <w:pPr>
        <w:pStyle w:val="Odstavecseseznamem"/>
        <w:ind w:left="709"/>
        <w:jc w:val="both"/>
        <w:rPr>
          <w:b/>
          <w:sz w:val="20"/>
        </w:rPr>
      </w:pPr>
      <w:r>
        <w:rPr>
          <w:b/>
          <w:sz w:val="20"/>
        </w:rPr>
        <w:t>Mezistaniční úsek Pohled – Havlíčkův Brod</w:t>
      </w:r>
    </w:p>
    <w:p w14:paraId="68F580F5" w14:textId="100F5D9C" w:rsidR="00FE6711" w:rsidRPr="009D4B73" w:rsidRDefault="00FE6711" w:rsidP="00FE6711">
      <w:pPr>
        <w:pStyle w:val="Odstavecseseznamem"/>
        <w:numPr>
          <w:ilvl w:val="0"/>
          <w:numId w:val="20"/>
        </w:numPr>
        <w:jc w:val="both"/>
      </w:pPr>
      <w:proofErr w:type="gramStart"/>
      <w:r w:rsidRPr="009D4B73">
        <w:t>Proběhne</w:t>
      </w:r>
      <w:proofErr w:type="gramEnd"/>
      <w:r w:rsidRPr="009D4B73">
        <w:t xml:space="preserve"> souvislá výměna vadných dřevěných pražců v 2. </w:t>
      </w:r>
      <w:proofErr w:type="gramStart"/>
      <w:r w:rsidRPr="009D4B73">
        <w:t>TK</w:t>
      </w:r>
      <w:proofErr w:type="gramEnd"/>
      <w:r w:rsidRPr="009D4B73">
        <w:t xml:space="preserve"> za betonové SB6 spolu s výměnou ojedinělých pražců v 1. TK a 2. TK.</w:t>
      </w:r>
      <w:r w:rsidR="00F031B3" w:rsidRPr="009D4B73">
        <w:t xml:space="preserve"> Dále dojde k výměně kolejnic.</w:t>
      </w:r>
    </w:p>
    <w:p w14:paraId="362428EA" w14:textId="77777777" w:rsidR="00F031B3" w:rsidRPr="009D4B73" w:rsidRDefault="00F031B3" w:rsidP="00F031B3">
      <w:pPr>
        <w:pStyle w:val="Odstavecseseznamem"/>
        <w:jc w:val="both"/>
      </w:pPr>
    </w:p>
    <w:p w14:paraId="4B6F3BFD" w14:textId="7E350C79" w:rsidR="00F031B3" w:rsidRPr="009D4B73" w:rsidRDefault="00F031B3" w:rsidP="00F031B3">
      <w:pPr>
        <w:pStyle w:val="Odstavecseseznamem"/>
        <w:ind w:left="709"/>
        <w:jc w:val="both"/>
        <w:rPr>
          <w:b/>
          <w:sz w:val="20"/>
        </w:rPr>
      </w:pPr>
      <w:r w:rsidRPr="009D4B73">
        <w:rPr>
          <w:b/>
          <w:sz w:val="20"/>
        </w:rPr>
        <w:t xml:space="preserve">Mezistaniční úsek Přibyslav – Pohled </w:t>
      </w:r>
    </w:p>
    <w:p w14:paraId="055D42F0" w14:textId="3AC5E28E" w:rsidR="00F031B3" w:rsidRPr="009D4B73" w:rsidRDefault="00F031B3" w:rsidP="00F031B3">
      <w:pPr>
        <w:pStyle w:val="Odstavecseseznamem"/>
        <w:numPr>
          <w:ilvl w:val="0"/>
          <w:numId w:val="20"/>
        </w:numPr>
        <w:jc w:val="both"/>
      </w:pPr>
      <w:r w:rsidRPr="009D4B73">
        <w:t>Proběhne souvislá výměna vadných kolejnic</w:t>
      </w:r>
      <w:r w:rsidR="00517D26">
        <w:t xml:space="preserve"> ve dvou úsecích.</w:t>
      </w:r>
    </w:p>
    <w:p w14:paraId="29389861" w14:textId="77777777" w:rsidR="00F031B3" w:rsidRPr="00FE6711" w:rsidRDefault="00F031B3" w:rsidP="00F031B3">
      <w:pPr>
        <w:pStyle w:val="Odstavecseseznamem"/>
        <w:jc w:val="both"/>
      </w:pPr>
    </w:p>
    <w:p w14:paraId="41740E51" w14:textId="77777777" w:rsidR="00FE6711" w:rsidRDefault="00FE6711" w:rsidP="00FE6711">
      <w:pPr>
        <w:pStyle w:val="JCSO"/>
        <w:jc w:val="center"/>
        <w:rPr>
          <w:sz w:val="32"/>
        </w:rPr>
      </w:pPr>
    </w:p>
    <w:p w14:paraId="4B0ACBDC" w14:textId="286E0A9C" w:rsidR="001854CF" w:rsidRPr="00FE6711" w:rsidRDefault="00853F93" w:rsidP="00BE0578">
      <w:pPr>
        <w:pStyle w:val="Nadpis6"/>
      </w:pPr>
      <w:r>
        <w:t>Opravné práce</w:t>
      </w:r>
      <w:r w:rsidR="005A260D">
        <w:t xml:space="preserve"> v</w:t>
      </w:r>
      <w:r w:rsidR="00F031B3">
        <w:t> mezistaničních úsecích</w:t>
      </w:r>
    </w:p>
    <w:p w14:paraId="2CD59FEE" w14:textId="2B658D74" w:rsidR="004F6BCB" w:rsidRPr="00FE330F" w:rsidRDefault="004F6BCB" w:rsidP="00FE330F">
      <w:pPr>
        <w:rPr>
          <w:szCs w:val="24"/>
        </w:rPr>
      </w:pPr>
    </w:p>
    <w:p w14:paraId="2FD0703C" w14:textId="16492595" w:rsidR="00BE0578" w:rsidRPr="00BE0578" w:rsidRDefault="00BE0578" w:rsidP="00A650C9">
      <w:pPr>
        <w:pStyle w:val="Nadpis7"/>
      </w:pPr>
      <w:r>
        <w:t>Souvislá výměna pražců</w:t>
      </w:r>
    </w:p>
    <w:p w14:paraId="0C9E43C9" w14:textId="13A627F4" w:rsidR="00BE0578" w:rsidRPr="00A03DDC" w:rsidRDefault="004F6BCB" w:rsidP="00BE0578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Proběhne</w:t>
      </w:r>
      <w:r w:rsidR="00BE0578">
        <w:rPr>
          <w:szCs w:val="24"/>
        </w:rPr>
        <w:t xml:space="preserve"> souvislá</w:t>
      </w:r>
      <w:r w:rsidRPr="00692C6C">
        <w:rPr>
          <w:szCs w:val="24"/>
        </w:rPr>
        <w:t xml:space="preserve"> výměna </w:t>
      </w:r>
      <w:r w:rsidR="003C63EC">
        <w:rPr>
          <w:szCs w:val="24"/>
        </w:rPr>
        <w:t>stávajících</w:t>
      </w:r>
      <w:r w:rsidR="000672A0">
        <w:rPr>
          <w:szCs w:val="24"/>
        </w:rPr>
        <w:t xml:space="preserve"> 196</w:t>
      </w:r>
      <w:r w:rsidR="00517D26">
        <w:rPr>
          <w:szCs w:val="24"/>
        </w:rPr>
        <w:t xml:space="preserve"> ks</w:t>
      </w:r>
      <w:r w:rsidR="003C63EC">
        <w:rPr>
          <w:szCs w:val="24"/>
        </w:rPr>
        <w:t xml:space="preserve"> dřevěných pražců</w:t>
      </w:r>
      <w:r w:rsidRPr="00692C6C">
        <w:rPr>
          <w:szCs w:val="24"/>
        </w:rPr>
        <w:t xml:space="preserve"> v délce </w:t>
      </w:r>
      <w:r w:rsidRPr="00957E3F">
        <w:rPr>
          <w:b/>
          <w:szCs w:val="24"/>
        </w:rPr>
        <w:t>120 m</w:t>
      </w:r>
      <w:r w:rsidRPr="00692C6C">
        <w:rPr>
          <w:szCs w:val="24"/>
        </w:rPr>
        <w:t xml:space="preserve"> od </w:t>
      </w:r>
      <w:r w:rsidR="003C63EC">
        <w:rPr>
          <w:szCs w:val="24"/>
        </w:rPr>
        <w:t>km 114,7 do km 114,820</w:t>
      </w:r>
      <w:r w:rsidR="00FE330F">
        <w:rPr>
          <w:szCs w:val="24"/>
        </w:rPr>
        <w:t xml:space="preserve"> v 2. TK</w:t>
      </w:r>
      <w:r w:rsidR="000672A0">
        <w:rPr>
          <w:szCs w:val="24"/>
        </w:rPr>
        <w:t xml:space="preserve"> za betonové pražce SB6 v </w:t>
      </w:r>
      <w:proofErr w:type="gramStart"/>
      <w:r w:rsidR="000672A0">
        <w:rPr>
          <w:szCs w:val="24"/>
        </w:rPr>
        <w:t>rozdělení ,,e</w:t>
      </w:r>
      <w:r w:rsidR="000672A0">
        <w:rPr>
          <w:szCs w:val="24"/>
          <w:lang w:val="en-US"/>
        </w:rPr>
        <w:t>’’ (</w:t>
      </w:r>
      <w:r w:rsidR="000672A0" w:rsidRPr="000672A0">
        <w:rPr>
          <w:b/>
          <w:szCs w:val="24"/>
          <w:lang w:val="en-US"/>
        </w:rPr>
        <w:t>221</w:t>
      </w:r>
      <w:proofErr w:type="gramEnd"/>
      <w:r w:rsidR="000672A0" w:rsidRPr="000672A0">
        <w:rPr>
          <w:b/>
          <w:szCs w:val="24"/>
          <w:lang w:val="en-US"/>
        </w:rPr>
        <w:t xml:space="preserve"> </w:t>
      </w:r>
      <w:proofErr w:type="spellStart"/>
      <w:r w:rsidR="000672A0" w:rsidRPr="000672A0">
        <w:rPr>
          <w:b/>
          <w:szCs w:val="24"/>
          <w:lang w:val="en-US"/>
        </w:rPr>
        <w:t>ks</w:t>
      </w:r>
      <w:proofErr w:type="spellEnd"/>
      <w:r w:rsidR="000672A0">
        <w:rPr>
          <w:szCs w:val="24"/>
          <w:lang w:val="en-US"/>
        </w:rPr>
        <w:t>).</w:t>
      </w:r>
    </w:p>
    <w:p w14:paraId="791C4A37" w14:textId="77777777" w:rsidR="00A03DDC" w:rsidRPr="00A03DDC" w:rsidRDefault="00A03DDC" w:rsidP="00A03DDC">
      <w:pPr>
        <w:pStyle w:val="Odstavecseseznamem"/>
        <w:ind w:left="709"/>
        <w:jc w:val="both"/>
        <w:rPr>
          <w:szCs w:val="24"/>
        </w:rPr>
      </w:pPr>
    </w:p>
    <w:p w14:paraId="3AE2E44C" w14:textId="2D67328C" w:rsidR="000F1E33" w:rsidRPr="006F0C28" w:rsidRDefault="00A03DDC" w:rsidP="000F1E3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Proběhne</w:t>
      </w:r>
      <w:r>
        <w:rPr>
          <w:szCs w:val="24"/>
        </w:rPr>
        <w:t xml:space="preserve"> souvislá</w:t>
      </w:r>
      <w:r w:rsidRPr="00692C6C">
        <w:rPr>
          <w:szCs w:val="24"/>
        </w:rPr>
        <w:t xml:space="preserve"> výměna </w:t>
      </w:r>
      <w:r>
        <w:rPr>
          <w:szCs w:val="24"/>
        </w:rPr>
        <w:t>stávajících 401</w:t>
      </w:r>
      <w:r w:rsidR="00517D26">
        <w:rPr>
          <w:szCs w:val="24"/>
        </w:rPr>
        <w:t xml:space="preserve"> ks</w:t>
      </w:r>
      <w:r>
        <w:rPr>
          <w:szCs w:val="24"/>
        </w:rPr>
        <w:t xml:space="preserve"> dřevěných pražců v délce</w:t>
      </w:r>
      <w:r w:rsidRPr="008748C5">
        <w:rPr>
          <w:color w:val="FF0000"/>
          <w:szCs w:val="24"/>
        </w:rPr>
        <w:t xml:space="preserve"> </w:t>
      </w:r>
      <w:r w:rsidRPr="00957E3F">
        <w:rPr>
          <w:b/>
          <w:szCs w:val="24"/>
        </w:rPr>
        <w:t>243 m</w:t>
      </w:r>
      <w:r w:rsidRPr="00692C6C">
        <w:rPr>
          <w:szCs w:val="24"/>
        </w:rPr>
        <w:t xml:space="preserve"> od </w:t>
      </w:r>
      <w:r>
        <w:rPr>
          <w:szCs w:val="24"/>
        </w:rPr>
        <w:t>km 112,</w:t>
      </w:r>
      <w:r w:rsidR="004F610D">
        <w:rPr>
          <w:szCs w:val="24"/>
        </w:rPr>
        <w:t>661</w:t>
      </w:r>
      <w:r>
        <w:rPr>
          <w:szCs w:val="24"/>
        </w:rPr>
        <w:t xml:space="preserve"> do km </w:t>
      </w:r>
      <w:proofErr w:type="gramStart"/>
      <w:r>
        <w:rPr>
          <w:szCs w:val="24"/>
        </w:rPr>
        <w:t>112,</w:t>
      </w:r>
      <w:r w:rsidR="004F610D">
        <w:rPr>
          <w:szCs w:val="24"/>
        </w:rPr>
        <w:t>904</w:t>
      </w:r>
      <w:r w:rsidR="00FE330F">
        <w:rPr>
          <w:szCs w:val="24"/>
        </w:rPr>
        <w:t xml:space="preserve"> v 2.TK</w:t>
      </w:r>
      <w:proofErr w:type="gramEnd"/>
      <w:r>
        <w:rPr>
          <w:szCs w:val="24"/>
        </w:rPr>
        <w:t xml:space="preserve"> za betonové pražce SB6 v rozdělení ,,e</w:t>
      </w:r>
      <w:r>
        <w:rPr>
          <w:szCs w:val="24"/>
          <w:lang w:val="en-US"/>
        </w:rPr>
        <w:t>’’ (</w:t>
      </w:r>
      <w:r w:rsidR="008748C5" w:rsidRPr="00957E3F">
        <w:rPr>
          <w:b/>
          <w:szCs w:val="24"/>
          <w:lang w:val="en-US"/>
        </w:rPr>
        <w:t>447</w:t>
      </w:r>
      <w:r w:rsidRPr="00957E3F">
        <w:rPr>
          <w:b/>
          <w:szCs w:val="24"/>
          <w:lang w:val="en-US"/>
        </w:rPr>
        <w:t xml:space="preserve"> </w:t>
      </w:r>
      <w:proofErr w:type="spellStart"/>
      <w:r w:rsidRPr="00957E3F">
        <w:rPr>
          <w:b/>
          <w:szCs w:val="24"/>
          <w:lang w:val="en-US"/>
        </w:rPr>
        <w:t>ks</w:t>
      </w:r>
      <w:proofErr w:type="spellEnd"/>
      <w:r>
        <w:rPr>
          <w:szCs w:val="24"/>
          <w:lang w:val="en-US"/>
        </w:rPr>
        <w:t>).</w:t>
      </w:r>
      <w:r w:rsidR="00683E02">
        <w:rPr>
          <w:szCs w:val="24"/>
          <w:lang w:val="en-US"/>
        </w:rPr>
        <w:t xml:space="preserve"> V </w:t>
      </w:r>
      <w:r w:rsidR="00683E02" w:rsidRPr="00683E02">
        <w:rPr>
          <w:szCs w:val="24"/>
        </w:rPr>
        <w:t xml:space="preserve">tomto úseku </w:t>
      </w:r>
      <w:r w:rsidR="00683E02">
        <w:rPr>
          <w:szCs w:val="24"/>
        </w:rPr>
        <w:t>dojde zároveň k</w:t>
      </w:r>
      <w:r w:rsidR="00B963C9">
        <w:rPr>
          <w:szCs w:val="24"/>
        </w:rPr>
        <w:t> </w:t>
      </w:r>
      <w:r w:rsidR="00683E02">
        <w:rPr>
          <w:szCs w:val="24"/>
        </w:rPr>
        <w:t>výměně</w:t>
      </w:r>
      <w:r w:rsidR="00B963C9">
        <w:rPr>
          <w:szCs w:val="24"/>
        </w:rPr>
        <w:t xml:space="preserve"> 2x</w:t>
      </w:r>
      <w:r w:rsidR="00683E02">
        <w:rPr>
          <w:szCs w:val="24"/>
        </w:rPr>
        <w:t xml:space="preserve"> LIS v km 112,775 v 2. TK</w:t>
      </w:r>
      <w:r w:rsidR="00B963C9">
        <w:rPr>
          <w:szCs w:val="24"/>
        </w:rPr>
        <w:t>.</w:t>
      </w:r>
      <w:r w:rsidR="000F1E33">
        <w:rPr>
          <w:szCs w:val="24"/>
        </w:rPr>
        <w:t xml:space="preserve"> Dále se v tomto </w:t>
      </w:r>
      <w:r w:rsidR="00321BBC">
        <w:rPr>
          <w:szCs w:val="24"/>
        </w:rPr>
        <w:t>úseku nachází 1</w:t>
      </w:r>
      <w:r w:rsidR="000F1E33">
        <w:rPr>
          <w:szCs w:val="24"/>
        </w:rPr>
        <w:t xml:space="preserve"> ks MIB, dojde k demontáži a následné montáži na nové pražce. Pozor při pracích s MIB, jsou velmi křehké a může dojít k jejich </w:t>
      </w:r>
      <w:r w:rsidR="00321BBC">
        <w:rPr>
          <w:szCs w:val="24"/>
        </w:rPr>
        <w:t>porušení</w:t>
      </w:r>
      <w:r w:rsidR="000F1E33">
        <w:rPr>
          <w:szCs w:val="24"/>
        </w:rPr>
        <w:t xml:space="preserve">. </w:t>
      </w:r>
      <w:r w:rsidR="0048415D" w:rsidRPr="00321BBC">
        <w:rPr>
          <w:b/>
          <w:szCs w:val="24"/>
        </w:rPr>
        <w:t>Zhotovitel dodá nové upevnění pro MIB na pražce SB 6.</w:t>
      </w:r>
    </w:p>
    <w:p w14:paraId="24088D8B" w14:textId="77777777" w:rsidR="006F0C28" w:rsidRPr="006F0C28" w:rsidRDefault="006F0C28" w:rsidP="006F0C28">
      <w:pPr>
        <w:pStyle w:val="Odstavecseseznamem"/>
        <w:rPr>
          <w:szCs w:val="24"/>
        </w:rPr>
      </w:pPr>
    </w:p>
    <w:p w14:paraId="6B0AFF72" w14:textId="190B03E2" w:rsidR="006F0C28" w:rsidRPr="000F1E33" w:rsidRDefault="006F0C28" w:rsidP="000F1E3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>Je počítáno 10 ks pražců SB6 jako rezerva</w:t>
      </w:r>
    </w:p>
    <w:p w14:paraId="5A97C683" w14:textId="6AB3AFD3" w:rsidR="000672A0" w:rsidRDefault="000672A0" w:rsidP="000672A0">
      <w:pPr>
        <w:pStyle w:val="Odstavecseseznamem"/>
        <w:rPr>
          <w:szCs w:val="24"/>
        </w:rPr>
      </w:pPr>
    </w:p>
    <w:p w14:paraId="4503945A" w14:textId="1A27CB0D" w:rsidR="00683E02" w:rsidRPr="00683E02" w:rsidRDefault="000672A0" w:rsidP="00683E02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 xml:space="preserve">pryžovými podložkami S49 pod patu kolejnice </w:t>
      </w:r>
      <w:r w:rsidRPr="00E627EA">
        <w:rPr>
          <w:b/>
          <w:szCs w:val="24"/>
        </w:rPr>
        <w:t>(</w:t>
      </w:r>
      <w:r w:rsidR="006F0C28" w:rsidRPr="00E627EA">
        <w:rPr>
          <w:b/>
          <w:szCs w:val="24"/>
        </w:rPr>
        <w:t>135</w:t>
      </w:r>
      <w:r w:rsidR="00FE330F" w:rsidRPr="00E627EA">
        <w:rPr>
          <w:b/>
          <w:szCs w:val="24"/>
        </w:rPr>
        <w:t>6</w:t>
      </w:r>
      <w:r w:rsidR="00BE0578" w:rsidRPr="00E627EA">
        <w:rPr>
          <w:b/>
          <w:szCs w:val="24"/>
        </w:rPr>
        <w:t> ks) a novými Komplety ŽS 4</w:t>
      </w:r>
      <w:r w:rsidR="00200185" w:rsidRPr="00E627EA">
        <w:rPr>
          <w:b/>
          <w:szCs w:val="24"/>
        </w:rPr>
        <w:t xml:space="preserve"> (</w:t>
      </w:r>
      <w:r w:rsidR="006F0C28" w:rsidRPr="00E627EA">
        <w:rPr>
          <w:b/>
          <w:szCs w:val="24"/>
        </w:rPr>
        <w:t>2712</w:t>
      </w:r>
      <w:r w:rsidR="00200185" w:rsidRPr="00E627EA">
        <w:rPr>
          <w:b/>
          <w:szCs w:val="24"/>
        </w:rPr>
        <w:t xml:space="preserve"> ks)</w:t>
      </w:r>
      <w:r w:rsidR="00BE0578" w:rsidRPr="00E627EA">
        <w:rPr>
          <w:b/>
          <w:szCs w:val="24"/>
        </w:rPr>
        <w:t>,</w:t>
      </w:r>
      <w:r w:rsidRPr="00E627EA">
        <w:rPr>
          <w:b/>
          <w:szCs w:val="24"/>
        </w:rPr>
        <w:t xml:space="preserve"> </w:t>
      </w:r>
      <w:r w:rsidRPr="00E627EA">
        <w:rPr>
          <w:szCs w:val="24"/>
        </w:rPr>
        <w:t xml:space="preserve">které </w:t>
      </w:r>
      <w:r w:rsidRPr="00692C6C">
        <w:rPr>
          <w:szCs w:val="24"/>
        </w:rPr>
        <w:t>dodá</w:t>
      </w:r>
      <w:r w:rsidR="006D318C">
        <w:rPr>
          <w:b/>
          <w:szCs w:val="24"/>
        </w:rPr>
        <w:t xml:space="preserve"> zhotovitel</w:t>
      </w:r>
      <w:r w:rsidRPr="00692C6C">
        <w:rPr>
          <w:b/>
          <w:szCs w:val="24"/>
        </w:rPr>
        <w:t>.</w:t>
      </w:r>
      <w:r w:rsidR="006D318C">
        <w:rPr>
          <w:b/>
          <w:szCs w:val="24"/>
        </w:rPr>
        <w:t xml:space="preserve"> </w:t>
      </w:r>
      <w:r w:rsidR="006D318C">
        <w:rPr>
          <w:szCs w:val="24"/>
        </w:rPr>
        <w:t xml:space="preserve">Demontované komplety </w:t>
      </w:r>
      <w:r w:rsidR="00F053AD">
        <w:rPr>
          <w:szCs w:val="24"/>
        </w:rPr>
        <w:t>budou odvez</w:t>
      </w:r>
      <w:r w:rsidR="00517D26">
        <w:rPr>
          <w:szCs w:val="24"/>
        </w:rPr>
        <w:t>eny do ŽST. Pohled k následné likvidaci</w:t>
      </w:r>
      <w:r w:rsidR="00F053AD">
        <w:rPr>
          <w:szCs w:val="24"/>
        </w:rPr>
        <w:t>.</w:t>
      </w:r>
    </w:p>
    <w:p w14:paraId="12D712FF" w14:textId="77777777" w:rsidR="00683E02" w:rsidRPr="00683E02" w:rsidRDefault="00683E02" w:rsidP="00683E02">
      <w:pPr>
        <w:pStyle w:val="Odstavecseseznamem"/>
        <w:rPr>
          <w:szCs w:val="24"/>
        </w:rPr>
      </w:pPr>
    </w:p>
    <w:p w14:paraId="16222523" w14:textId="02B3C119" w:rsidR="000672A0" w:rsidRDefault="000672A0" w:rsidP="000672A0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  <w:r w:rsidR="009251DA" w:rsidRPr="009251DA">
        <w:rPr>
          <w:b/>
          <w:szCs w:val="24"/>
        </w:rPr>
        <w:t>(3000m)</w:t>
      </w:r>
    </w:p>
    <w:p w14:paraId="4B4F30EB" w14:textId="77777777" w:rsidR="00843FDE" w:rsidRPr="00843FDE" w:rsidRDefault="00843FDE" w:rsidP="00843FDE">
      <w:pPr>
        <w:pStyle w:val="Odstavecseseznamem"/>
        <w:rPr>
          <w:szCs w:val="24"/>
        </w:rPr>
      </w:pPr>
    </w:p>
    <w:p w14:paraId="3357123F" w14:textId="3ED34763" w:rsidR="00F053AD" w:rsidRDefault="00843FDE" w:rsidP="00FE330F">
      <w:pPr>
        <w:jc w:val="both"/>
        <w:rPr>
          <w:b/>
          <w:sz w:val="20"/>
          <w:szCs w:val="24"/>
          <w:u w:val="single"/>
        </w:rPr>
      </w:pPr>
      <w:r w:rsidRPr="00B6329D">
        <w:rPr>
          <w:b/>
          <w:sz w:val="20"/>
          <w:szCs w:val="24"/>
          <w:u w:val="single"/>
        </w:rPr>
        <w:t>C</w:t>
      </w:r>
      <w:r>
        <w:rPr>
          <w:b/>
          <w:sz w:val="20"/>
          <w:szCs w:val="24"/>
          <w:u w:val="single"/>
        </w:rPr>
        <w:t>elkem výměna</w:t>
      </w:r>
      <w:r w:rsidR="00FE330F">
        <w:rPr>
          <w:b/>
          <w:sz w:val="20"/>
          <w:szCs w:val="24"/>
          <w:u w:val="single"/>
        </w:rPr>
        <w:t xml:space="preserve"> 597</w:t>
      </w:r>
      <w:r>
        <w:rPr>
          <w:b/>
          <w:sz w:val="20"/>
          <w:szCs w:val="24"/>
          <w:u w:val="single"/>
        </w:rPr>
        <w:t xml:space="preserve"> </w:t>
      </w:r>
      <w:r w:rsidR="00FE330F">
        <w:rPr>
          <w:b/>
          <w:sz w:val="20"/>
          <w:szCs w:val="24"/>
          <w:u w:val="single"/>
        </w:rPr>
        <w:t>k</w:t>
      </w:r>
      <w:r w:rsidRPr="00B6329D">
        <w:rPr>
          <w:b/>
          <w:sz w:val="20"/>
          <w:szCs w:val="24"/>
          <w:u w:val="single"/>
        </w:rPr>
        <w:t>s dřevěných</w:t>
      </w:r>
      <w:r w:rsidR="006F0C28">
        <w:rPr>
          <w:b/>
          <w:sz w:val="20"/>
          <w:szCs w:val="24"/>
          <w:u w:val="single"/>
        </w:rPr>
        <w:t xml:space="preserve"> příčných pražců za 67</w:t>
      </w:r>
      <w:r w:rsidR="00FE330F">
        <w:rPr>
          <w:b/>
          <w:sz w:val="20"/>
          <w:szCs w:val="24"/>
          <w:u w:val="single"/>
        </w:rPr>
        <w:t>8</w:t>
      </w:r>
      <w:r>
        <w:rPr>
          <w:b/>
          <w:sz w:val="20"/>
          <w:szCs w:val="24"/>
          <w:u w:val="single"/>
        </w:rPr>
        <w:t xml:space="preserve"> ks</w:t>
      </w:r>
      <w:r w:rsidR="00FE330F">
        <w:rPr>
          <w:b/>
          <w:sz w:val="20"/>
          <w:szCs w:val="24"/>
          <w:u w:val="single"/>
        </w:rPr>
        <w:t xml:space="preserve"> pražců SB6</w:t>
      </w:r>
    </w:p>
    <w:p w14:paraId="4A666C44" w14:textId="10FCD307" w:rsidR="00800041" w:rsidRDefault="00800041" w:rsidP="00FE330F">
      <w:pPr>
        <w:jc w:val="both"/>
        <w:rPr>
          <w:b/>
          <w:sz w:val="20"/>
          <w:szCs w:val="24"/>
          <w:u w:val="single"/>
        </w:rPr>
      </w:pPr>
      <w:bookmarkStart w:id="0" w:name="_GoBack"/>
      <w:bookmarkEnd w:id="0"/>
    </w:p>
    <w:p w14:paraId="4E38672B" w14:textId="0B75F860" w:rsidR="00800041" w:rsidRDefault="00800041" w:rsidP="00FE330F">
      <w:pPr>
        <w:jc w:val="both"/>
        <w:rPr>
          <w:b/>
          <w:sz w:val="20"/>
          <w:szCs w:val="24"/>
          <w:u w:val="single"/>
        </w:rPr>
      </w:pPr>
    </w:p>
    <w:p w14:paraId="47C62DFA" w14:textId="77777777" w:rsidR="00800041" w:rsidRPr="00FE330F" w:rsidRDefault="00800041" w:rsidP="00FE330F">
      <w:pPr>
        <w:jc w:val="both"/>
        <w:rPr>
          <w:b/>
          <w:sz w:val="20"/>
          <w:szCs w:val="24"/>
          <w:u w:val="single"/>
        </w:rPr>
      </w:pPr>
    </w:p>
    <w:p w14:paraId="4A9C0AD2" w14:textId="3B0DC6EE" w:rsidR="00F053AD" w:rsidRDefault="00F053AD" w:rsidP="00A650C9">
      <w:pPr>
        <w:pStyle w:val="Nadpis7"/>
      </w:pPr>
      <w:r>
        <w:lastRenderedPageBreak/>
        <w:t>Ojedinělá výměna pražců</w:t>
      </w:r>
    </w:p>
    <w:p w14:paraId="37C644FE" w14:textId="3F70D6FC" w:rsidR="00F053AD" w:rsidRDefault="00F053AD" w:rsidP="00F053AD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>Dojde k ojedinělé výměně dřevěných pražců za pražce betonové SB6 v 1. TK</w:t>
      </w:r>
      <w:r w:rsidR="00A76DEA">
        <w:rPr>
          <w:szCs w:val="24"/>
        </w:rPr>
        <w:t xml:space="preserve"> mezi km </w:t>
      </w:r>
      <w:r w:rsidR="008748C5">
        <w:rPr>
          <w:szCs w:val="24"/>
        </w:rPr>
        <w:t>113,140</w:t>
      </w:r>
      <w:r w:rsidR="00A76DEA">
        <w:rPr>
          <w:szCs w:val="24"/>
        </w:rPr>
        <w:t xml:space="preserve"> – 116,0 v počtu </w:t>
      </w:r>
      <w:r w:rsidR="008748C5">
        <w:rPr>
          <w:b/>
          <w:szCs w:val="24"/>
        </w:rPr>
        <w:t>133</w:t>
      </w:r>
      <w:r w:rsidR="00A76DEA" w:rsidRPr="009251DA">
        <w:rPr>
          <w:b/>
          <w:szCs w:val="24"/>
        </w:rPr>
        <w:t xml:space="preserve"> ks</w:t>
      </w:r>
      <w:r w:rsidR="00A76DEA">
        <w:rPr>
          <w:szCs w:val="24"/>
        </w:rPr>
        <w:t>.</w:t>
      </w:r>
    </w:p>
    <w:p w14:paraId="66F45C0F" w14:textId="77777777" w:rsidR="008748C5" w:rsidRDefault="008748C5" w:rsidP="008748C5">
      <w:pPr>
        <w:pStyle w:val="Odstavecseseznamem"/>
        <w:ind w:left="709"/>
        <w:jc w:val="both"/>
        <w:rPr>
          <w:szCs w:val="24"/>
        </w:rPr>
      </w:pPr>
    </w:p>
    <w:p w14:paraId="0CFCA8FA" w14:textId="54F2EFCB" w:rsidR="008748C5" w:rsidRPr="008748C5" w:rsidRDefault="008748C5" w:rsidP="008748C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 xml:space="preserve">Dále se </w:t>
      </w:r>
      <w:proofErr w:type="gramStart"/>
      <w:r>
        <w:rPr>
          <w:szCs w:val="24"/>
        </w:rPr>
        <w:t>nachází</w:t>
      </w:r>
      <w:proofErr w:type="gramEnd"/>
      <w:r>
        <w:rPr>
          <w:szCs w:val="24"/>
        </w:rPr>
        <w:t xml:space="preserve"> v 1. </w:t>
      </w:r>
      <w:proofErr w:type="gramStart"/>
      <w:r>
        <w:rPr>
          <w:szCs w:val="24"/>
        </w:rPr>
        <w:t>TK</w:t>
      </w:r>
      <w:proofErr w:type="gramEnd"/>
      <w:r>
        <w:rPr>
          <w:szCs w:val="24"/>
        </w:rPr>
        <w:t xml:space="preserve"> cca v km 112,904 </w:t>
      </w:r>
      <w:r w:rsidRPr="000672A0">
        <w:rPr>
          <w:b/>
          <w:szCs w:val="24"/>
        </w:rPr>
        <w:t>6 ks</w:t>
      </w:r>
      <w:r>
        <w:rPr>
          <w:b/>
          <w:szCs w:val="24"/>
        </w:rPr>
        <w:t xml:space="preserve"> </w:t>
      </w:r>
      <w:r>
        <w:rPr>
          <w:szCs w:val="24"/>
        </w:rPr>
        <w:t xml:space="preserve"> dřevěných pražců na výměnu za pražce SB6 (u mostu směrem na Pohled mezi úhelníky a betonovými pražci)</w:t>
      </w:r>
    </w:p>
    <w:p w14:paraId="72C000EE" w14:textId="77777777" w:rsidR="00A76DEA" w:rsidRDefault="00A76DEA" w:rsidP="00A76DEA">
      <w:pPr>
        <w:pStyle w:val="Odstavecseseznamem"/>
        <w:ind w:left="709"/>
        <w:jc w:val="both"/>
        <w:rPr>
          <w:szCs w:val="24"/>
        </w:rPr>
      </w:pPr>
    </w:p>
    <w:p w14:paraId="3948A9E6" w14:textId="5EE2F083" w:rsidR="00A76DEA" w:rsidRPr="000D408E" w:rsidRDefault="00A76DEA" w:rsidP="000D408E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>Dojde k ojedinělé výměně dřevěných pražců za pražce betonové SB6 v 2. TK mezi km</w:t>
      </w:r>
      <w:r w:rsidR="000D408E">
        <w:rPr>
          <w:szCs w:val="24"/>
        </w:rPr>
        <w:t xml:space="preserve"> 114,820</w:t>
      </w:r>
      <w:r>
        <w:rPr>
          <w:szCs w:val="24"/>
        </w:rPr>
        <w:t xml:space="preserve"> – 115,6 v počtu </w:t>
      </w:r>
      <w:r w:rsidRPr="009251DA">
        <w:rPr>
          <w:b/>
          <w:szCs w:val="24"/>
        </w:rPr>
        <w:t>89 ks</w:t>
      </w:r>
      <w:r>
        <w:rPr>
          <w:szCs w:val="24"/>
        </w:rPr>
        <w:t>.</w:t>
      </w:r>
    </w:p>
    <w:p w14:paraId="38990497" w14:textId="77777777" w:rsidR="00F053AD" w:rsidRDefault="00F053AD" w:rsidP="00F053AD">
      <w:pPr>
        <w:pStyle w:val="Odstavecseseznamem"/>
        <w:ind w:left="709"/>
        <w:jc w:val="both"/>
        <w:rPr>
          <w:szCs w:val="24"/>
        </w:rPr>
      </w:pPr>
    </w:p>
    <w:p w14:paraId="6E455094" w14:textId="5FDC6535" w:rsidR="00843FDE" w:rsidRPr="00843FDE" w:rsidRDefault="000D408E" w:rsidP="00843FDE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>Dále</w:t>
      </w:r>
      <w:r w:rsidR="00F053AD">
        <w:rPr>
          <w:szCs w:val="24"/>
        </w:rPr>
        <w:t xml:space="preserve"> se </w:t>
      </w:r>
      <w:proofErr w:type="gramStart"/>
      <w:r w:rsidR="00F053AD">
        <w:rPr>
          <w:szCs w:val="24"/>
        </w:rPr>
        <w:t>nachází</w:t>
      </w:r>
      <w:proofErr w:type="gramEnd"/>
      <w:r w:rsidR="00C61218">
        <w:rPr>
          <w:szCs w:val="24"/>
        </w:rPr>
        <w:t xml:space="preserve"> v 2. </w:t>
      </w:r>
      <w:proofErr w:type="gramStart"/>
      <w:r w:rsidR="00C61218">
        <w:rPr>
          <w:szCs w:val="24"/>
        </w:rPr>
        <w:t>TK</w:t>
      </w:r>
      <w:proofErr w:type="gramEnd"/>
      <w:r w:rsidR="00F053AD">
        <w:rPr>
          <w:szCs w:val="24"/>
        </w:rPr>
        <w:t xml:space="preserve"> cca v km 114,680 </w:t>
      </w:r>
      <w:r w:rsidR="00F053AD" w:rsidRPr="000672A0">
        <w:rPr>
          <w:b/>
          <w:szCs w:val="24"/>
        </w:rPr>
        <w:t>6 ks</w:t>
      </w:r>
      <w:r w:rsidR="00F053AD">
        <w:rPr>
          <w:b/>
          <w:szCs w:val="24"/>
        </w:rPr>
        <w:t xml:space="preserve"> a </w:t>
      </w:r>
      <w:r w:rsidR="00F053AD" w:rsidRPr="000672A0">
        <w:rPr>
          <w:szCs w:val="24"/>
        </w:rPr>
        <w:t>v km 114,660</w:t>
      </w:r>
      <w:r w:rsidR="00F053AD">
        <w:rPr>
          <w:b/>
          <w:szCs w:val="24"/>
        </w:rPr>
        <w:t xml:space="preserve"> 2</w:t>
      </w:r>
      <w:r w:rsidR="00D8753F">
        <w:rPr>
          <w:b/>
          <w:szCs w:val="24"/>
        </w:rPr>
        <w:t xml:space="preserve"> </w:t>
      </w:r>
      <w:r w:rsidR="00F053AD">
        <w:rPr>
          <w:b/>
          <w:szCs w:val="24"/>
        </w:rPr>
        <w:t>ks</w:t>
      </w:r>
      <w:r w:rsidR="00F053AD">
        <w:rPr>
          <w:szCs w:val="24"/>
        </w:rPr>
        <w:t xml:space="preserve"> dřevěných pražců na výměnu za pražce SB6 (celkem 8 ks).</w:t>
      </w:r>
    </w:p>
    <w:p w14:paraId="5CF54FEF" w14:textId="77777777" w:rsidR="00843FDE" w:rsidRPr="00843FDE" w:rsidRDefault="00843FDE" w:rsidP="00843FDE">
      <w:pPr>
        <w:pStyle w:val="Odstavecseseznamem"/>
        <w:ind w:left="709"/>
        <w:jc w:val="both"/>
        <w:rPr>
          <w:szCs w:val="24"/>
        </w:rPr>
      </w:pPr>
    </w:p>
    <w:p w14:paraId="1A955A7A" w14:textId="603BEABD" w:rsidR="00F053AD" w:rsidRPr="006F0C28" w:rsidRDefault="00843FDE" w:rsidP="00F053AD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4F610D">
        <w:rPr>
          <w:b/>
          <w:szCs w:val="24"/>
        </w:rPr>
        <w:t>472</w:t>
      </w:r>
      <w:r>
        <w:rPr>
          <w:b/>
          <w:szCs w:val="24"/>
        </w:rPr>
        <w:t> ks),</w:t>
      </w:r>
      <w:r w:rsidRPr="00692C6C">
        <w:rPr>
          <w:b/>
          <w:szCs w:val="24"/>
        </w:rPr>
        <w:t xml:space="preserve"> </w:t>
      </w:r>
      <w:r w:rsidRPr="00692C6C">
        <w:rPr>
          <w:szCs w:val="24"/>
        </w:rPr>
        <w:t>které dodá</w:t>
      </w:r>
      <w:r>
        <w:rPr>
          <w:b/>
          <w:szCs w:val="24"/>
        </w:rPr>
        <w:t xml:space="preserve"> zhotovitel a stávajícími </w:t>
      </w:r>
      <w:proofErr w:type="gramStart"/>
      <w:r>
        <w:rPr>
          <w:b/>
          <w:szCs w:val="24"/>
        </w:rPr>
        <w:t>Komplety</w:t>
      </w:r>
      <w:r w:rsidR="00800041">
        <w:rPr>
          <w:b/>
          <w:szCs w:val="24"/>
        </w:rPr>
        <w:t xml:space="preserve"> </w:t>
      </w:r>
      <w:r w:rsidR="00800041" w:rsidRPr="00800041">
        <w:rPr>
          <w:szCs w:val="24"/>
        </w:rPr>
        <w:t>(</w:t>
      </w:r>
      <w:r w:rsidRPr="00800041">
        <w:rPr>
          <w:szCs w:val="24"/>
        </w:rPr>
        <w:t xml:space="preserve"> </w:t>
      </w:r>
      <w:r w:rsidR="00800041" w:rsidRPr="00800041">
        <w:rPr>
          <w:szCs w:val="24"/>
        </w:rPr>
        <w:t>počítá</w:t>
      </w:r>
      <w:proofErr w:type="gramEnd"/>
      <w:r w:rsidR="00800041" w:rsidRPr="00800041">
        <w:rPr>
          <w:szCs w:val="24"/>
        </w:rPr>
        <w:t xml:space="preserve"> se s 10 % odpadu při demontáži svěrek.</w:t>
      </w:r>
      <w:r w:rsidR="00800041">
        <w:rPr>
          <w:b/>
          <w:szCs w:val="24"/>
        </w:rPr>
        <w:t xml:space="preserve"> 100 ks </w:t>
      </w:r>
      <w:r w:rsidR="00800041" w:rsidRPr="00800041">
        <w:rPr>
          <w:szCs w:val="24"/>
        </w:rPr>
        <w:t>užitých svěrek</w:t>
      </w:r>
      <w:r w:rsidR="00800041">
        <w:rPr>
          <w:szCs w:val="24"/>
        </w:rPr>
        <w:t xml:space="preserve"> na výměnu</w:t>
      </w:r>
      <w:r w:rsidR="00800041" w:rsidRPr="00800041">
        <w:rPr>
          <w:szCs w:val="24"/>
        </w:rPr>
        <w:t xml:space="preserve"> dodá</w:t>
      </w:r>
      <w:r w:rsidR="00800041">
        <w:rPr>
          <w:b/>
          <w:szCs w:val="24"/>
        </w:rPr>
        <w:t xml:space="preserve"> TO HB 2 </w:t>
      </w:r>
      <w:r w:rsidR="00800041" w:rsidRPr="00800041">
        <w:rPr>
          <w:szCs w:val="24"/>
        </w:rPr>
        <w:t>do ŽST. Pohled.)</w:t>
      </w:r>
    </w:p>
    <w:p w14:paraId="2BF412E7" w14:textId="3684050A" w:rsidR="006F0C28" w:rsidRPr="006F0C28" w:rsidRDefault="006F0C28" w:rsidP="006F0C28">
      <w:pPr>
        <w:jc w:val="both"/>
        <w:rPr>
          <w:szCs w:val="24"/>
        </w:rPr>
      </w:pPr>
    </w:p>
    <w:p w14:paraId="1CCF2C77" w14:textId="7A05D025" w:rsidR="00BE0578" w:rsidRDefault="000672A0" w:rsidP="00843FDE">
      <w:pPr>
        <w:jc w:val="both"/>
        <w:rPr>
          <w:b/>
          <w:sz w:val="20"/>
          <w:szCs w:val="24"/>
          <w:u w:val="single"/>
        </w:rPr>
      </w:pPr>
      <w:r w:rsidRPr="00B6329D">
        <w:rPr>
          <w:b/>
          <w:sz w:val="20"/>
          <w:szCs w:val="24"/>
          <w:u w:val="single"/>
        </w:rPr>
        <w:t>C</w:t>
      </w:r>
      <w:r w:rsidR="004F610D">
        <w:rPr>
          <w:b/>
          <w:sz w:val="20"/>
          <w:szCs w:val="24"/>
          <w:u w:val="single"/>
        </w:rPr>
        <w:t>elkem výměna 236</w:t>
      </w:r>
      <w:r w:rsidRPr="00B6329D">
        <w:rPr>
          <w:b/>
          <w:sz w:val="20"/>
          <w:szCs w:val="24"/>
          <w:u w:val="single"/>
        </w:rPr>
        <w:t xml:space="preserve"> ks dřevěných</w:t>
      </w:r>
      <w:r w:rsidR="00234C88">
        <w:rPr>
          <w:b/>
          <w:sz w:val="20"/>
          <w:szCs w:val="24"/>
          <w:u w:val="single"/>
        </w:rPr>
        <w:t xml:space="preserve"> </w:t>
      </w:r>
      <w:r w:rsidR="00045B11">
        <w:rPr>
          <w:b/>
          <w:sz w:val="20"/>
          <w:szCs w:val="24"/>
          <w:u w:val="single"/>
        </w:rPr>
        <w:t>příčných</w:t>
      </w:r>
      <w:r w:rsidR="004F610D">
        <w:rPr>
          <w:b/>
          <w:sz w:val="20"/>
          <w:szCs w:val="24"/>
          <w:u w:val="single"/>
        </w:rPr>
        <w:t xml:space="preserve"> pražců za 236</w:t>
      </w:r>
      <w:r w:rsidR="00B6329D">
        <w:rPr>
          <w:b/>
          <w:sz w:val="20"/>
          <w:szCs w:val="24"/>
          <w:u w:val="single"/>
        </w:rPr>
        <w:t xml:space="preserve"> ks</w:t>
      </w:r>
      <w:r w:rsidRPr="00B6329D">
        <w:rPr>
          <w:b/>
          <w:sz w:val="20"/>
          <w:szCs w:val="24"/>
          <w:u w:val="single"/>
        </w:rPr>
        <w:t xml:space="preserve"> pražců SB6</w:t>
      </w:r>
    </w:p>
    <w:p w14:paraId="4C0F0803" w14:textId="6F0EADF1" w:rsidR="00853F93" w:rsidRDefault="00853F93" w:rsidP="00853F93">
      <w:pPr>
        <w:pStyle w:val="Nadpis7"/>
      </w:pPr>
      <w:r>
        <w:t>Výměna kolejnic</w:t>
      </w:r>
    </w:p>
    <w:p w14:paraId="1D0C81ED" w14:textId="63E3B670" w:rsidR="00B963C9" w:rsidRDefault="00B963C9" w:rsidP="00853F9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 xml:space="preserve">V km 112,775 dojde k výměně 2 ks 6-ti děrového </w:t>
      </w:r>
      <w:proofErr w:type="spellStart"/>
      <w:r>
        <w:rPr>
          <w:szCs w:val="24"/>
        </w:rPr>
        <w:t>LIS</w:t>
      </w:r>
      <w:r w:rsidR="008479E6">
        <w:rPr>
          <w:szCs w:val="24"/>
        </w:rPr>
        <w:t>u</w:t>
      </w:r>
      <w:proofErr w:type="spellEnd"/>
      <w:r>
        <w:rPr>
          <w:szCs w:val="24"/>
        </w:rPr>
        <w:t xml:space="preserve"> s kalenou hlavou.</w:t>
      </w:r>
    </w:p>
    <w:p w14:paraId="1940500F" w14:textId="30FE0B84" w:rsidR="00B963C9" w:rsidRPr="00D8753F" w:rsidRDefault="00B963C9" w:rsidP="008479E6">
      <w:pPr>
        <w:pStyle w:val="Odstavecseseznamem"/>
        <w:ind w:left="709"/>
        <w:jc w:val="both"/>
        <w:rPr>
          <w:szCs w:val="24"/>
        </w:rPr>
      </w:pPr>
      <w:r w:rsidRPr="00D8753F">
        <w:rPr>
          <w:szCs w:val="24"/>
        </w:rPr>
        <w:t xml:space="preserve"> </w:t>
      </w:r>
    </w:p>
    <w:p w14:paraId="70515C53" w14:textId="44D008E4" w:rsidR="00853F93" w:rsidRPr="00D8753F" w:rsidRDefault="00BC4368" w:rsidP="00853F9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D8753F">
        <w:rPr>
          <w:szCs w:val="24"/>
        </w:rPr>
        <w:t xml:space="preserve">1. TK v úseku Přibyslav – Pohled dojde k výměně </w:t>
      </w:r>
      <w:r w:rsidRPr="00D8753F">
        <w:rPr>
          <w:b/>
          <w:szCs w:val="24"/>
        </w:rPr>
        <w:t>433</w:t>
      </w:r>
      <w:r w:rsidR="00853F93" w:rsidRPr="00D8753F">
        <w:rPr>
          <w:b/>
          <w:szCs w:val="24"/>
        </w:rPr>
        <w:t xml:space="preserve"> m</w:t>
      </w:r>
      <w:r w:rsidR="00853F93" w:rsidRPr="00D8753F">
        <w:rPr>
          <w:szCs w:val="24"/>
        </w:rPr>
        <w:t xml:space="preserve"> kolejnic</w:t>
      </w:r>
      <w:r w:rsidRPr="00D8753F">
        <w:rPr>
          <w:szCs w:val="24"/>
        </w:rPr>
        <w:t xml:space="preserve"> v </w:t>
      </w:r>
      <w:r w:rsidRPr="00D8753F">
        <w:rPr>
          <w:b/>
          <w:szCs w:val="24"/>
        </w:rPr>
        <w:t>PP</w:t>
      </w:r>
      <w:r w:rsidR="00853F93" w:rsidRPr="00D8753F">
        <w:rPr>
          <w:szCs w:val="24"/>
        </w:rPr>
        <w:t xml:space="preserve"> od km </w:t>
      </w:r>
      <w:r w:rsidRPr="00D8753F">
        <w:rPr>
          <w:szCs w:val="24"/>
        </w:rPr>
        <w:t>109,105</w:t>
      </w:r>
      <w:r w:rsidR="00853F93" w:rsidRPr="00D8753F">
        <w:rPr>
          <w:szCs w:val="24"/>
        </w:rPr>
        <w:t xml:space="preserve"> do km</w:t>
      </w:r>
      <w:r w:rsidRPr="00D8753F">
        <w:rPr>
          <w:szCs w:val="24"/>
        </w:rPr>
        <w:t xml:space="preserve"> 109,538</w:t>
      </w:r>
      <w:r w:rsidR="00853F93" w:rsidRPr="00D8753F">
        <w:rPr>
          <w:szCs w:val="24"/>
        </w:rPr>
        <w:t>. Svařované</w:t>
      </w:r>
      <w:r w:rsidR="00761F2F">
        <w:rPr>
          <w:szCs w:val="24"/>
        </w:rPr>
        <w:t xml:space="preserve"> </w:t>
      </w:r>
      <w:r w:rsidR="00761F2F" w:rsidRPr="00761F2F">
        <w:rPr>
          <w:b/>
          <w:szCs w:val="24"/>
        </w:rPr>
        <w:t>užité</w:t>
      </w:r>
      <w:r w:rsidR="00853F93" w:rsidRPr="00761F2F">
        <w:rPr>
          <w:b/>
          <w:szCs w:val="24"/>
        </w:rPr>
        <w:t xml:space="preserve"> kolejnice S49</w:t>
      </w:r>
      <w:r w:rsidR="00853F93" w:rsidRPr="00D8753F">
        <w:rPr>
          <w:szCs w:val="24"/>
        </w:rPr>
        <w:t xml:space="preserve"> budou délky</w:t>
      </w:r>
      <w:r w:rsidRPr="00D8753F">
        <w:rPr>
          <w:szCs w:val="24"/>
        </w:rPr>
        <w:t xml:space="preserve"> cca</w:t>
      </w:r>
      <w:r w:rsidR="00853F93" w:rsidRPr="00D8753F">
        <w:rPr>
          <w:szCs w:val="24"/>
        </w:rPr>
        <w:t xml:space="preserve"> 25m</w:t>
      </w:r>
      <w:r w:rsidRPr="00D8753F">
        <w:rPr>
          <w:szCs w:val="24"/>
        </w:rPr>
        <w:t xml:space="preserve"> </w:t>
      </w:r>
      <w:r w:rsidR="00761F2F" w:rsidRPr="00D8753F">
        <w:rPr>
          <w:szCs w:val="24"/>
        </w:rPr>
        <w:t>(</w:t>
      </w:r>
      <w:r w:rsidR="00761F2F">
        <w:rPr>
          <w:szCs w:val="24"/>
        </w:rPr>
        <w:t xml:space="preserve">17 </w:t>
      </w:r>
      <w:r w:rsidR="00761F2F" w:rsidRPr="00D8753F">
        <w:rPr>
          <w:szCs w:val="24"/>
        </w:rPr>
        <w:t>ks</w:t>
      </w:r>
      <w:r w:rsidR="00761F2F">
        <w:rPr>
          <w:szCs w:val="24"/>
        </w:rPr>
        <w:t xml:space="preserve"> + 8m vložka</w:t>
      </w:r>
      <w:r w:rsidR="00761F2F" w:rsidRPr="00D8753F">
        <w:rPr>
          <w:szCs w:val="24"/>
        </w:rPr>
        <w:t>)</w:t>
      </w:r>
      <w:r w:rsidRPr="00D8753F">
        <w:rPr>
          <w:szCs w:val="24"/>
        </w:rPr>
        <w:t>. UT=23°C</w:t>
      </w:r>
    </w:p>
    <w:p w14:paraId="58361289" w14:textId="77777777" w:rsidR="00BC4368" w:rsidRPr="00D8753F" w:rsidRDefault="00BC4368" w:rsidP="00BC4368">
      <w:pPr>
        <w:pStyle w:val="Odstavecseseznamem"/>
        <w:rPr>
          <w:szCs w:val="24"/>
        </w:rPr>
      </w:pPr>
    </w:p>
    <w:p w14:paraId="3ACA5688" w14:textId="76CF6956" w:rsidR="00B67A24" w:rsidRDefault="00761F2F" w:rsidP="00B67A24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D8753F">
        <w:rPr>
          <w:szCs w:val="24"/>
        </w:rPr>
        <w:t xml:space="preserve">1. TK v úseku Přibyslav – Pohled dojde k výměně </w:t>
      </w:r>
      <w:r>
        <w:rPr>
          <w:b/>
          <w:szCs w:val="24"/>
        </w:rPr>
        <w:t>105</w:t>
      </w:r>
      <w:r w:rsidRPr="00D8753F">
        <w:rPr>
          <w:b/>
          <w:szCs w:val="24"/>
        </w:rPr>
        <w:t xml:space="preserve"> m</w:t>
      </w:r>
      <w:r w:rsidRPr="00D8753F">
        <w:rPr>
          <w:szCs w:val="24"/>
        </w:rPr>
        <w:t xml:space="preserve"> kolejnic v </w:t>
      </w:r>
      <w:r>
        <w:rPr>
          <w:b/>
          <w:szCs w:val="24"/>
        </w:rPr>
        <w:t>L</w:t>
      </w:r>
      <w:r w:rsidRPr="00D8753F">
        <w:rPr>
          <w:b/>
          <w:szCs w:val="24"/>
        </w:rPr>
        <w:t>P</w:t>
      </w:r>
      <w:r w:rsidRPr="00D8753F">
        <w:rPr>
          <w:szCs w:val="24"/>
        </w:rPr>
        <w:t xml:space="preserve"> od km </w:t>
      </w:r>
      <w:r w:rsidR="008470A2">
        <w:rPr>
          <w:szCs w:val="24"/>
        </w:rPr>
        <w:t>104,975</w:t>
      </w:r>
      <w:r w:rsidRPr="00D8753F">
        <w:rPr>
          <w:szCs w:val="24"/>
        </w:rPr>
        <w:t xml:space="preserve"> do km</w:t>
      </w:r>
      <w:r w:rsidR="008470A2">
        <w:rPr>
          <w:szCs w:val="24"/>
        </w:rPr>
        <w:t xml:space="preserve"> 105,080</w:t>
      </w:r>
      <w:r w:rsidRPr="00D8753F">
        <w:rPr>
          <w:szCs w:val="24"/>
        </w:rPr>
        <w:t>. Svařované</w:t>
      </w:r>
      <w:r>
        <w:rPr>
          <w:szCs w:val="24"/>
        </w:rPr>
        <w:t xml:space="preserve"> </w:t>
      </w:r>
      <w:r w:rsidRPr="00761F2F">
        <w:rPr>
          <w:b/>
          <w:szCs w:val="24"/>
        </w:rPr>
        <w:t>užité kolejnice S49</w:t>
      </w:r>
      <w:r w:rsidRPr="00D8753F">
        <w:rPr>
          <w:szCs w:val="24"/>
        </w:rPr>
        <w:t xml:space="preserve"> budou délky cca 25m . UT=23°C</w:t>
      </w:r>
    </w:p>
    <w:p w14:paraId="27AB8E5B" w14:textId="6B6FADDD" w:rsidR="00761F2F" w:rsidRDefault="00B67A24" w:rsidP="00B67A24">
      <w:pPr>
        <w:pStyle w:val="Odstavecseseznamem"/>
        <w:rPr>
          <w:szCs w:val="24"/>
        </w:rPr>
      </w:pPr>
      <w:r>
        <w:rPr>
          <w:szCs w:val="24"/>
        </w:rPr>
        <w:t xml:space="preserve">Dále na </w:t>
      </w:r>
      <w:r w:rsidRPr="00B67A24">
        <w:rPr>
          <w:b/>
          <w:szCs w:val="24"/>
        </w:rPr>
        <w:t>PP</w:t>
      </w:r>
      <w:r>
        <w:rPr>
          <w:b/>
          <w:szCs w:val="24"/>
        </w:rPr>
        <w:t xml:space="preserve"> </w:t>
      </w:r>
      <w:r>
        <w:rPr>
          <w:szCs w:val="24"/>
        </w:rPr>
        <w:t xml:space="preserve">dojde k úpravě UT ze 17 na 23 </w:t>
      </w:r>
      <w:r w:rsidRPr="00D8753F">
        <w:rPr>
          <w:szCs w:val="24"/>
        </w:rPr>
        <w:t>°C</w:t>
      </w:r>
      <w:r>
        <w:rPr>
          <w:szCs w:val="24"/>
        </w:rPr>
        <w:t xml:space="preserve"> ve stejném úseku.</w:t>
      </w:r>
    </w:p>
    <w:p w14:paraId="366DEF06" w14:textId="77777777" w:rsidR="00B67A24" w:rsidRPr="00B67A24" w:rsidRDefault="00B67A24" w:rsidP="00B67A24">
      <w:pPr>
        <w:pStyle w:val="Odstavecseseznamem"/>
        <w:rPr>
          <w:szCs w:val="24"/>
        </w:rPr>
      </w:pPr>
    </w:p>
    <w:p w14:paraId="0C07BA66" w14:textId="168CCA7C" w:rsidR="00BC4368" w:rsidRPr="00D8753F" w:rsidRDefault="00BC4368" w:rsidP="00D8753F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D8753F">
        <w:rPr>
          <w:szCs w:val="24"/>
        </w:rPr>
        <w:t xml:space="preserve">2. TK v úseku Havlíčkův Brod - Pohled  dojde k výměně </w:t>
      </w:r>
      <w:r w:rsidRPr="00D8753F">
        <w:rPr>
          <w:b/>
          <w:szCs w:val="24"/>
        </w:rPr>
        <w:t>450 m</w:t>
      </w:r>
      <w:r w:rsidRPr="00D8753F">
        <w:rPr>
          <w:szCs w:val="24"/>
        </w:rPr>
        <w:t xml:space="preserve"> kolejnic v </w:t>
      </w:r>
      <w:r w:rsidRPr="00D8753F">
        <w:rPr>
          <w:b/>
          <w:szCs w:val="24"/>
        </w:rPr>
        <w:t>LP</w:t>
      </w:r>
      <w:r w:rsidRPr="00D8753F">
        <w:rPr>
          <w:szCs w:val="24"/>
        </w:rPr>
        <w:t xml:space="preserve"> od km 114,015 do km 114,465. Svařované </w:t>
      </w:r>
      <w:r w:rsidR="00761F2F" w:rsidRPr="00761F2F">
        <w:rPr>
          <w:b/>
          <w:szCs w:val="24"/>
        </w:rPr>
        <w:t>nové</w:t>
      </w:r>
      <w:r w:rsidR="00761F2F">
        <w:rPr>
          <w:szCs w:val="24"/>
        </w:rPr>
        <w:t xml:space="preserve"> </w:t>
      </w:r>
      <w:r w:rsidR="00761F2F" w:rsidRPr="00761F2F">
        <w:rPr>
          <w:b/>
          <w:szCs w:val="24"/>
        </w:rPr>
        <w:t>kolejnice S49</w:t>
      </w:r>
      <w:r w:rsidR="00761F2F" w:rsidRPr="00D8753F">
        <w:rPr>
          <w:szCs w:val="24"/>
        </w:rPr>
        <w:t xml:space="preserve"> </w:t>
      </w:r>
      <w:r w:rsidRPr="00D8753F">
        <w:rPr>
          <w:szCs w:val="24"/>
        </w:rPr>
        <w:t>budou délky 25m (18</w:t>
      </w:r>
      <w:r w:rsidR="00D8753F" w:rsidRPr="00D8753F">
        <w:rPr>
          <w:szCs w:val="24"/>
        </w:rPr>
        <w:t xml:space="preserve"> </w:t>
      </w:r>
      <w:r w:rsidRPr="00D8753F">
        <w:rPr>
          <w:szCs w:val="24"/>
        </w:rPr>
        <w:t>ks). UT=23°C</w:t>
      </w:r>
      <w:r w:rsidR="00D8753F" w:rsidRPr="00D8753F">
        <w:rPr>
          <w:szCs w:val="24"/>
        </w:rPr>
        <w:t>.</w:t>
      </w:r>
      <w:r w:rsidR="008470A2">
        <w:rPr>
          <w:szCs w:val="24"/>
        </w:rPr>
        <w:t>60</w:t>
      </w:r>
    </w:p>
    <w:p w14:paraId="199C2DA5" w14:textId="77777777" w:rsidR="00D8753F" w:rsidRPr="00D8753F" w:rsidRDefault="00D8753F" w:rsidP="00D8753F">
      <w:pPr>
        <w:pStyle w:val="Odstavecseseznamem"/>
        <w:rPr>
          <w:szCs w:val="24"/>
        </w:rPr>
      </w:pPr>
    </w:p>
    <w:p w14:paraId="685EB734" w14:textId="43C0D52C" w:rsidR="00D8753F" w:rsidRDefault="00D8753F" w:rsidP="00D8753F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D8753F">
        <w:rPr>
          <w:szCs w:val="24"/>
        </w:rPr>
        <w:t xml:space="preserve">2. TK v úseku Havlíčkův Brod - Pohled  dojde k výměně </w:t>
      </w:r>
      <w:r w:rsidR="00D918BF">
        <w:rPr>
          <w:b/>
          <w:szCs w:val="24"/>
        </w:rPr>
        <w:t>75</w:t>
      </w:r>
      <w:r w:rsidRPr="00D8753F">
        <w:rPr>
          <w:b/>
          <w:szCs w:val="24"/>
        </w:rPr>
        <w:t xml:space="preserve"> m</w:t>
      </w:r>
      <w:r w:rsidRPr="00D8753F">
        <w:rPr>
          <w:szCs w:val="24"/>
        </w:rPr>
        <w:t xml:space="preserve"> kolejnic v </w:t>
      </w:r>
      <w:r w:rsidRPr="00D8753F">
        <w:rPr>
          <w:b/>
          <w:szCs w:val="24"/>
        </w:rPr>
        <w:t>PP</w:t>
      </w:r>
      <w:r w:rsidRPr="00D8753F">
        <w:rPr>
          <w:szCs w:val="24"/>
        </w:rPr>
        <w:t xml:space="preserve"> od km 114,580 do km 114,655. Svařované </w:t>
      </w:r>
      <w:r w:rsidR="00761F2F" w:rsidRPr="00761F2F">
        <w:rPr>
          <w:b/>
          <w:szCs w:val="24"/>
        </w:rPr>
        <w:t>nové</w:t>
      </w:r>
      <w:r w:rsidR="00761F2F">
        <w:rPr>
          <w:szCs w:val="24"/>
        </w:rPr>
        <w:t xml:space="preserve"> </w:t>
      </w:r>
      <w:r w:rsidR="00761F2F" w:rsidRPr="00761F2F">
        <w:rPr>
          <w:b/>
          <w:szCs w:val="24"/>
        </w:rPr>
        <w:t>kolejnice S49</w:t>
      </w:r>
      <w:r w:rsidR="00761F2F" w:rsidRPr="00D8753F">
        <w:rPr>
          <w:szCs w:val="24"/>
        </w:rPr>
        <w:t xml:space="preserve"> </w:t>
      </w:r>
      <w:r w:rsidRPr="00D8753F">
        <w:rPr>
          <w:szCs w:val="24"/>
        </w:rPr>
        <w:t>budou délky 25m (3 ks). UT=23°C.</w:t>
      </w:r>
    </w:p>
    <w:p w14:paraId="12D135DF" w14:textId="77777777" w:rsidR="00D8753F" w:rsidRPr="00D8753F" w:rsidRDefault="00D8753F" w:rsidP="00D8753F">
      <w:pPr>
        <w:pStyle w:val="Odstavecseseznamem"/>
        <w:rPr>
          <w:szCs w:val="24"/>
        </w:rPr>
      </w:pPr>
    </w:p>
    <w:p w14:paraId="370824F4" w14:textId="74E1A87B" w:rsidR="00D8753F" w:rsidRDefault="00D8753F" w:rsidP="00D8753F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D8753F">
        <w:rPr>
          <w:szCs w:val="24"/>
        </w:rPr>
        <w:t xml:space="preserve">2. TK v úseku Havlíčkův Brod </w:t>
      </w:r>
      <w:r w:rsidR="00761F2F">
        <w:rPr>
          <w:szCs w:val="24"/>
        </w:rPr>
        <w:t>–</w:t>
      </w:r>
      <w:r w:rsidRPr="00D8753F">
        <w:rPr>
          <w:szCs w:val="24"/>
        </w:rPr>
        <w:t xml:space="preserve"> Pohled</w:t>
      </w:r>
      <w:r w:rsidR="00761F2F">
        <w:rPr>
          <w:szCs w:val="24"/>
        </w:rPr>
        <w:t xml:space="preserve"> </w:t>
      </w:r>
      <w:r w:rsidRPr="00D8753F">
        <w:rPr>
          <w:szCs w:val="24"/>
        </w:rPr>
        <w:t xml:space="preserve">dojde k výměně </w:t>
      </w:r>
      <w:r w:rsidR="00D918BF">
        <w:rPr>
          <w:b/>
          <w:szCs w:val="24"/>
        </w:rPr>
        <w:t>275</w:t>
      </w:r>
      <w:r w:rsidRPr="00D8753F">
        <w:rPr>
          <w:b/>
          <w:szCs w:val="24"/>
        </w:rPr>
        <w:t xml:space="preserve"> m</w:t>
      </w:r>
      <w:r w:rsidRPr="00D8753F">
        <w:rPr>
          <w:szCs w:val="24"/>
        </w:rPr>
        <w:t xml:space="preserve"> kolejnic v </w:t>
      </w:r>
      <w:r w:rsidR="00D918BF">
        <w:rPr>
          <w:b/>
          <w:szCs w:val="24"/>
        </w:rPr>
        <w:t>L</w:t>
      </w:r>
      <w:r w:rsidRPr="00D8753F">
        <w:rPr>
          <w:b/>
          <w:szCs w:val="24"/>
        </w:rPr>
        <w:t>P</w:t>
      </w:r>
      <w:r w:rsidRPr="00D8753F">
        <w:rPr>
          <w:szCs w:val="24"/>
        </w:rPr>
        <w:t xml:space="preserve"> od km </w:t>
      </w:r>
      <w:r w:rsidR="00D918BF">
        <w:rPr>
          <w:szCs w:val="24"/>
        </w:rPr>
        <w:t>114,525</w:t>
      </w:r>
      <w:r w:rsidRPr="00D8753F">
        <w:rPr>
          <w:szCs w:val="24"/>
        </w:rPr>
        <w:t xml:space="preserve"> do km</w:t>
      </w:r>
      <w:r w:rsidR="00D918BF">
        <w:rPr>
          <w:szCs w:val="24"/>
        </w:rPr>
        <w:t xml:space="preserve"> 114,800</w:t>
      </w:r>
      <w:r w:rsidRPr="00D8753F">
        <w:rPr>
          <w:szCs w:val="24"/>
        </w:rPr>
        <w:t>. Svařované</w:t>
      </w:r>
      <w:r w:rsidR="00761F2F">
        <w:rPr>
          <w:szCs w:val="24"/>
        </w:rPr>
        <w:t xml:space="preserve"> </w:t>
      </w:r>
      <w:r w:rsidR="00761F2F" w:rsidRPr="00761F2F">
        <w:rPr>
          <w:b/>
          <w:szCs w:val="24"/>
        </w:rPr>
        <w:t>nové</w:t>
      </w:r>
      <w:r w:rsidR="00761F2F">
        <w:rPr>
          <w:szCs w:val="24"/>
        </w:rPr>
        <w:t xml:space="preserve"> </w:t>
      </w:r>
      <w:r w:rsidR="00761F2F" w:rsidRPr="00761F2F">
        <w:rPr>
          <w:b/>
          <w:szCs w:val="24"/>
        </w:rPr>
        <w:t xml:space="preserve">kolejnice </w:t>
      </w:r>
      <w:r w:rsidRPr="00761F2F">
        <w:rPr>
          <w:b/>
          <w:szCs w:val="24"/>
        </w:rPr>
        <w:t>S49</w:t>
      </w:r>
      <w:r w:rsidRPr="00D8753F">
        <w:rPr>
          <w:szCs w:val="24"/>
        </w:rPr>
        <w:t xml:space="preserve"> budou délky 25m (</w:t>
      </w:r>
      <w:r w:rsidR="008470A2">
        <w:rPr>
          <w:szCs w:val="24"/>
        </w:rPr>
        <w:t>11ks</w:t>
      </w:r>
      <w:r w:rsidRPr="00D8753F">
        <w:rPr>
          <w:szCs w:val="24"/>
        </w:rPr>
        <w:t>). UT=23°C</w:t>
      </w:r>
      <w:r w:rsidR="00B67A24">
        <w:rPr>
          <w:szCs w:val="24"/>
        </w:rPr>
        <w:t xml:space="preserve">. </w:t>
      </w:r>
    </w:p>
    <w:p w14:paraId="5BCBF842" w14:textId="17F89FBA" w:rsidR="00761F2F" w:rsidRDefault="00761F2F" w:rsidP="00761F2F">
      <w:pPr>
        <w:pStyle w:val="Odstavecseseznamem"/>
        <w:rPr>
          <w:szCs w:val="24"/>
        </w:rPr>
      </w:pPr>
    </w:p>
    <w:p w14:paraId="38145E24" w14:textId="19D2481B" w:rsidR="00B67A24" w:rsidRDefault="00B67A24" w:rsidP="00761F2F">
      <w:pPr>
        <w:pStyle w:val="Odstavecseseznamem"/>
        <w:rPr>
          <w:b/>
          <w:szCs w:val="24"/>
        </w:rPr>
      </w:pPr>
      <w:r>
        <w:rPr>
          <w:szCs w:val="24"/>
        </w:rPr>
        <w:t xml:space="preserve">V úsecích výměny kolejnic bude provedena výměna </w:t>
      </w:r>
      <w:r>
        <w:rPr>
          <w:b/>
          <w:szCs w:val="24"/>
        </w:rPr>
        <w:t>pryžových podložek S49 pod patu kolejnice (2460 ks) – dodá zhotovitel</w:t>
      </w:r>
    </w:p>
    <w:p w14:paraId="3324E304" w14:textId="4E9A3007" w:rsidR="00800041" w:rsidRDefault="00800041" w:rsidP="00761F2F">
      <w:pPr>
        <w:pStyle w:val="Odstavecseseznamem"/>
        <w:rPr>
          <w:szCs w:val="24"/>
        </w:rPr>
      </w:pPr>
    </w:p>
    <w:p w14:paraId="0C3155F0" w14:textId="20C7C33B" w:rsidR="00800041" w:rsidRDefault="00800041" w:rsidP="00761F2F">
      <w:pPr>
        <w:pStyle w:val="Odstavecseseznamem"/>
        <w:rPr>
          <w:szCs w:val="24"/>
        </w:rPr>
      </w:pPr>
      <w:r w:rsidRPr="00800041">
        <w:rPr>
          <w:b/>
          <w:szCs w:val="24"/>
        </w:rPr>
        <w:t>Nové kolejnice</w:t>
      </w:r>
      <w:r>
        <w:rPr>
          <w:b/>
          <w:szCs w:val="24"/>
        </w:rPr>
        <w:t xml:space="preserve"> (800 m)</w:t>
      </w:r>
      <w:r>
        <w:rPr>
          <w:szCs w:val="24"/>
        </w:rPr>
        <w:t xml:space="preserve"> budou uloženy v ŽST. Pohled. Dopravu na místo výměny zajistí </w:t>
      </w:r>
      <w:r w:rsidRPr="00800041">
        <w:rPr>
          <w:b/>
          <w:szCs w:val="24"/>
        </w:rPr>
        <w:t>zhotovitel</w:t>
      </w:r>
    </w:p>
    <w:p w14:paraId="5440DE6B" w14:textId="77777777" w:rsidR="00800041" w:rsidRDefault="00800041" w:rsidP="00761F2F">
      <w:pPr>
        <w:pStyle w:val="Odstavecseseznamem"/>
        <w:rPr>
          <w:szCs w:val="24"/>
        </w:rPr>
      </w:pPr>
    </w:p>
    <w:p w14:paraId="3906C2BB" w14:textId="5CB82D8D" w:rsidR="00800041" w:rsidRPr="00761F2F" w:rsidRDefault="00800041" w:rsidP="00761F2F">
      <w:pPr>
        <w:pStyle w:val="Odstavecseseznamem"/>
        <w:rPr>
          <w:szCs w:val="24"/>
        </w:rPr>
      </w:pPr>
      <w:r w:rsidRPr="00800041">
        <w:rPr>
          <w:b/>
          <w:szCs w:val="24"/>
        </w:rPr>
        <w:t>Užité kolejnice</w:t>
      </w:r>
      <w:r>
        <w:rPr>
          <w:b/>
          <w:szCs w:val="24"/>
        </w:rPr>
        <w:t xml:space="preserve"> (538 m)</w:t>
      </w:r>
      <w:r>
        <w:rPr>
          <w:szCs w:val="24"/>
        </w:rPr>
        <w:t xml:space="preserve"> rozveze </w:t>
      </w:r>
      <w:r w:rsidRPr="00800041">
        <w:rPr>
          <w:b/>
          <w:szCs w:val="24"/>
        </w:rPr>
        <w:t>TO HB2</w:t>
      </w:r>
      <w:r>
        <w:rPr>
          <w:szCs w:val="24"/>
        </w:rPr>
        <w:t xml:space="preserve"> na místa výměny.</w:t>
      </w:r>
    </w:p>
    <w:p w14:paraId="2133EF6A" w14:textId="17EB358A" w:rsidR="00853F93" w:rsidRPr="009D4B73" w:rsidRDefault="00390610" w:rsidP="009D4B73">
      <w:pPr>
        <w:jc w:val="both"/>
        <w:rPr>
          <w:b/>
          <w:sz w:val="20"/>
          <w:szCs w:val="24"/>
          <w:u w:val="single"/>
        </w:rPr>
      </w:pPr>
      <w:r w:rsidRPr="00B6329D">
        <w:rPr>
          <w:b/>
          <w:sz w:val="20"/>
          <w:szCs w:val="24"/>
          <w:u w:val="single"/>
        </w:rPr>
        <w:t>C</w:t>
      </w:r>
      <w:r>
        <w:rPr>
          <w:b/>
          <w:sz w:val="20"/>
          <w:szCs w:val="24"/>
          <w:u w:val="single"/>
        </w:rPr>
        <w:t xml:space="preserve">elkem výměna </w:t>
      </w:r>
      <w:r w:rsidR="00B67A24">
        <w:rPr>
          <w:b/>
          <w:sz w:val="20"/>
          <w:szCs w:val="24"/>
          <w:u w:val="single"/>
        </w:rPr>
        <w:t>1338m kolejnic a 2460 ks pryžo</w:t>
      </w:r>
      <w:r w:rsidR="009D4B73">
        <w:rPr>
          <w:b/>
          <w:sz w:val="20"/>
          <w:szCs w:val="24"/>
          <w:u w:val="single"/>
        </w:rPr>
        <w:t>vých podložek pod patu kolejnice</w:t>
      </w:r>
    </w:p>
    <w:p w14:paraId="7BF8B455" w14:textId="30BF0C14" w:rsidR="001A2350" w:rsidRDefault="001A2350" w:rsidP="001A2350">
      <w:pPr>
        <w:pStyle w:val="Nadpis6"/>
      </w:pPr>
      <w:r>
        <w:lastRenderedPageBreak/>
        <w:t>Opravné práce v ŽST</w:t>
      </w:r>
    </w:p>
    <w:p w14:paraId="78F2C10B" w14:textId="77777777" w:rsidR="001A2350" w:rsidRPr="001A2350" w:rsidRDefault="001A2350" w:rsidP="001A2350"/>
    <w:p w14:paraId="0825C23D" w14:textId="5ECF0730" w:rsidR="001A2350" w:rsidRDefault="001A2350" w:rsidP="00A650C9">
      <w:pPr>
        <w:pStyle w:val="Nadpis7"/>
        <w:numPr>
          <w:ilvl w:val="1"/>
          <w:numId w:val="23"/>
        </w:numPr>
      </w:pPr>
      <w:r>
        <w:t>ŽST. Pohled</w:t>
      </w:r>
    </w:p>
    <w:p w14:paraId="4753935B" w14:textId="2276B81C" w:rsidR="006F2739" w:rsidRDefault="006F2739" w:rsidP="00A650C9">
      <w:pPr>
        <w:pStyle w:val="Nadpis8"/>
      </w:pPr>
      <w:r>
        <w:t>Výměna výhybkových pražců</w:t>
      </w:r>
    </w:p>
    <w:p w14:paraId="3F81C25F" w14:textId="77777777" w:rsidR="006F2739" w:rsidRPr="006F2739" w:rsidRDefault="006F2739" w:rsidP="006F2739"/>
    <w:p w14:paraId="2B996232" w14:textId="77777777" w:rsidR="001A2350" w:rsidRPr="00692C6C" w:rsidRDefault="001A2350" w:rsidP="001A2350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</w:t>
      </w:r>
      <w:r>
        <w:rPr>
          <w:szCs w:val="24"/>
        </w:rPr>
        <w:t>389</w:t>
      </w:r>
      <w:r w:rsidRPr="00692C6C">
        <w:rPr>
          <w:szCs w:val="24"/>
        </w:rPr>
        <w:t xml:space="preserve"> ks výhybkových pražců. Délky p</w:t>
      </w:r>
      <w:r>
        <w:rPr>
          <w:szCs w:val="24"/>
        </w:rPr>
        <w:t xml:space="preserve">ražců jsou uvedeny v příloze </w:t>
      </w:r>
      <w:proofErr w:type="gramStart"/>
      <w:r>
        <w:rPr>
          <w:szCs w:val="24"/>
        </w:rPr>
        <w:t>č.1</w:t>
      </w:r>
      <w:r w:rsidRPr="00692C6C">
        <w:rPr>
          <w:szCs w:val="24"/>
        </w:rPr>
        <w:t>.</w:t>
      </w:r>
      <w:proofErr w:type="gramEnd"/>
    </w:p>
    <w:p w14:paraId="3658EF4E" w14:textId="77777777" w:rsidR="001A2350" w:rsidRPr="00692C6C" w:rsidRDefault="001A2350" w:rsidP="001A2350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</w:t>
      </w:r>
      <w:r>
        <w:rPr>
          <w:szCs w:val="24"/>
        </w:rPr>
        <w:t>e na výměnu označí VPS TO HB 2</w:t>
      </w:r>
      <w:r w:rsidRPr="00692C6C">
        <w:rPr>
          <w:szCs w:val="24"/>
        </w:rPr>
        <w:t>.</w:t>
      </w:r>
    </w:p>
    <w:p w14:paraId="0CE166B2" w14:textId="77777777" w:rsidR="001A2350" w:rsidRPr="00692C6C" w:rsidRDefault="001A2350" w:rsidP="001A2350">
      <w:pPr>
        <w:pStyle w:val="Odstavecseseznamem"/>
        <w:ind w:left="709"/>
        <w:jc w:val="both"/>
        <w:rPr>
          <w:szCs w:val="24"/>
        </w:rPr>
      </w:pPr>
    </w:p>
    <w:p w14:paraId="3E2D6898" w14:textId="20C71200" w:rsidR="001A2350" w:rsidRPr="00CD75FC" w:rsidRDefault="001A2350" w:rsidP="001A2350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>
        <w:rPr>
          <w:szCs w:val="24"/>
        </w:rPr>
        <w:t>K novým dřevěným p</w:t>
      </w:r>
      <w:r w:rsidRPr="00692C6C">
        <w:rPr>
          <w:szCs w:val="24"/>
        </w:rPr>
        <w:t xml:space="preserve">ražcům dodá </w:t>
      </w:r>
      <w:r w:rsidRPr="00692C6C">
        <w:rPr>
          <w:b/>
          <w:szCs w:val="24"/>
        </w:rPr>
        <w:t>zhotovitel nové Vrtule R2(R1),</w:t>
      </w:r>
      <w:r>
        <w:rPr>
          <w:b/>
          <w:szCs w:val="24"/>
        </w:rPr>
        <w:t xml:space="preserve"> nové</w:t>
      </w:r>
      <w:r w:rsidRPr="00692C6C">
        <w:rPr>
          <w:b/>
          <w:szCs w:val="24"/>
        </w:rPr>
        <w:t xml:space="preserve"> dvojité kroužky Fe6 a </w:t>
      </w:r>
      <w:r w:rsidR="009D4B73">
        <w:rPr>
          <w:b/>
          <w:szCs w:val="24"/>
        </w:rPr>
        <w:t>do středových částí podložky pod patu kolejnice a</w:t>
      </w:r>
      <w:r w:rsidRPr="00692C6C">
        <w:rPr>
          <w:b/>
          <w:szCs w:val="24"/>
        </w:rPr>
        <w:t xml:space="preserve"> </w:t>
      </w:r>
      <w:r>
        <w:rPr>
          <w:b/>
          <w:szCs w:val="24"/>
        </w:rPr>
        <w:t>PE podložky</w:t>
      </w:r>
      <w:r w:rsidR="000F65AE">
        <w:rPr>
          <w:b/>
          <w:szCs w:val="24"/>
        </w:rPr>
        <w:t xml:space="preserve"> pod podkladnice</w:t>
      </w:r>
      <w:r w:rsidRPr="00692C6C">
        <w:rPr>
          <w:b/>
          <w:szCs w:val="24"/>
        </w:rPr>
        <w:t>.</w:t>
      </w:r>
      <w:r>
        <w:rPr>
          <w:b/>
          <w:szCs w:val="24"/>
        </w:rPr>
        <w:t xml:space="preserve"> </w:t>
      </w:r>
    </w:p>
    <w:p w14:paraId="6F127651" w14:textId="77777777" w:rsidR="001A2350" w:rsidRPr="00692C6C" w:rsidRDefault="001A2350" w:rsidP="001A2350">
      <w:pPr>
        <w:pStyle w:val="Odstavecseseznamem"/>
        <w:ind w:left="709"/>
        <w:jc w:val="both"/>
        <w:rPr>
          <w:szCs w:val="24"/>
        </w:rPr>
      </w:pPr>
    </w:p>
    <w:p w14:paraId="7B7E1EF6" w14:textId="47ACCA40" w:rsidR="001A3641" w:rsidRPr="009D4B73" w:rsidRDefault="001A2350" w:rsidP="00FE330F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>Dojde k ručnímu podbití vyměněných</w:t>
      </w:r>
      <w:r w:rsidR="006F2739">
        <w:rPr>
          <w:szCs w:val="24"/>
        </w:rPr>
        <w:t xml:space="preserve"> výhybkových</w:t>
      </w:r>
      <w:r>
        <w:rPr>
          <w:szCs w:val="24"/>
        </w:rPr>
        <w:t xml:space="preserve"> pražců a následně se provede úprava</w:t>
      </w:r>
      <w:r w:rsidRPr="00692C6C">
        <w:rPr>
          <w:szCs w:val="24"/>
        </w:rPr>
        <w:t xml:space="preserve"> geometrické polohy </w:t>
      </w:r>
      <w:r>
        <w:rPr>
          <w:szCs w:val="24"/>
        </w:rPr>
        <w:t>výhybek</w:t>
      </w:r>
      <w:r w:rsidRPr="00692C6C">
        <w:rPr>
          <w:szCs w:val="24"/>
        </w:rPr>
        <w:t xml:space="preserve"> automatickou strojní podbíječkou a doplnění kolejového lože do profilu kamenivem fr. 31,5/63 mm dle předpisu SŽDC S3. </w:t>
      </w:r>
    </w:p>
    <w:p w14:paraId="30EB8993" w14:textId="043FC0AB" w:rsidR="001A3641" w:rsidRDefault="001A3641" w:rsidP="001A3641">
      <w:pPr>
        <w:pStyle w:val="Nadpis8"/>
      </w:pPr>
      <w:r>
        <w:t>Navařování součástí výhybek</w:t>
      </w:r>
    </w:p>
    <w:p w14:paraId="176FE312" w14:textId="59C53095" w:rsidR="001A3641" w:rsidRPr="001A3641" w:rsidRDefault="001A3641" w:rsidP="001A3641">
      <w:pPr>
        <w:pStyle w:val="Odstavecseseznamem"/>
        <w:ind w:left="1068"/>
        <w:jc w:val="both"/>
        <w:rPr>
          <w:szCs w:val="24"/>
        </w:rPr>
      </w:pPr>
    </w:p>
    <w:p w14:paraId="6D3E5B79" w14:textId="6A9A7B78" w:rsidR="001A2350" w:rsidRPr="001A3641" w:rsidRDefault="001A3641" w:rsidP="00486321">
      <w:pPr>
        <w:pStyle w:val="Odstavecseseznamem"/>
        <w:numPr>
          <w:ilvl w:val="0"/>
          <w:numId w:val="16"/>
        </w:numPr>
        <w:ind w:left="709"/>
        <w:jc w:val="both"/>
      </w:pPr>
      <w:r w:rsidRPr="001A3641">
        <w:rPr>
          <w:szCs w:val="24"/>
        </w:rPr>
        <w:t>Proběhne navaření srdcovek a křídlových kolejnic u následujících výhybek</w:t>
      </w:r>
      <w:r>
        <w:rPr>
          <w:szCs w:val="24"/>
        </w:rPr>
        <w:t xml:space="preserve"> v ŽST. Pohled</w:t>
      </w:r>
      <w:r w:rsidRPr="001A3641">
        <w:rPr>
          <w:szCs w:val="24"/>
        </w:rPr>
        <w:t>:</w:t>
      </w:r>
      <w:r>
        <w:rPr>
          <w:szCs w:val="24"/>
        </w:rPr>
        <w:t xml:space="preserve"> </w:t>
      </w:r>
    </w:p>
    <w:tbl>
      <w:tblPr>
        <w:tblW w:w="31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</w:tblGrid>
      <w:tr w:rsidR="00D501E6" w:rsidRPr="00D501E6" w14:paraId="5BE34FB0" w14:textId="77777777" w:rsidTr="00D501E6">
        <w:trPr>
          <w:trHeight w:val="31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B21F" w14:textId="77777777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Soupis výhybek pro navaření</w:t>
            </w:r>
          </w:p>
        </w:tc>
      </w:tr>
      <w:tr w:rsidR="00D501E6" w:rsidRPr="00D501E6" w14:paraId="349AC9B9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F9AA" w14:textId="47FC8A7E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ýhybka 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č. 2</w:t>
            </w:r>
          </w:p>
        </w:tc>
      </w:tr>
      <w:tr w:rsidR="00D501E6" w:rsidRPr="00D501E6" w14:paraId="06BC365E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8551" w14:textId="63230578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4</w:t>
            </w:r>
          </w:p>
        </w:tc>
      </w:tr>
      <w:tr w:rsidR="00D501E6" w:rsidRPr="00D501E6" w14:paraId="74744124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61A0" w14:textId="492BA346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6</w:t>
            </w:r>
          </w:p>
        </w:tc>
      </w:tr>
      <w:tr w:rsidR="00D501E6" w:rsidRPr="00D501E6" w14:paraId="6BA6F151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F266" w14:textId="1BF16976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12</w:t>
            </w:r>
          </w:p>
        </w:tc>
      </w:tr>
      <w:tr w:rsidR="00D501E6" w:rsidRPr="00D501E6" w14:paraId="43258610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AE74" w14:textId="1AEE9A75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13</w:t>
            </w:r>
          </w:p>
        </w:tc>
      </w:tr>
      <w:tr w:rsidR="00D501E6" w:rsidRPr="00D501E6" w14:paraId="16601485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D946" w14:textId="036F2DD6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14</w:t>
            </w:r>
          </w:p>
        </w:tc>
      </w:tr>
      <w:tr w:rsidR="00D501E6" w:rsidRPr="00D501E6" w14:paraId="3B5020B6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EDBB" w14:textId="645262FD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15</w:t>
            </w:r>
          </w:p>
        </w:tc>
      </w:tr>
      <w:tr w:rsidR="00D501E6" w:rsidRPr="00D501E6" w14:paraId="049D8610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B0AD" w14:textId="44483982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16</w:t>
            </w:r>
          </w:p>
        </w:tc>
      </w:tr>
      <w:tr w:rsidR="00D501E6" w:rsidRPr="00D501E6" w14:paraId="12567A06" w14:textId="77777777" w:rsidTr="00D501E6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C38B" w14:textId="34B507E4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17</w:t>
            </w:r>
          </w:p>
        </w:tc>
      </w:tr>
    </w:tbl>
    <w:p w14:paraId="1BD94719" w14:textId="64250F71" w:rsidR="001A3641" w:rsidRDefault="001A3641" w:rsidP="001A3641">
      <w:pPr>
        <w:pStyle w:val="Odstavecseseznamem"/>
        <w:ind w:left="709"/>
        <w:jc w:val="both"/>
      </w:pPr>
    </w:p>
    <w:p w14:paraId="474C815C" w14:textId="77777777" w:rsidR="00A650C9" w:rsidRPr="001A2350" w:rsidRDefault="00A650C9" w:rsidP="001A2350"/>
    <w:p w14:paraId="69AE74F8" w14:textId="64366CAD" w:rsidR="00F053AD" w:rsidRDefault="00F053AD" w:rsidP="00A650C9">
      <w:pPr>
        <w:pStyle w:val="Nadpis7"/>
      </w:pPr>
      <w:r>
        <w:t>ŽST. Přibyslav</w:t>
      </w:r>
    </w:p>
    <w:p w14:paraId="67FE97D6" w14:textId="77777777" w:rsidR="00C13138" w:rsidRDefault="00C13138" w:rsidP="00C13138">
      <w:pPr>
        <w:pStyle w:val="Nadpis8"/>
      </w:pPr>
      <w:r>
        <w:t>Výměna výhybkových pražců</w:t>
      </w:r>
    </w:p>
    <w:p w14:paraId="16F40490" w14:textId="77777777" w:rsidR="00C13138" w:rsidRPr="00C13138" w:rsidRDefault="00C13138" w:rsidP="00C13138"/>
    <w:p w14:paraId="3C0B9ABF" w14:textId="2CB19977" w:rsidR="00F053AD" w:rsidRPr="00843FDE" w:rsidRDefault="00F053AD" w:rsidP="00843FDE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</w:t>
      </w:r>
      <w:r>
        <w:rPr>
          <w:szCs w:val="24"/>
        </w:rPr>
        <w:t>201</w:t>
      </w:r>
      <w:r w:rsidRPr="00692C6C">
        <w:rPr>
          <w:szCs w:val="24"/>
        </w:rPr>
        <w:t xml:space="preserve"> ks výhybkových pražců</w:t>
      </w:r>
      <w:r w:rsidR="00843FDE">
        <w:rPr>
          <w:szCs w:val="24"/>
        </w:rPr>
        <w:t xml:space="preserve"> na sázavském </w:t>
      </w:r>
      <w:proofErr w:type="spellStart"/>
      <w:r w:rsidR="00843FDE">
        <w:rPr>
          <w:szCs w:val="24"/>
        </w:rPr>
        <w:t>zhlaví</w:t>
      </w:r>
      <w:proofErr w:type="spellEnd"/>
      <w:r w:rsidRPr="00692C6C">
        <w:rPr>
          <w:szCs w:val="24"/>
        </w:rPr>
        <w:t>. Délky p</w:t>
      </w:r>
      <w:r w:rsidR="00843FDE">
        <w:rPr>
          <w:szCs w:val="24"/>
        </w:rPr>
        <w:t xml:space="preserve">ražců jsou uvedeny v příloze </w:t>
      </w:r>
      <w:proofErr w:type="gramStart"/>
      <w:r w:rsidR="00843FDE">
        <w:rPr>
          <w:szCs w:val="24"/>
        </w:rPr>
        <w:t>č.1.</w:t>
      </w:r>
      <w:proofErr w:type="gramEnd"/>
      <w:r w:rsidR="00843FDE">
        <w:rPr>
          <w:szCs w:val="24"/>
        </w:rPr>
        <w:t xml:space="preserve"> </w:t>
      </w:r>
      <w:r w:rsidRPr="00843FDE">
        <w:rPr>
          <w:szCs w:val="24"/>
        </w:rPr>
        <w:t>Pražce na výměnu označí VPS TO HB 2.</w:t>
      </w:r>
    </w:p>
    <w:p w14:paraId="243C54AD" w14:textId="77777777" w:rsidR="00F053AD" w:rsidRPr="00692C6C" w:rsidRDefault="00F053AD" w:rsidP="00F053AD">
      <w:pPr>
        <w:pStyle w:val="Odstavecseseznamem"/>
        <w:ind w:left="709"/>
        <w:jc w:val="both"/>
        <w:rPr>
          <w:szCs w:val="24"/>
        </w:rPr>
      </w:pPr>
    </w:p>
    <w:p w14:paraId="191668F0" w14:textId="77777777" w:rsidR="009D4B73" w:rsidRPr="00CD75FC" w:rsidRDefault="009D4B73" w:rsidP="009D4B73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>
        <w:rPr>
          <w:szCs w:val="24"/>
        </w:rPr>
        <w:t>K novým dřevěným p</w:t>
      </w:r>
      <w:r w:rsidRPr="00692C6C">
        <w:rPr>
          <w:szCs w:val="24"/>
        </w:rPr>
        <w:t xml:space="preserve">ražcům dodá </w:t>
      </w:r>
      <w:r w:rsidRPr="00692C6C">
        <w:rPr>
          <w:b/>
          <w:szCs w:val="24"/>
        </w:rPr>
        <w:t>zhotovitel nové Vrtule R2(R1),</w:t>
      </w:r>
      <w:r>
        <w:rPr>
          <w:b/>
          <w:szCs w:val="24"/>
        </w:rPr>
        <w:t xml:space="preserve"> nové</w:t>
      </w:r>
      <w:r w:rsidRPr="00692C6C">
        <w:rPr>
          <w:b/>
          <w:szCs w:val="24"/>
        </w:rPr>
        <w:t xml:space="preserve"> dvojité kroužky Fe6 a </w:t>
      </w:r>
      <w:r>
        <w:rPr>
          <w:b/>
          <w:szCs w:val="24"/>
        </w:rPr>
        <w:t>do středových částí podložky pod patu kolejnice a</w:t>
      </w:r>
      <w:r w:rsidRPr="00692C6C">
        <w:rPr>
          <w:b/>
          <w:szCs w:val="24"/>
        </w:rPr>
        <w:t xml:space="preserve"> </w:t>
      </w:r>
      <w:r>
        <w:rPr>
          <w:b/>
          <w:szCs w:val="24"/>
        </w:rPr>
        <w:t>PE podložky pod podkladnice</w:t>
      </w:r>
      <w:r w:rsidRPr="00692C6C">
        <w:rPr>
          <w:b/>
          <w:szCs w:val="24"/>
        </w:rPr>
        <w:t>.</w:t>
      </w:r>
      <w:r>
        <w:rPr>
          <w:b/>
          <w:szCs w:val="24"/>
        </w:rPr>
        <w:t xml:space="preserve"> </w:t>
      </w:r>
    </w:p>
    <w:p w14:paraId="5DEA0E52" w14:textId="77777777" w:rsidR="00F053AD" w:rsidRPr="00692C6C" w:rsidRDefault="00F053AD" w:rsidP="00F053AD">
      <w:pPr>
        <w:pStyle w:val="Odstavecseseznamem"/>
        <w:ind w:left="709"/>
        <w:jc w:val="both"/>
        <w:rPr>
          <w:szCs w:val="24"/>
        </w:rPr>
      </w:pPr>
    </w:p>
    <w:p w14:paraId="5CA49495" w14:textId="7885F11E" w:rsidR="00D501E6" w:rsidRPr="00FE330F" w:rsidRDefault="001A2350" w:rsidP="00FE330F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>
        <w:rPr>
          <w:szCs w:val="24"/>
        </w:rPr>
        <w:t>Dojde k ručnímu podbití vyměněných pražců a následně se provede úprava</w:t>
      </w:r>
      <w:r w:rsidR="00F053AD" w:rsidRPr="00692C6C">
        <w:rPr>
          <w:szCs w:val="24"/>
        </w:rPr>
        <w:t xml:space="preserve"> geometrické polohy </w:t>
      </w:r>
      <w:r w:rsidR="00F053AD">
        <w:rPr>
          <w:szCs w:val="24"/>
        </w:rPr>
        <w:t>výhybek</w:t>
      </w:r>
      <w:r w:rsidR="00F053AD" w:rsidRPr="00692C6C">
        <w:rPr>
          <w:szCs w:val="24"/>
        </w:rPr>
        <w:t xml:space="preserve"> automatickou strojní podbíječkou a doplnění kolejového lože do profilu kamenivem fr. 31,5/63 mm dle předpisu SŽDC S3. </w:t>
      </w:r>
    </w:p>
    <w:p w14:paraId="532B09C2" w14:textId="77777777" w:rsidR="00D501E6" w:rsidRDefault="00D501E6" w:rsidP="00D501E6">
      <w:pPr>
        <w:pStyle w:val="Nadpis8"/>
      </w:pPr>
      <w:r>
        <w:lastRenderedPageBreak/>
        <w:t>Navařování součástí výhybek</w:t>
      </w:r>
    </w:p>
    <w:p w14:paraId="352243F9" w14:textId="77777777" w:rsidR="00D501E6" w:rsidRPr="001A3641" w:rsidRDefault="00D501E6" w:rsidP="00D501E6">
      <w:pPr>
        <w:pStyle w:val="Odstavecseseznamem"/>
        <w:ind w:left="1068"/>
        <w:jc w:val="both"/>
        <w:rPr>
          <w:szCs w:val="24"/>
        </w:rPr>
      </w:pPr>
    </w:p>
    <w:p w14:paraId="7E9681E4" w14:textId="564349E0" w:rsidR="00D501E6" w:rsidRPr="00D501E6" w:rsidRDefault="00D501E6" w:rsidP="00D501E6">
      <w:pPr>
        <w:pStyle w:val="Odstavecseseznamem"/>
        <w:numPr>
          <w:ilvl w:val="0"/>
          <w:numId w:val="16"/>
        </w:numPr>
        <w:ind w:left="709"/>
        <w:jc w:val="both"/>
      </w:pPr>
      <w:r w:rsidRPr="001A3641">
        <w:rPr>
          <w:szCs w:val="24"/>
        </w:rPr>
        <w:t>Proběhne navaření srdcovek a křídlových kolejnic u následujících výhybek</w:t>
      </w:r>
      <w:r>
        <w:rPr>
          <w:szCs w:val="24"/>
        </w:rPr>
        <w:t xml:space="preserve"> v ŽST. Přibyslav</w:t>
      </w:r>
      <w:r w:rsidRPr="001A3641">
        <w:rPr>
          <w:szCs w:val="24"/>
        </w:rPr>
        <w:t>:</w:t>
      </w:r>
      <w:r>
        <w:rPr>
          <w:szCs w:val="24"/>
        </w:rPr>
        <w:t xml:space="preserve"> </w:t>
      </w:r>
    </w:p>
    <w:tbl>
      <w:tblPr>
        <w:tblW w:w="32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</w:tblGrid>
      <w:tr w:rsidR="00D501E6" w:rsidRPr="00D501E6" w14:paraId="3964C3DC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EC15" w14:textId="77777777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Soupis výhybek pro navaření</w:t>
            </w:r>
          </w:p>
        </w:tc>
      </w:tr>
      <w:tr w:rsidR="00D501E6" w:rsidRPr="00D501E6" w14:paraId="39A9A9D9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ADC7" w14:textId="76CB6CF2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</w:t>
            </w:r>
          </w:p>
        </w:tc>
      </w:tr>
      <w:tr w:rsidR="00D501E6" w:rsidRPr="00D501E6" w14:paraId="545CDCFE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BBA7" w14:textId="54F4128C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2</w:t>
            </w:r>
          </w:p>
        </w:tc>
      </w:tr>
      <w:tr w:rsidR="00D501E6" w:rsidRPr="00D501E6" w14:paraId="7D66E843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E8A0" w14:textId="373C70B4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5</w:t>
            </w:r>
          </w:p>
        </w:tc>
      </w:tr>
      <w:tr w:rsidR="00D501E6" w:rsidRPr="00D501E6" w14:paraId="61EE7440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3DA2" w14:textId="3D9F9539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6</w:t>
            </w:r>
          </w:p>
        </w:tc>
      </w:tr>
      <w:tr w:rsidR="00D501E6" w:rsidRPr="00D501E6" w14:paraId="42A0E79D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9398" w14:textId="59F87633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12</w:t>
            </w:r>
          </w:p>
        </w:tc>
      </w:tr>
      <w:tr w:rsidR="00D501E6" w:rsidRPr="00D501E6" w14:paraId="524ED8FE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511F" w14:textId="44BC1AD9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13</w:t>
            </w:r>
          </w:p>
        </w:tc>
      </w:tr>
      <w:tr w:rsidR="00D501E6" w:rsidRPr="00D501E6" w14:paraId="0B5DA52C" w14:textId="77777777" w:rsidTr="00D501E6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7419" w14:textId="5C72D126" w:rsidR="00D501E6" w:rsidRPr="00D501E6" w:rsidRDefault="00D501E6" w:rsidP="00D501E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ýhybka</w:t>
            </w:r>
            <w:r w:rsidRPr="00D501E6">
              <w:rPr>
                <w:rFonts w:eastAsia="Times New Roman" w:cs="Arial"/>
                <w:sz w:val="20"/>
                <w:szCs w:val="20"/>
                <w:lang w:eastAsia="cs-CZ"/>
              </w:rPr>
              <w:t xml:space="preserve"> č. 14</w:t>
            </w:r>
          </w:p>
        </w:tc>
      </w:tr>
    </w:tbl>
    <w:p w14:paraId="4C844194" w14:textId="4A27A20A" w:rsidR="009D4B73" w:rsidRPr="001A3641" w:rsidRDefault="009D4B73" w:rsidP="00D501E6">
      <w:pPr>
        <w:pStyle w:val="Odstavecseseznamem"/>
        <w:ind w:left="709"/>
        <w:jc w:val="both"/>
      </w:pPr>
    </w:p>
    <w:p w14:paraId="1E9B4F9C" w14:textId="77777777" w:rsidR="00E11A62" w:rsidRDefault="00E11A62" w:rsidP="00D37048">
      <w:pPr>
        <w:pStyle w:val="Nadpis8"/>
      </w:pPr>
      <w:r>
        <w:t>Výměna pražců ve staničních kolejích</w:t>
      </w:r>
    </w:p>
    <w:p w14:paraId="45F6E60C" w14:textId="0A4BCB7C" w:rsidR="00E627EA" w:rsidRPr="00E627EA" w:rsidRDefault="00E627EA" w:rsidP="00E627EA">
      <w:pPr>
        <w:jc w:val="both"/>
        <w:rPr>
          <w:szCs w:val="24"/>
        </w:rPr>
      </w:pPr>
    </w:p>
    <w:p w14:paraId="787A5FA8" w14:textId="77A2DD94" w:rsidR="00E11A62" w:rsidRPr="00E627EA" w:rsidRDefault="00E627EA" w:rsidP="00E627EA">
      <w:pPr>
        <w:pStyle w:val="Odstavecseseznamem"/>
        <w:numPr>
          <w:ilvl w:val="0"/>
          <w:numId w:val="24"/>
        </w:numPr>
        <w:ind w:left="709"/>
        <w:jc w:val="both"/>
        <w:rPr>
          <w:szCs w:val="24"/>
        </w:rPr>
      </w:pPr>
      <w:r w:rsidRPr="00E627EA">
        <w:rPr>
          <w:szCs w:val="24"/>
        </w:rPr>
        <w:t>Proběhne výměna 187 ks dřevěných pražců za betonové pražce SB6 . Pražce na výměnu označí VPS TO HB 2. Vým</w:t>
      </w:r>
      <w:r>
        <w:rPr>
          <w:szCs w:val="24"/>
        </w:rPr>
        <w:t>ěna proběhne dle parametrů níže</w:t>
      </w:r>
    </w:p>
    <w:p w14:paraId="09B4B422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t xml:space="preserve"> </w:t>
      </w:r>
    </w:p>
    <w:p w14:paraId="746F38D1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rPr>
          <w:szCs w:val="24"/>
        </w:rPr>
        <w:t>Od ZV1 do 1TK: dl.22m 39 ks SB6 S49</w:t>
      </w:r>
    </w:p>
    <w:p w14:paraId="69E39A2B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rPr>
          <w:szCs w:val="24"/>
        </w:rPr>
        <w:t>Od ZV2 do 2TK: dl.13m 23 ks SB6 S49</w:t>
      </w:r>
    </w:p>
    <w:p w14:paraId="5B9E415B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rPr>
          <w:szCs w:val="24"/>
        </w:rPr>
        <w:t>Od KV6 do 2SK: dl.20m 35 ks SB6 S49</w:t>
      </w:r>
    </w:p>
    <w:p w14:paraId="613E22D0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rPr>
          <w:szCs w:val="24"/>
        </w:rPr>
        <w:t>Od KV5 do 1SK: dl.19m 34 ks SB6 S49</w:t>
      </w:r>
    </w:p>
    <w:p w14:paraId="27CA6ED7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rPr>
          <w:szCs w:val="24"/>
        </w:rPr>
        <w:t>Od KV7 do 3SK: dl.33m 56 ks SB6 S49</w:t>
      </w:r>
    </w:p>
    <w:p w14:paraId="1C0AE974" w14:textId="77777777" w:rsidR="00E11A62" w:rsidRDefault="00E11A62" w:rsidP="00E11A62">
      <w:pPr>
        <w:pStyle w:val="Odstavecseseznamem"/>
        <w:ind w:left="1068"/>
        <w:jc w:val="both"/>
        <w:rPr>
          <w:szCs w:val="24"/>
        </w:rPr>
      </w:pPr>
      <w:r>
        <w:rPr>
          <w:szCs w:val="24"/>
        </w:rPr>
        <w:t xml:space="preserve">                       </w:t>
      </w:r>
    </w:p>
    <w:p w14:paraId="69AAB538" w14:textId="77777777" w:rsidR="00E11A62" w:rsidRDefault="00E11A62" w:rsidP="00E11A62">
      <w:pPr>
        <w:pStyle w:val="Odstavecseseznamem"/>
        <w:numPr>
          <w:ilvl w:val="0"/>
          <w:numId w:val="24"/>
        </w:numPr>
        <w:ind w:left="709"/>
        <w:jc w:val="both"/>
        <w:rPr>
          <w:szCs w:val="24"/>
        </w:rPr>
      </w:pPr>
      <w:r>
        <w:rPr>
          <w:szCs w:val="24"/>
        </w:rPr>
        <w:t xml:space="preserve">Pražce budou osazeny novými </w:t>
      </w:r>
      <w:r>
        <w:rPr>
          <w:b/>
          <w:szCs w:val="24"/>
        </w:rPr>
        <w:t xml:space="preserve">pryžovými podložkami S49 pod patu kolejnice (374 ks) a novými Komplety ŽS 4 (748 ks), </w:t>
      </w:r>
      <w:r>
        <w:rPr>
          <w:szCs w:val="24"/>
        </w:rPr>
        <w:t>které dodá</w:t>
      </w:r>
      <w:r>
        <w:rPr>
          <w:b/>
          <w:szCs w:val="24"/>
        </w:rPr>
        <w:t xml:space="preserve"> zhotovitel. </w:t>
      </w:r>
      <w:r>
        <w:rPr>
          <w:szCs w:val="24"/>
        </w:rPr>
        <w:t>Demontované komplety budou odvezeny do šrotu.</w:t>
      </w:r>
    </w:p>
    <w:p w14:paraId="54F71A61" w14:textId="77777777" w:rsidR="00E11A62" w:rsidRDefault="00E11A62" w:rsidP="00E11A62">
      <w:pPr>
        <w:pStyle w:val="Odstavecseseznamem"/>
        <w:ind w:left="709"/>
        <w:jc w:val="both"/>
        <w:rPr>
          <w:szCs w:val="24"/>
        </w:rPr>
      </w:pPr>
    </w:p>
    <w:p w14:paraId="30921667" w14:textId="03B1479A" w:rsidR="00D501E6" w:rsidRPr="009D4B73" w:rsidRDefault="00E11A62" w:rsidP="00D501E6">
      <w:pPr>
        <w:pStyle w:val="Odstavecseseznamem"/>
        <w:numPr>
          <w:ilvl w:val="0"/>
          <w:numId w:val="24"/>
        </w:numPr>
        <w:ind w:left="709"/>
        <w:jc w:val="both"/>
        <w:rPr>
          <w:szCs w:val="24"/>
        </w:rPr>
      </w:pPr>
      <w:r>
        <w:rPr>
          <w:szCs w:val="24"/>
        </w:rPr>
        <w:t xml:space="preserve">Dojde k provizornímu podbití vyměněných pražců a následně se provede úprava geometrické polohy automatickou strojní podbíječkou a doplnění kolejového lože do profilu kamenivem fr. 31,5/63 mm dle předpisu SŽDC S3. </w:t>
      </w:r>
    </w:p>
    <w:p w14:paraId="33D898A7" w14:textId="4EA9DFA7" w:rsidR="007C0333" w:rsidRPr="00692C6C" w:rsidRDefault="00226B6F" w:rsidP="00924297">
      <w:pPr>
        <w:pStyle w:val="JCSO"/>
      </w:pPr>
      <w:r w:rsidRPr="00692C6C">
        <w:t>Související práce</w:t>
      </w:r>
    </w:p>
    <w:p w14:paraId="45BA6DEB" w14:textId="7EB17C19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odvoz veškerého vyzískaného materiálu </w:t>
      </w:r>
      <w:r w:rsidR="00994948" w:rsidRPr="00692C6C">
        <w:rPr>
          <w:rFonts w:asciiTheme="minorHAnsi" w:hAnsiTheme="minorHAnsi"/>
          <w:b w:val="0"/>
          <w:sz w:val="18"/>
          <w:u w:val="none"/>
        </w:rPr>
        <w:t>na úložiště v</w:t>
      </w:r>
      <w:r w:rsidR="00387A7A">
        <w:rPr>
          <w:rFonts w:asciiTheme="minorHAnsi" w:hAnsiTheme="minorHAnsi"/>
          <w:b w:val="0"/>
          <w:sz w:val="18"/>
          <w:u w:val="none"/>
        </w:rPr>
        <w:t> ŽST. Pohled, případně ŽST. Přibyslav</w:t>
      </w:r>
      <w:r w:rsidR="00994948" w:rsidRPr="00692C6C">
        <w:rPr>
          <w:rFonts w:asciiTheme="minorHAnsi" w:hAnsiTheme="minorHAnsi"/>
          <w:b w:val="0"/>
          <w:sz w:val="18"/>
          <w:u w:val="none"/>
        </w:rPr>
        <w:t xml:space="preserve"> dle dispozic VPS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 a jeho uložení dle předpisu SŽDC S3</w:t>
      </w:r>
    </w:p>
    <w:p w14:paraId="1C17983B" w14:textId="643359B0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po ukončení demontáže a vytřídění svrškového materiálu zajištění jeho protokolárního předání objednateli</w:t>
      </w:r>
    </w:p>
    <w:p w14:paraId="0759C984" w14:textId="1FB1A223" w:rsidR="00DC5013" w:rsidRPr="001A3641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1A3641">
        <w:rPr>
          <w:rFonts w:asciiTheme="minorHAnsi" w:hAnsiTheme="minorHAnsi"/>
          <w:b w:val="0"/>
          <w:sz w:val="18"/>
          <w:u w:val="none"/>
        </w:rPr>
        <w:t xml:space="preserve">na svařování a navařování ocelového materiálu se vztahují ustanovení „Opatření k zajištění jakosti svářečských prací“ </w:t>
      </w:r>
      <w:proofErr w:type="gramStart"/>
      <w:r w:rsidRPr="001A3641">
        <w:rPr>
          <w:rFonts w:asciiTheme="minorHAnsi" w:hAnsiTheme="minorHAnsi"/>
          <w:b w:val="0"/>
          <w:sz w:val="18"/>
          <w:u w:val="none"/>
        </w:rPr>
        <w:t>č.j.</w:t>
      </w:r>
      <w:proofErr w:type="gramEnd"/>
      <w:r w:rsidRPr="001A3641">
        <w:rPr>
          <w:rFonts w:asciiTheme="minorHAnsi" w:hAnsiTheme="minorHAnsi"/>
          <w:b w:val="0"/>
          <w:sz w:val="18"/>
          <w:u w:val="none"/>
        </w:rPr>
        <w:t xml:space="preserve">4098/09-OTH; objednatel se namátkově zúčastní měření rovinatosti svarů </w:t>
      </w:r>
    </w:p>
    <w:p w14:paraId="31150634" w14:textId="744508DF" w:rsidR="00275537" w:rsidRPr="00275537" w:rsidRDefault="00275537" w:rsidP="00275537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275537">
        <w:rPr>
          <w:rFonts w:asciiTheme="minorHAnsi" w:hAnsiTheme="minorHAnsi"/>
          <w:b w:val="0"/>
          <w:sz w:val="18"/>
          <w:u w:val="none"/>
        </w:rPr>
        <w:t>předpokládaná upínací teplota dle SŽDC(ČD) S3/2, určí VPS TO H. Brod 2</w:t>
      </w:r>
    </w:p>
    <w:p w14:paraId="50181639" w14:textId="5868370E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ošetření upevňovadel ekologickým mazadlem</w:t>
      </w:r>
    </w:p>
    <w:p w14:paraId="47197773" w14:textId="10C8FBE9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předložení technologického postupu prací </w:t>
      </w:r>
    </w:p>
    <w:p w14:paraId="37086273" w14:textId="028250E8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zhotovitel zodpovídá za měření rozpracovaného úseku do doby předání a převzetí stavby a za odstranění závad během stavby a po jejím ukončení v rámci daných záruk</w:t>
      </w:r>
    </w:p>
    <w:p w14:paraId="57B5B04A" w14:textId="60783A05" w:rsidR="00DC5013" w:rsidRDefault="00DC5013" w:rsidP="00DC5013">
      <w:pPr>
        <w:pStyle w:val="JCSO"/>
      </w:pPr>
    </w:p>
    <w:p w14:paraId="7F56B804" w14:textId="77777777" w:rsidR="00800041" w:rsidRPr="00692C6C" w:rsidRDefault="00800041" w:rsidP="00DC5013">
      <w:pPr>
        <w:pStyle w:val="JCSO"/>
      </w:pPr>
    </w:p>
    <w:p w14:paraId="1D60F393" w14:textId="2298AA34" w:rsidR="004A17B6" w:rsidRPr="00692C6C" w:rsidRDefault="004A17B6" w:rsidP="00924297">
      <w:pPr>
        <w:pStyle w:val="JCSO"/>
      </w:pPr>
      <w:r w:rsidRPr="00924297">
        <w:rPr>
          <w:sz w:val="32"/>
        </w:rPr>
        <w:lastRenderedPageBreak/>
        <w:t>Shrnutí</w:t>
      </w:r>
    </w:p>
    <w:p w14:paraId="7038F0E7" w14:textId="56C25EB8" w:rsidR="00DC5013" w:rsidRPr="00692C6C" w:rsidRDefault="00DC5013" w:rsidP="00924297">
      <w:pPr>
        <w:pStyle w:val="JCSO"/>
      </w:pPr>
      <w:r w:rsidRPr="00692C6C">
        <w:t>materiál dodávaný objednatelem</w:t>
      </w:r>
    </w:p>
    <w:p w14:paraId="42D5EBA9" w14:textId="7E1A31C7" w:rsidR="00DC5013" w:rsidRPr="00924297" w:rsidRDefault="008B6F54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Užité betonové pražce</w:t>
      </w:r>
      <w:r w:rsidR="00DC5013" w:rsidRPr="00692C6C">
        <w:rPr>
          <w:rFonts w:asciiTheme="minorHAnsi" w:hAnsiTheme="minorHAnsi"/>
          <w:b w:val="0"/>
          <w:sz w:val="18"/>
          <w:u w:val="none"/>
        </w:rPr>
        <w:t xml:space="preserve"> SB6</w:t>
      </w:r>
      <w:r w:rsidR="00FA256E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="00FA256E" w:rsidRPr="00924297">
        <w:rPr>
          <w:rFonts w:asciiTheme="minorHAnsi" w:hAnsiTheme="minorHAnsi"/>
          <w:b w:val="0"/>
          <w:sz w:val="18"/>
          <w:u w:val="none"/>
        </w:rPr>
        <w:t>(</w:t>
      </w:r>
      <w:r w:rsidR="00275537">
        <w:rPr>
          <w:rFonts w:asciiTheme="minorHAnsi" w:hAnsiTheme="minorHAnsi"/>
          <w:b w:val="0"/>
          <w:sz w:val="18"/>
          <w:u w:val="none"/>
        </w:rPr>
        <w:t>110</w:t>
      </w:r>
      <w:r w:rsidR="009D4B73">
        <w:rPr>
          <w:rFonts w:asciiTheme="minorHAnsi" w:hAnsiTheme="minorHAnsi"/>
          <w:b w:val="0"/>
          <w:sz w:val="18"/>
          <w:u w:val="none"/>
        </w:rPr>
        <w:t>1</w:t>
      </w:r>
      <w:r w:rsidR="00FA256E" w:rsidRPr="00924297">
        <w:rPr>
          <w:rFonts w:asciiTheme="minorHAnsi" w:hAnsiTheme="minorHAnsi"/>
          <w:b w:val="0"/>
          <w:sz w:val="18"/>
          <w:u w:val="none"/>
        </w:rPr>
        <w:t xml:space="preserve"> ks)</w:t>
      </w:r>
      <w:r w:rsidR="009D4B73">
        <w:rPr>
          <w:rFonts w:asciiTheme="minorHAnsi" w:hAnsiTheme="minorHAnsi"/>
          <w:b w:val="0"/>
          <w:sz w:val="18"/>
          <w:u w:val="none"/>
        </w:rPr>
        <w:t xml:space="preserve"> - </w:t>
      </w:r>
      <w:r w:rsidR="009D4B73" w:rsidRPr="009D4B73">
        <w:rPr>
          <w:rFonts w:asciiTheme="minorHAnsi" w:hAnsiTheme="minorHAnsi"/>
          <w:sz w:val="18"/>
          <w:u w:val="none"/>
        </w:rPr>
        <w:t>Zhotovitel</w:t>
      </w:r>
      <w:r w:rsidR="009D4B73">
        <w:rPr>
          <w:rFonts w:asciiTheme="minorHAnsi" w:hAnsiTheme="minorHAnsi"/>
          <w:b w:val="0"/>
          <w:sz w:val="18"/>
          <w:u w:val="none"/>
        </w:rPr>
        <w:t xml:space="preserve"> doveze ze stanice Ostrov nad oslavou</w:t>
      </w:r>
    </w:p>
    <w:p w14:paraId="48FB3825" w14:textId="499EC6AE" w:rsidR="0011328C" w:rsidRDefault="00924297" w:rsidP="0011328C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>
        <w:rPr>
          <w:rFonts w:asciiTheme="minorHAnsi" w:hAnsiTheme="minorHAnsi"/>
          <w:b w:val="0"/>
          <w:sz w:val="18"/>
          <w:u w:val="none"/>
        </w:rPr>
        <w:t xml:space="preserve">Dřevěné pražce </w:t>
      </w:r>
      <w:r w:rsidR="0011328C" w:rsidRPr="00692C6C">
        <w:rPr>
          <w:rFonts w:asciiTheme="minorHAnsi" w:hAnsiTheme="minorHAnsi"/>
          <w:b w:val="0"/>
          <w:sz w:val="18"/>
          <w:u w:val="none"/>
        </w:rPr>
        <w:t>výhybkové</w:t>
      </w:r>
      <w:r w:rsidR="009D4B73">
        <w:rPr>
          <w:rFonts w:asciiTheme="minorHAnsi" w:hAnsiTheme="minorHAnsi"/>
          <w:b w:val="0"/>
          <w:sz w:val="18"/>
          <w:u w:val="none"/>
        </w:rPr>
        <w:t xml:space="preserve"> – uloženy v ŽST. Pohled</w:t>
      </w:r>
    </w:p>
    <w:p w14:paraId="131700C2" w14:textId="45FF0A6F" w:rsidR="009D4B73" w:rsidRDefault="009D4B73" w:rsidP="0011328C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>
        <w:rPr>
          <w:rFonts w:asciiTheme="minorHAnsi" w:hAnsiTheme="minorHAnsi"/>
          <w:b w:val="0"/>
          <w:sz w:val="18"/>
          <w:u w:val="none"/>
        </w:rPr>
        <w:t>Nové kolejnice S49 (800m) - uloženy v ŽST. Pohled</w:t>
      </w:r>
    </w:p>
    <w:p w14:paraId="75C64C1C" w14:textId="29C155E9" w:rsidR="009D4B73" w:rsidRPr="00924297" w:rsidRDefault="009D4B73" w:rsidP="009D4B7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>
        <w:rPr>
          <w:rFonts w:asciiTheme="minorHAnsi" w:hAnsiTheme="minorHAnsi"/>
          <w:b w:val="0"/>
          <w:sz w:val="18"/>
          <w:u w:val="none"/>
        </w:rPr>
        <w:t>Užité kolejnice (538m)</w:t>
      </w:r>
      <w:r w:rsidRPr="009D4B73">
        <w:rPr>
          <w:rFonts w:asciiTheme="minorHAnsi" w:hAnsiTheme="minorHAnsi"/>
          <w:b w:val="0"/>
          <w:sz w:val="18"/>
          <w:u w:val="none"/>
        </w:rPr>
        <w:t xml:space="preserve"> </w:t>
      </w:r>
      <w:r w:rsidR="00E627EA">
        <w:rPr>
          <w:rFonts w:asciiTheme="minorHAnsi" w:hAnsiTheme="minorHAnsi"/>
          <w:b w:val="0"/>
          <w:sz w:val="18"/>
          <w:u w:val="none"/>
        </w:rPr>
        <w:t>–</w:t>
      </w:r>
      <w:r>
        <w:rPr>
          <w:rFonts w:asciiTheme="minorHAnsi" w:hAnsiTheme="minorHAnsi"/>
          <w:b w:val="0"/>
          <w:sz w:val="18"/>
          <w:u w:val="none"/>
        </w:rPr>
        <w:t xml:space="preserve"> </w:t>
      </w:r>
      <w:r w:rsidR="00E627EA" w:rsidRPr="00E627EA">
        <w:rPr>
          <w:rFonts w:asciiTheme="minorHAnsi" w:hAnsiTheme="minorHAnsi"/>
          <w:sz w:val="18"/>
          <w:u w:val="none"/>
        </w:rPr>
        <w:t>Objednatel</w:t>
      </w:r>
      <w:r w:rsidR="00E627EA">
        <w:rPr>
          <w:rFonts w:asciiTheme="minorHAnsi" w:hAnsiTheme="minorHAnsi"/>
          <w:b w:val="0"/>
          <w:sz w:val="18"/>
          <w:u w:val="none"/>
        </w:rPr>
        <w:t xml:space="preserve"> </w:t>
      </w:r>
      <w:r>
        <w:rPr>
          <w:rFonts w:asciiTheme="minorHAnsi" w:hAnsiTheme="minorHAnsi"/>
          <w:b w:val="0"/>
          <w:sz w:val="18"/>
          <w:u w:val="none"/>
        </w:rPr>
        <w:t>doveze ze stanice Ostrov nad oslavou</w:t>
      </w:r>
      <w:r w:rsidR="00E627EA">
        <w:rPr>
          <w:rFonts w:asciiTheme="minorHAnsi" w:hAnsiTheme="minorHAnsi"/>
          <w:b w:val="0"/>
          <w:sz w:val="18"/>
          <w:u w:val="none"/>
        </w:rPr>
        <w:t xml:space="preserve"> na místo vložení</w:t>
      </w:r>
    </w:p>
    <w:p w14:paraId="6110C037" w14:textId="2B834D9A" w:rsidR="00DC5013" w:rsidRPr="00692C6C" w:rsidRDefault="00DC5013" w:rsidP="00DC5013">
      <w:pPr>
        <w:pStyle w:val="JCSO"/>
      </w:pPr>
    </w:p>
    <w:p w14:paraId="5AAAF078" w14:textId="77777777" w:rsidR="00DC5013" w:rsidRPr="00692C6C" w:rsidRDefault="00DC5013" w:rsidP="00924297">
      <w:pPr>
        <w:pStyle w:val="JCSO"/>
      </w:pPr>
      <w:r w:rsidRPr="00692C6C">
        <w:t>Materiál dodaný zhotovitelem:</w:t>
      </w:r>
    </w:p>
    <w:p w14:paraId="7FE1892A" w14:textId="12CA2C7B" w:rsidR="00BA6019" w:rsidRPr="001E432C" w:rsidRDefault="00924297" w:rsidP="00BA6019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>
        <w:rPr>
          <w:rFonts w:asciiTheme="minorHAnsi" w:hAnsiTheme="minorHAnsi"/>
          <w:b w:val="0"/>
          <w:sz w:val="18"/>
          <w:u w:val="none"/>
        </w:rPr>
        <w:t xml:space="preserve">100 % vrtulí </w:t>
      </w:r>
      <w:r w:rsidRPr="001E432C">
        <w:rPr>
          <w:rFonts w:asciiTheme="minorHAnsi" w:hAnsiTheme="minorHAnsi"/>
          <w:b w:val="0"/>
          <w:sz w:val="18"/>
          <w:u w:val="none"/>
        </w:rPr>
        <w:t xml:space="preserve">R1 </w:t>
      </w:r>
      <w:r w:rsidR="00743F27" w:rsidRPr="001E432C">
        <w:rPr>
          <w:rFonts w:asciiTheme="minorHAnsi" w:hAnsiTheme="minorHAnsi"/>
          <w:b w:val="0"/>
          <w:sz w:val="18"/>
          <w:u w:val="none"/>
        </w:rPr>
        <w:t xml:space="preserve"> (cca </w:t>
      </w:r>
      <w:r w:rsidRPr="001E432C">
        <w:rPr>
          <w:rFonts w:asciiTheme="minorHAnsi" w:hAnsiTheme="minorHAnsi"/>
          <w:b w:val="0"/>
          <w:sz w:val="18"/>
          <w:u w:val="none"/>
        </w:rPr>
        <w:t>3232</w:t>
      </w:r>
      <w:r w:rsidR="00D602FC" w:rsidRPr="001E432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720EFA4A" w14:textId="55757106" w:rsidR="00924297" w:rsidRPr="001E432C" w:rsidRDefault="00924297" w:rsidP="00924297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1E432C">
        <w:rPr>
          <w:rFonts w:asciiTheme="minorHAnsi" w:hAnsiTheme="minorHAnsi"/>
          <w:b w:val="0"/>
          <w:sz w:val="18"/>
          <w:u w:val="none"/>
        </w:rPr>
        <w:t>100 % vrtulí R2  (cca 3064 ks)</w:t>
      </w:r>
    </w:p>
    <w:p w14:paraId="7D8DB750" w14:textId="4C50F1D3" w:rsidR="00624EBB" w:rsidRPr="001E432C" w:rsidRDefault="005E6C55" w:rsidP="00624EBB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1E432C">
        <w:rPr>
          <w:rFonts w:asciiTheme="minorHAnsi" w:hAnsiTheme="minorHAnsi"/>
          <w:b w:val="0"/>
          <w:sz w:val="18"/>
          <w:u w:val="none"/>
        </w:rPr>
        <w:t>100</w:t>
      </w:r>
      <w:r w:rsidR="00BA6019" w:rsidRPr="001E432C">
        <w:rPr>
          <w:rFonts w:asciiTheme="minorHAnsi" w:hAnsiTheme="minorHAnsi"/>
          <w:b w:val="0"/>
          <w:sz w:val="18"/>
          <w:u w:val="none"/>
        </w:rPr>
        <w:t xml:space="preserve"> % </w:t>
      </w:r>
      <w:r w:rsidR="00624EBB" w:rsidRPr="001E432C">
        <w:rPr>
          <w:rFonts w:asciiTheme="minorHAnsi" w:hAnsiTheme="minorHAnsi"/>
          <w:b w:val="0"/>
          <w:sz w:val="18"/>
          <w:u w:val="none"/>
        </w:rPr>
        <w:t>dvojitý</w:t>
      </w:r>
      <w:r w:rsidR="00BA6019" w:rsidRPr="001E432C">
        <w:rPr>
          <w:rFonts w:asciiTheme="minorHAnsi" w:hAnsiTheme="minorHAnsi"/>
          <w:b w:val="0"/>
          <w:sz w:val="18"/>
          <w:u w:val="none"/>
        </w:rPr>
        <w:t>ch</w:t>
      </w:r>
      <w:r w:rsidR="00624EBB" w:rsidRPr="001E432C">
        <w:rPr>
          <w:rFonts w:asciiTheme="minorHAnsi" w:hAnsiTheme="minorHAnsi"/>
          <w:b w:val="0"/>
          <w:sz w:val="18"/>
          <w:u w:val="none"/>
        </w:rPr>
        <w:t xml:space="preserve"> pružný</w:t>
      </w:r>
      <w:r w:rsidR="00BA6019" w:rsidRPr="001E432C">
        <w:rPr>
          <w:rFonts w:asciiTheme="minorHAnsi" w:hAnsiTheme="minorHAnsi"/>
          <w:b w:val="0"/>
          <w:sz w:val="18"/>
          <w:u w:val="none"/>
        </w:rPr>
        <w:t>ch krouž</w:t>
      </w:r>
      <w:r w:rsidR="00624EBB" w:rsidRPr="001E432C">
        <w:rPr>
          <w:rFonts w:asciiTheme="minorHAnsi" w:hAnsiTheme="minorHAnsi"/>
          <w:b w:val="0"/>
          <w:sz w:val="18"/>
          <w:u w:val="none"/>
        </w:rPr>
        <w:t>k</w:t>
      </w:r>
      <w:r w:rsidR="00BA6019" w:rsidRPr="001E432C">
        <w:rPr>
          <w:rFonts w:asciiTheme="minorHAnsi" w:hAnsiTheme="minorHAnsi"/>
          <w:b w:val="0"/>
          <w:sz w:val="18"/>
          <w:u w:val="none"/>
        </w:rPr>
        <w:t>ů</w:t>
      </w:r>
      <w:r w:rsidR="00624EBB" w:rsidRPr="001E432C">
        <w:rPr>
          <w:rFonts w:asciiTheme="minorHAnsi" w:hAnsiTheme="minorHAnsi"/>
          <w:b w:val="0"/>
          <w:sz w:val="18"/>
          <w:u w:val="none"/>
        </w:rPr>
        <w:t xml:space="preserve"> Fe6 </w:t>
      </w:r>
      <w:r w:rsidRPr="001E432C">
        <w:rPr>
          <w:rFonts w:asciiTheme="minorHAnsi" w:hAnsiTheme="minorHAnsi"/>
          <w:b w:val="0"/>
          <w:sz w:val="18"/>
          <w:u w:val="none"/>
        </w:rPr>
        <w:t>(</w:t>
      </w:r>
      <w:r w:rsidR="00743F27" w:rsidRPr="001E432C">
        <w:rPr>
          <w:rFonts w:asciiTheme="minorHAnsi" w:hAnsiTheme="minorHAnsi"/>
          <w:b w:val="0"/>
          <w:sz w:val="18"/>
          <w:u w:val="none"/>
        </w:rPr>
        <w:t xml:space="preserve">cca </w:t>
      </w:r>
      <w:r w:rsidR="00924297" w:rsidRPr="001E432C">
        <w:rPr>
          <w:rFonts w:asciiTheme="minorHAnsi" w:hAnsiTheme="minorHAnsi"/>
          <w:b w:val="0"/>
          <w:sz w:val="18"/>
          <w:u w:val="none"/>
        </w:rPr>
        <w:t>3232</w:t>
      </w:r>
      <w:r w:rsidR="00BA6019" w:rsidRPr="001E432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0AC97E27" w14:textId="2652C8B3" w:rsidR="009D4B73" w:rsidRDefault="009D4B73" w:rsidP="00E169F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>
        <w:rPr>
          <w:rFonts w:asciiTheme="minorHAnsi" w:hAnsiTheme="minorHAnsi"/>
          <w:b w:val="0"/>
          <w:sz w:val="18"/>
          <w:u w:val="none"/>
        </w:rPr>
        <w:t>LIS S49 délky 4,5m s kalenou hlavou (2 ks)</w:t>
      </w:r>
    </w:p>
    <w:p w14:paraId="7A9E875B" w14:textId="60915F32" w:rsidR="00DC5013" w:rsidRPr="001E432C" w:rsidRDefault="00DC5013" w:rsidP="00E169F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1E432C">
        <w:rPr>
          <w:rFonts w:asciiTheme="minorHAnsi" w:hAnsiTheme="minorHAnsi"/>
          <w:b w:val="0"/>
          <w:sz w:val="18"/>
          <w:u w:val="none"/>
        </w:rPr>
        <w:t>Pryž</w:t>
      </w:r>
      <w:r w:rsidR="004A17B6" w:rsidRPr="001E432C">
        <w:rPr>
          <w:rFonts w:asciiTheme="minorHAnsi" w:hAnsiTheme="minorHAnsi"/>
          <w:b w:val="0"/>
          <w:sz w:val="18"/>
          <w:u w:val="none"/>
        </w:rPr>
        <w:t>ové podložky pod patu kolejnice</w:t>
      </w:r>
      <w:r w:rsidR="00BA6019" w:rsidRPr="001E432C">
        <w:rPr>
          <w:rFonts w:asciiTheme="minorHAnsi" w:hAnsiTheme="minorHAnsi"/>
          <w:b w:val="0"/>
          <w:sz w:val="18"/>
          <w:u w:val="none"/>
        </w:rPr>
        <w:t xml:space="preserve"> </w:t>
      </w:r>
      <w:r w:rsidR="009D4B73">
        <w:rPr>
          <w:rFonts w:asciiTheme="minorHAnsi" w:hAnsiTheme="minorHAnsi"/>
          <w:b w:val="0"/>
          <w:sz w:val="18"/>
          <w:u w:val="none"/>
        </w:rPr>
        <w:t>(cc</w:t>
      </w:r>
      <w:r w:rsidR="00275537">
        <w:rPr>
          <w:rFonts w:asciiTheme="minorHAnsi" w:hAnsiTheme="minorHAnsi"/>
          <w:b w:val="0"/>
          <w:sz w:val="18"/>
          <w:u w:val="none"/>
        </w:rPr>
        <w:t>a 5470</w:t>
      </w:r>
      <w:r w:rsidR="00E169F6" w:rsidRPr="001E432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7080B903" w14:textId="5B53B4A9" w:rsidR="00DC5013" w:rsidRPr="00692C6C" w:rsidRDefault="00DC5013" w:rsidP="004A17B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Kamenivo frakce 31,5-63, kamenivo pro dosypání</w:t>
      </w:r>
    </w:p>
    <w:p w14:paraId="3546962E" w14:textId="013E804B" w:rsidR="00330154" w:rsidRPr="00692C6C" w:rsidRDefault="00330154" w:rsidP="00330154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Kamenivo frakce 8-16, kamenivo pro stezky</w:t>
      </w:r>
    </w:p>
    <w:p w14:paraId="52F53418" w14:textId="708090A9" w:rsidR="00DC5013" w:rsidRPr="00275537" w:rsidRDefault="00453FDD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>
        <w:rPr>
          <w:rFonts w:asciiTheme="minorHAnsi" w:hAnsiTheme="minorHAnsi"/>
          <w:b w:val="0"/>
          <w:sz w:val="18"/>
          <w:u w:val="none"/>
        </w:rPr>
        <w:t xml:space="preserve">PE </w:t>
      </w:r>
      <w:r w:rsidR="009D4B73">
        <w:rPr>
          <w:rFonts w:asciiTheme="minorHAnsi" w:hAnsiTheme="minorHAnsi"/>
          <w:b w:val="0"/>
          <w:sz w:val="18"/>
          <w:u w:val="none"/>
        </w:rPr>
        <w:t>pásy</w:t>
      </w:r>
    </w:p>
    <w:p w14:paraId="23DC51FD" w14:textId="77777777" w:rsidR="00DC5013" w:rsidRPr="00692C6C" w:rsidRDefault="00DC5013" w:rsidP="00453FDD">
      <w:pPr>
        <w:pStyle w:val="JCSO"/>
      </w:pPr>
      <w:r w:rsidRPr="00692C6C">
        <w:t>Nakládání s nebezpečným materiálem</w:t>
      </w:r>
    </w:p>
    <w:p w14:paraId="42A5DAD2" w14:textId="6A693F0D" w:rsidR="00DC5013" w:rsidRPr="00692C6C" w:rsidRDefault="002D78B3" w:rsidP="00650B6B">
      <w:pPr>
        <w:pStyle w:val="JCSO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Ekologická likvidace odpadu proběhne v</w:t>
      </w:r>
      <w:r w:rsidR="00DC5013" w:rsidRPr="00692C6C">
        <w:rPr>
          <w:rFonts w:asciiTheme="minorHAnsi" w:hAnsiTheme="minorHAnsi"/>
          <w:b w:val="0"/>
          <w:sz w:val="18"/>
          <w:u w:val="none"/>
        </w:rPr>
        <w:t xml:space="preserve"> souladu se 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Zákonem o odpadech 185/2001 Sb. (nepotřebné pryžové podložky, </w:t>
      </w:r>
      <w:proofErr w:type="spellStart"/>
      <w:r w:rsidR="00330154" w:rsidRPr="00692C6C">
        <w:rPr>
          <w:rFonts w:asciiTheme="minorHAnsi" w:hAnsiTheme="minorHAnsi"/>
          <w:b w:val="0"/>
          <w:sz w:val="18"/>
          <w:u w:val="none"/>
        </w:rPr>
        <w:t>penefoly</w:t>
      </w:r>
      <w:proofErr w:type="spellEnd"/>
      <w:r w:rsidR="00330154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Pr="00692C6C">
        <w:rPr>
          <w:rFonts w:asciiTheme="minorHAnsi" w:hAnsiTheme="minorHAnsi"/>
          <w:b w:val="0"/>
          <w:sz w:val="18"/>
          <w:u w:val="none"/>
        </w:rPr>
        <w:t>atd.)</w:t>
      </w:r>
    </w:p>
    <w:p w14:paraId="62A4B8ED" w14:textId="1FB1CC72" w:rsidR="000609D2" w:rsidRPr="00692C6C" w:rsidRDefault="000609D2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02FCFA06" w14:textId="50E8A973" w:rsidR="000609D2" w:rsidRPr="00692C6C" w:rsidRDefault="000609D2" w:rsidP="00650B6B">
      <w:pPr>
        <w:pStyle w:val="JCSO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Dřevěné pražce budou</w:t>
      </w:r>
      <w:r w:rsidR="00D602FC" w:rsidRPr="00692C6C">
        <w:rPr>
          <w:rFonts w:asciiTheme="minorHAnsi" w:hAnsiTheme="minorHAnsi"/>
          <w:b w:val="0"/>
          <w:sz w:val="18"/>
          <w:u w:val="none"/>
        </w:rPr>
        <w:t xml:space="preserve"> uloženy na místě určeném VPS TO</w:t>
      </w:r>
      <w:r w:rsidR="001E432C">
        <w:rPr>
          <w:rFonts w:asciiTheme="minorHAnsi" w:hAnsiTheme="minorHAnsi"/>
          <w:b w:val="0"/>
          <w:sz w:val="18"/>
          <w:u w:val="none"/>
        </w:rPr>
        <w:t xml:space="preserve"> HB2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 a jejich likvidaci si zajistí </w:t>
      </w:r>
      <w:r w:rsidRPr="00275537">
        <w:rPr>
          <w:rFonts w:asciiTheme="minorHAnsi" w:hAnsiTheme="minorHAnsi"/>
          <w:sz w:val="18"/>
          <w:u w:val="none"/>
        </w:rPr>
        <w:t>objednatel.</w:t>
      </w:r>
    </w:p>
    <w:p w14:paraId="6FC88806" w14:textId="77777777" w:rsidR="00DC5013" w:rsidRPr="00692C6C" w:rsidRDefault="00DC5013" w:rsidP="00453FDD">
      <w:pPr>
        <w:pStyle w:val="JCSO"/>
      </w:pPr>
      <w:r w:rsidRPr="00692C6C">
        <w:t xml:space="preserve">Vymezení staveniště: </w:t>
      </w:r>
    </w:p>
    <w:p w14:paraId="1D163EBD" w14:textId="4D37AC95" w:rsidR="00692C6C" w:rsidRPr="00692C6C" w:rsidRDefault="00DC5013" w:rsidP="00650B6B">
      <w:pPr>
        <w:pStyle w:val="JCSO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Staveniště je</w:t>
      </w:r>
      <w:r w:rsidR="006D7D04" w:rsidRPr="00692C6C">
        <w:rPr>
          <w:rFonts w:asciiTheme="minorHAnsi" w:hAnsiTheme="minorHAnsi"/>
          <w:b w:val="0"/>
          <w:sz w:val="18"/>
          <w:u w:val="none"/>
        </w:rPr>
        <w:t xml:space="preserve"> vymezeno hranicemi pozemků Správy železnic</w:t>
      </w:r>
      <w:r w:rsidR="00650B6B">
        <w:rPr>
          <w:rFonts w:asciiTheme="minorHAnsi" w:hAnsiTheme="minorHAnsi"/>
          <w:b w:val="0"/>
          <w:sz w:val="18"/>
          <w:u w:val="none"/>
        </w:rPr>
        <w:t xml:space="preserve">. </w:t>
      </w:r>
    </w:p>
    <w:p w14:paraId="0C717962" w14:textId="77777777" w:rsidR="00692C6C" w:rsidRPr="00692C6C" w:rsidRDefault="00692C6C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05B5DB28" w14:textId="1EA64FDC" w:rsidR="00692C6C" w:rsidRPr="00E627EA" w:rsidRDefault="00DC5013" w:rsidP="00453FDD">
      <w:pPr>
        <w:pStyle w:val="JCSO"/>
      </w:pPr>
      <w:r w:rsidRPr="00E627EA">
        <w:t xml:space="preserve">Požadavek na výluky: </w:t>
      </w:r>
    </w:p>
    <w:p w14:paraId="7C468D7D" w14:textId="77777777" w:rsidR="001128A5" w:rsidRPr="00E627EA" w:rsidRDefault="001128A5" w:rsidP="001128A5">
      <w:pPr>
        <w:spacing w:after="0"/>
      </w:pPr>
    </w:p>
    <w:p w14:paraId="21D5FC7F" w14:textId="656BF7A7" w:rsidR="00E703F7" w:rsidRPr="00E627EA" w:rsidRDefault="00C0337F" w:rsidP="006F36D5">
      <w:pPr>
        <w:jc w:val="both"/>
      </w:pPr>
      <w:r w:rsidRPr="00E627EA">
        <w:t>Termíny výluk jsou následující:</w:t>
      </w:r>
    </w:p>
    <w:p w14:paraId="42A44521" w14:textId="0836D4B0" w:rsidR="006F36D5" w:rsidRPr="00E627EA" w:rsidRDefault="00650B6B" w:rsidP="006F36D5">
      <w:pPr>
        <w:ind w:left="12"/>
        <w:jc w:val="both"/>
      </w:pPr>
      <w:proofErr w:type="gramStart"/>
      <w:r w:rsidRPr="00E627EA">
        <w:rPr>
          <w:b/>
        </w:rPr>
        <w:t>17.2.2021</w:t>
      </w:r>
      <w:proofErr w:type="gramEnd"/>
      <w:r w:rsidR="006F36D5" w:rsidRPr="00E627EA">
        <w:rPr>
          <w:b/>
        </w:rPr>
        <w:t xml:space="preserve"> od 8:30 hod. –</w:t>
      </w:r>
      <w:r w:rsidRPr="00E627EA">
        <w:rPr>
          <w:b/>
        </w:rPr>
        <w:t xml:space="preserve"> 21.2.2021</w:t>
      </w:r>
      <w:r w:rsidR="006F36D5" w:rsidRPr="00E627EA">
        <w:rPr>
          <w:b/>
        </w:rPr>
        <w:t xml:space="preserve"> do 15:30 hod.</w:t>
      </w:r>
      <w:r w:rsidR="006F36D5" w:rsidRPr="00E627EA">
        <w:t xml:space="preserve"> 2.</w:t>
      </w:r>
      <w:r w:rsidR="00113DD0" w:rsidRPr="00E627EA">
        <w:t xml:space="preserve"> </w:t>
      </w:r>
      <w:r w:rsidR="006F36D5" w:rsidRPr="00E627EA">
        <w:t xml:space="preserve">TK Sázava u Žďáru  - Přibyslav včetně </w:t>
      </w:r>
      <w:proofErr w:type="spellStart"/>
      <w:r w:rsidR="006F36D5" w:rsidRPr="00E627EA">
        <w:t>zhlaví</w:t>
      </w:r>
      <w:proofErr w:type="spellEnd"/>
      <w:r w:rsidR="006F36D5" w:rsidRPr="00E627EA">
        <w:t xml:space="preserve"> a záhlaví v 2. TK v ŽST. Přibyslav</w:t>
      </w:r>
      <w:r w:rsidRPr="00E627EA">
        <w:t>.</w:t>
      </w:r>
      <w:r w:rsidR="006F36D5" w:rsidRPr="00E627EA">
        <w:t xml:space="preserve"> </w:t>
      </w:r>
      <w:r w:rsidRPr="00E627EA">
        <w:rPr>
          <w:b/>
        </w:rPr>
        <w:t>Nepřetržitě</w:t>
      </w:r>
    </w:p>
    <w:p w14:paraId="6F88ADF1" w14:textId="1506852C" w:rsidR="006F36D5" w:rsidRPr="00E627EA" w:rsidRDefault="00650B6B" w:rsidP="006F36D5">
      <w:pPr>
        <w:ind w:left="12"/>
        <w:jc w:val="both"/>
      </w:pPr>
      <w:r w:rsidRPr="00E627EA">
        <w:rPr>
          <w:b/>
        </w:rPr>
        <w:t>21.2.2021 od 8:30 hod. – 26.2.2021</w:t>
      </w:r>
      <w:r w:rsidR="006F36D5" w:rsidRPr="00E627EA">
        <w:rPr>
          <w:b/>
        </w:rPr>
        <w:t xml:space="preserve"> do 15:30 hod.</w:t>
      </w:r>
      <w:r w:rsidR="006F36D5" w:rsidRPr="00E627EA">
        <w:t xml:space="preserve"> 1.</w:t>
      </w:r>
      <w:r w:rsidR="00113DD0" w:rsidRPr="00E627EA">
        <w:t xml:space="preserve"> </w:t>
      </w:r>
      <w:r w:rsidR="006F36D5" w:rsidRPr="00E627EA">
        <w:t xml:space="preserve">TK Sázava u Žďáru  - Přibyslav včetně </w:t>
      </w:r>
      <w:proofErr w:type="spellStart"/>
      <w:r w:rsidR="006F36D5" w:rsidRPr="00E627EA">
        <w:t>zhlaví</w:t>
      </w:r>
      <w:proofErr w:type="spellEnd"/>
      <w:r w:rsidR="006F36D5" w:rsidRPr="00E627EA">
        <w:t xml:space="preserve"> a </w:t>
      </w:r>
      <w:proofErr w:type="gramStart"/>
      <w:r w:rsidR="006F36D5" w:rsidRPr="00E627EA">
        <w:t>záhlaví v 1.TK</w:t>
      </w:r>
      <w:proofErr w:type="gramEnd"/>
      <w:r w:rsidR="006F36D5" w:rsidRPr="00E627EA">
        <w:t xml:space="preserve"> v ŽST. Přibyslav</w:t>
      </w:r>
      <w:r w:rsidRPr="00E627EA">
        <w:t>.</w:t>
      </w:r>
      <w:r w:rsidR="006F36D5" w:rsidRPr="00E627EA">
        <w:t xml:space="preserve"> </w:t>
      </w:r>
      <w:r w:rsidRPr="00E627EA">
        <w:rPr>
          <w:b/>
        </w:rPr>
        <w:t>Nepřetržitě</w:t>
      </w:r>
    </w:p>
    <w:p w14:paraId="2314B4AE" w14:textId="0C8081C4" w:rsidR="006F36D5" w:rsidRPr="00E627EA" w:rsidRDefault="006F36D5" w:rsidP="006F36D5">
      <w:proofErr w:type="gramStart"/>
      <w:r w:rsidRPr="00E627EA">
        <w:rPr>
          <w:b/>
        </w:rPr>
        <w:t>1.3</w:t>
      </w:r>
      <w:r w:rsidR="00650B6B" w:rsidRPr="00E627EA">
        <w:rPr>
          <w:b/>
        </w:rPr>
        <w:t>.2021</w:t>
      </w:r>
      <w:proofErr w:type="gramEnd"/>
      <w:r w:rsidR="00650B6B" w:rsidRPr="00E627EA">
        <w:rPr>
          <w:b/>
        </w:rPr>
        <w:t xml:space="preserve"> od 8:25 hod. – 5.3.2021 do 16:15 hod.</w:t>
      </w:r>
      <w:r w:rsidR="001E470C" w:rsidRPr="00E627EA">
        <w:t xml:space="preserve"> 2. </w:t>
      </w:r>
      <w:r w:rsidR="00650B6B" w:rsidRPr="00E627EA">
        <w:t>TK Pohled – Havlíčkův Brod včet</w:t>
      </w:r>
      <w:r w:rsidR="001E470C" w:rsidRPr="00E627EA">
        <w:t xml:space="preserve">ně </w:t>
      </w:r>
      <w:proofErr w:type="spellStart"/>
      <w:r w:rsidR="001E470C" w:rsidRPr="00E627EA">
        <w:t>zhlaví</w:t>
      </w:r>
      <w:proofErr w:type="spellEnd"/>
      <w:r w:rsidR="001E470C" w:rsidRPr="00E627EA">
        <w:t xml:space="preserve"> a záhlaví v ŽST. Pohled</w:t>
      </w:r>
      <w:r w:rsidR="00650B6B" w:rsidRPr="00E627EA">
        <w:t xml:space="preserve">. </w:t>
      </w:r>
      <w:r w:rsidR="00650B6B" w:rsidRPr="00E627EA">
        <w:rPr>
          <w:b/>
        </w:rPr>
        <w:t>Nepřetržitě</w:t>
      </w:r>
    </w:p>
    <w:p w14:paraId="157A2DE6" w14:textId="0A0C5958" w:rsidR="00650B6B" w:rsidRPr="00E627EA" w:rsidRDefault="00650B6B" w:rsidP="006F36D5">
      <w:pPr>
        <w:rPr>
          <w:b/>
        </w:rPr>
      </w:pPr>
      <w:r w:rsidRPr="00E627EA">
        <w:t>27.3.2021 -</w:t>
      </w:r>
      <w:r w:rsidR="00275537" w:rsidRPr="00E627EA">
        <w:t xml:space="preserve"> </w:t>
      </w:r>
      <w:proofErr w:type="gramStart"/>
      <w:r w:rsidRPr="00E627EA">
        <w:t>31.3.2021 1</w:t>
      </w:r>
      <w:proofErr w:type="gramEnd"/>
      <w:r w:rsidRPr="00E627EA">
        <w:t>.</w:t>
      </w:r>
      <w:proofErr w:type="gramStart"/>
      <w:r w:rsidRPr="00E627EA">
        <w:t>TK</w:t>
      </w:r>
      <w:proofErr w:type="gramEnd"/>
      <w:r w:rsidRPr="00E627EA">
        <w:t xml:space="preserve"> a 2. TK Havlíčkův Brod – Pohled včetně </w:t>
      </w:r>
      <w:proofErr w:type="spellStart"/>
      <w:r w:rsidRPr="00E627EA">
        <w:t>zhlaví</w:t>
      </w:r>
      <w:proofErr w:type="spellEnd"/>
      <w:r w:rsidRPr="00E627EA">
        <w:t xml:space="preserve"> a záhlaví v ŽST. </w:t>
      </w:r>
      <w:r w:rsidR="001E470C" w:rsidRPr="00E627EA">
        <w:t xml:space="preserve">Pohled a </w:t>
      </w:r>
      <w:r w:rsidRPr="00E627EA">
        <w:t xml:space="preserve">Havlíčkův Brod. </w:t>
      </w:r>
      <w:r w:rsidRPr="00E627EA">
        <w:rPr>
          <w:b/>
        </w:rPr>
        <w:t>Denně od 7:40 hod. do 13:40 hod. (Výluka pro CPS)</w:t>
      </w:r>
    </w:p>
    <w:p w14:paraId="64D0B683" w14:textId="5575FF84" w:rsidR="001E470C" w:rsidRPr="00E627EA" w:rsidRDefault="001E470C" w:rsidP="006F36D5">
      <w:proofErr w:type="gramStart"/>
      <w:r w:rsidRPr="00E627EA">
        <w:t>1.4.2021</w:t>
      </w:r>
      <w:proofErr w:type="gramEnd"/>
      <w:r w:rsidRPr="00E627EA">
        <w:t xml:space="preserve"> – 3.4.2020 – 1. TK Pohled – Přibyslav včetně </w:t>
      </w:r>
      <w:proofErr w:type="spellStart"/>
      <w:r w:rsidRPr="00E627EA">
        <w:t>zhlaví</w:t>
      </w:r>
      <w:proofErr w:type="spellEnd"/>
      <w:r w:rsidRPr="00E627EA">
        <w:t xml:space="preserve"> a záhlaví v ŽST. Pohled</w:t>
      </w:r>
      <w:r w:rsidR="00113DD0" w:rsidRPr="00E627EA">
        <w:t xml:space="preserve"> </w:t>
      </w:r>
    </w:p>
    <w:p w14:paraId="2AD84D7C" w14:textId="728BF45B" w:rsidR="00275537" w:rsidRPr="00E627EA" w:rsidRDefault="00275537" w:rsidP="006F36D5">
      <w:proofErr w:type="gramStart"/>
      <w:r w:rsidRPr="00E627EA">
        <w:t>4.4.2021</w:t>
      </w:r>
      <w:proofErr w:type="gramEnd"/>
      <w:r w:rsidRPr="00E627EA">
        <w:t xml:space="preserve"> – 2. TK Přibyslav – Pohled včetně </w:t>
      </w:r>
      <w:proofErr w:type="spellStart"/>
      <w:r w:rsidRPr="00E627EA">
        <w:t>zhlaví</w:t>
      </w:r>
      <w:proofErr w:type="spellEnd"/>
      <w:r w:rsidRPr="00E627EA">
        <w:t xml:space="preserve"> a záhlaví v ŽST. Pohled</w:t>
      </w:r>
    </w:p>
    <w:p w14:paraId="741924FC" w14:textId="161E41FB" w:rsidR="00DC5013" w:rsidRPr="00692C6C" w:rsidRDefault="00DC5013" w:rsidP="00453FDD">
      <w:pPr>
        <w:pStyle w:val="JCSO"/>
      </w:pPr>
      <w:r w:rsidRPr="00692C6C">
        <w:lastRenderedPageBreak/>
        <w:t xml:space="preserve">Požadavek na stav zařízení po opravě a splnění odchylek TKP pro převzetí prací: </w:t>
      </w:r>
    </w:p>
    <w:p w14:paraId="03ACC685" w14:textId="77777777" w:rsidR="00DC5013" w:rsidRPr="00692C6C" w:rsidRDefault="00DC5013" w:rsidP="00650B6B">
      <w:pPr>
        <w:pStyle w:val="JCSO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Kolej musí splňovat odchylky převzetí prací pro ostatní práce dle ČSN 736360-2 a podmínky technických kvalitativních podmínek staveb drah kapitola 1, 7 a 8. </w:t>
      </w:r>
    </w:p>
    <w:p w14:paraId="1648903F" w14:textId="77777777" w:rsidR="00DC5013" w:rsidRPr="00692C6C" w:rsidRDefault="00DC5013" w:rsidP="00453FDD">
      <w:pPr>
        <w:pStyle w:val="JCSO"/>
      </w:pPr>
      <w:r w:rsidRPr="00692C6C">
        <w:t xml:space="preserve">Požadavek na vytýčení sítí technické infrastruktury - </w:t>
      </w:r>
      <w:proofErr w:type="spellStart"/>
      <w:proofErr w:type="gramStart"/>
      <w:r w:rsidRPr="00692C6C">
        <w:t>inž.sítě</w:t>
      </w:r>
      <w:proofErr w:type="spellEnd"/>
      <w:proofErr w:type="gramEnd"/>
      <w:r w:rsidRPr="00692C6C">
        <w:t xml:space="preserve">: </w:t>
      </w:r>
    </w:p>
    <w:p w14:paraId="78D26FA4" w14:textId="2EF877E2" w:rsidR="00DC5013" w:rsidRDefault="00DC5013" w:rsidP="004A17B6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Zajistí zhotovitel</w:t>
      </w:r>
    </w:p>
    <w:p w14:paraId="0D1BE17C" w14:textId="6DB93313" w:rsidR="004D0B58" w:rsidRDefault="004D0B58" w:rsidP="004A17B6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74E9602D" w14:textId="77777777" w:rsidR="004D0B58" w:rsidRPr="00692C6C" w:rsidRDefault="004D0B58" w:rsidP="004A17B6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3C11CD9B" w14:textId="77777777" w:rsidR="00DC5013" w:rsidRPr="004D0B58" w:rsidRDefault="00DC5013" w:rsidP="00453FDD">
      <w:pPr>
        <w:pStyle w:val="JCSO"/>
      </w:pPr>
      <w:r w:rsidRPr="004D0B58">
        <w:t>Zařízení správců souvisejících zařízení:</w:t>
      </w:r>
    </w:p>
    <w:p w14:paraId="0A1D6663" w14:textId="096E1C17" w:rsidR="00E703F7" w:rsidRPr="004D0B58" w:rsidRDefault="00650B6B" w:rsidP="00650B6B">
      <w:pPr>
        <w:pStyle w:val="Nadpis9"/>
        <w:numPr>
          <w:ilvl w:val="0"/>
          <w:numId w:val="0"/>
        </w:numPr>
        <w:ind w:left="720" w:hanging="720"/>
      </w:pPr>
      <w:r w:rsidRPr="004D0B58">
        <w:t>Vyjádření a podmínky SSZT</w:t>
      </w:r>
    </w:p>
    <w:p w14:paraId="60384A09" w14:textId="144BB60C" w:rsidR="00E627EA" w:rsidRPr="004D0B58" w:rsidRDefault="00E627EA" w:rsidP="00E627EA">
      <w:pPr>
        <w:rPr>
          <w:lang w:eastAsia="cs-CZ"/>
        </w:rPr>
      </w:pPr>
    </w:p>
    <w:p w14:paraId="270E87D5" w14:textId="77777777" w:rsidR="007D6994" w:rsidRPr="004D0B58" w:rsidRDefault="007D6994" w:rsidP="007D6994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4D0B58">
        <w:rPr>
          <w:rFonts w:asciiTheme="minorHAnsi" w:hAnsiTheme="minorHAnsi"/>
          <w:b w:val="0"/>
          <w:sz w:val="18"/>
          <w:u w:val="none"/>
        </w:rPr>
        <w:t>Před započetím prací je nutno vytyčit sítě ve správě SSZT Jihlava.</w:t>
      </w:r>
    </w:p>
    <w:p w14:paraId="737DBFCE" w14:textId="6FD8C611" w:rsidR="007D6994" w:rsidRPr="004D0B58" w:rsidRDefault="007D6994" w:rsidP="007D6994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4D0B58">
        <w:rPr>
          <w:rFonts w:asciiTheme="minorHAnsi" w:hAnsiTheme="minorHAnsi"/>
          <w:b w:val="0"/>
          <w:sz w:val="18"/>
          <w:u w:val="none"/>
        </w:rPr>
        <w:t>Při výměně izolovaných styků a kolejnic musí být zajištěn průchod zpětného trakčního proudu po celou dobu prací.</w:t>
      </w:r>
    </w:p>
    <w:p w14:paraId="6A336B3E" w14:textId="38C54664" w:rsidR="004D0B58" w:rsidRPr="004D0B58" w:rsidRDefault="004D0B58" w:rsidP="006A64CE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4D0B58">
        <w:rPr>
          <w:rFonts w:asciiTheme="minorHAnsi" w:hAnsiTheme="minorHAnsi"/>
          <w:b w:val="0"/>
          <w:sz w:val="18"/>
          <w:u w:val="none"/>
        </w:rPr>
        <w:t xml:space="preserve">Je nutné zajištění ochrany a respektování stávajících kabelových tras zabezpečovacího zařízení. Nesmí dojít k porušení  ani k odhalení kabelových tras </w:t>
      </w:r>
      <w:proofErr w:type="spellStart"/>
      <w:r w:rsidRPr="004D0B58">
        <w:rPr>
          <w:rFonts w:asciiTheme="minorHAnsi" w:hAnsiTheme="minorHAnsi"/>
          <w:b w:val="0"/>
          <w:sz w:val="18"/>
          <w:u w:val="none"/>
        </w:rPr>
        <w:t>zab</w:t>
      </w:r>
      <w:proofErr w:type="spellEnd"/>
      <w:r w:rsidRPr="004D0B58">
        <w:rPr>
          <w:rFonts w:asciiTheme="minorHAnsi" w:hAnsiTheme="minorHAnsi"/>
          <w:b w:val="0"/>
          <w:sz w:val="18"/>
          <w:u w:val="none"/>
        </w:rPr>
        <w:t xml:space="preserve">. </w:t>
      </w:r>
      <w:proofErr w:type="gramStart"/>
      <w:r w:rsidRPr="004D0B58">
        <w:rPr>
          <w:rFonts w:asciiTheme="minorHAnsi" w:hAnsiTheme="minorHAnsi"/>
          <w:b w:val="0"/>
          <w:sz w:val="18"/>
          <w:u w:val="none"/>
        </w:rPr>
        <w:t>zař</w:t>
      </w:r>
      <w:proofErr w:type="gramEnd"/>
      <w:r w:rsidRPr="004D0B58">
        <w:rPr>
          <w:rFonts w:asciiTheme="minorHAnsi" w:hAnsiTheme="minorHAnsi"/>
          <w:b w:val="0"/>
          <w:sz w:val="18"/>
          <w:u w:val="none"/>
        </w:rPr>
        <w:t>. V případě odhalení či  narušení kabelové  trasy provede zhotovitel opravu a uložení dle příslušných norem a předpisů  za dozoru zaměstnance SSZT Jihlava.  Nesmí být poškozeno ani ostatní zabezpečovací zařízení nacházející se v kolejišti.</w:t>
      </w:r>
    </w:p>
    <w:p w14:paraId="01E1CADE" w14:textId="77777777" w:rsidR="007D6994" w:rsidRPr="004D0B58" w:rsidRDefault="007D6994" w:rsidP="007D6994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4D0B58">
        <w:rPr>
          <w:rFonts w:asciiTheme="minorHAnsi" w:hAnsiTheme="minorHAnsi"/>
          <w:b w:val="0"/>
          <w:sz w:val="18"/>
          <w:u w:val="none"/>
        </w:rPr>
        <w:t xml:space="preserve">Zhotovitel je odpovědný za případné škody, vzniklé poškozením zabezpečovacího zařízení a kabelových vedení při výlukových </w:t>
      </w:r>
      <w:proofErr w:type="spellStart"/>
      <w:r w:rsidRPr="004D0B58">
        <w:rPr>
          <w:rFonts w:asciiTheme="minorHAnsi" w:hAnsiTheme="minorHAnsi"/>
          <w:b w:val="0"/>
          <w:sz w:val="18"/>
          <w:u w:val="none"/>
        </w:rPr>
        <w:t>pracech</w:t>
      </w:r>
      <w:proofErr w:type="spellEnd"/>
      <w:r w:rsidRPr="004D0B58">
        <w:rPr>
          <w:rFonts w:asciiTheme="minorHAnsi" w:hAnsiTheme="minorHAnsi"/>
          <w:b w:val="0"/>
          <w:sz w:val="18"/>
          <w:u w:val="none"/>
        </w:rPr>
        <w:t>.</w:t>
      </w:r>
    </w:p>
    <w:p w14:paraId="3FF86ADD" w14:textId="18E867FD" w:rsidR="007D6994" w:rsidRPr="004D0B58" w:rsidRDefault="004D0B58" w:rsidP="00877B5E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4D0B58">
        <w:rPr>
          <w:rFonts w:asciiTheme="minorHAnsi" w:hAnsiTheme="minorHAnsi"/>
          <w:b w:val="0"/>
          <w:sz w:val="18"/>
          <w:u w:val="none"/>
        </w:rPr>
        <w:t>Před ukončením výluky bude provedena aktivace a celkové přezkoušení všech dotčených   zabezpečovacích  zařízení.</w:t>
      </w:r>
    </w:p>
    <w:p w14:paraId="2C49876D" w14:textId="77777777" w:rsidR="004D0B58" w:rsidRDefault="004D0B58" w:rsidP="00650B6B">
      <w:pPr>
        <w:pStyle w:val="Nadpis9"/>
        <w:numPr>
          <w:ilvl w:val="0"/>
          <w:numId w:val="0"/>
        </w:numPr>
        <w:ind w:left="720" w:hanging="720"/>
      </w:pPr>
    </w:p>
    <w:p w14:paraId="1B9B6935" w14:textId="7BFCCCCB" w:rsidR="00650B6B" w:rsidRPr="00D37598" w:rsidRDefault="00650B6B" w:rsidP="00650B6B">
      <w:pPr>
        <w:pStyle w:val="Nadpis9"/>
        <w:numPr>
          <w:ilvl w:val="0"/>
          <w:numId w:val="0"/>
        </w:numPr>
        <w:ind w:left="720" w:hanging="720"/>
      </w:pPr>
      <w:r w:rsidRPr="00D37598">
        <w:t>Vyjádření a podmínky SEE</w:t>
      </w:r>
    </w:p>
    <w:p w14:paraId="7015550B" w14:textId="2D703BA9" w:rsidR="00A80002" w:rsidRPr="007D6994" w:rsidRDefault="00A80002" w:rsidP="00DF5795">
      <w:pPr>
        <w:rPr>
          <w:color w:val="FF0000"/>
          <w:lang w:eastAsia="cs-CZ"/>
        </w:rPr>
      </w:pPr>
    </w:p>
    <w:p w14:paraId="44461C37" w14:textId="1E3FFE29" w:rsidR="00E433EF" w:rsidRPr="0068023D" w:rsidRDefault="00E433EF" w:rsidP="00E433EF">
      <w:pPr>
        <w:spacing w:before="120"/>
      </w:pPr>
      <w:r w:rsidRPr="0068023D">
        <w:t xml:space="preserve">V zájmovém území TU </w:t>
      </w:r>
      <w:r>
        <w:t>2031</w:t>
      </w:r>
      <w:r w:rsidRPr="0068023D">
        <w:t xml:space="preserve"> je trať elektrifikovaná</w:t>
      </w:r>
      <w:r w:rsidRPr="0068023D">
        <w:rPr>
          <w:rFonts w:cs="Arial"/>
        </w:rPr>
        <w:t xml:space="preserve"> </w:t>
      </w:r>
      <w:r w:rsidRPr="0068023D">
        <w:t xml:space="preserve">střídavou trakční soustavou VN 25 </w:t>
      </w:r>
      <w:proofErr w:type="spellStart"/>
      <w:r w:rsidRPr="0068023D">
        <w:t>kV</w:t>
      </w:r>
      <w:proofErr w:type="spellEnd"/>
      <w:r w:rsidRPr="0068023D">
        <w:t>/50 Hz. Vrchní vedení trakce nezakreslujeme, neboť jeho umístění v terénu je zřejmé.</w:t>
      </w:r>
      <w:r w:rsidRPr="0068023D">
        <w:rPr>
          <w:rFonts w:cs="Arial"/>
        </w:rPr>
        <w:t xml:space="preserve"> </w:t>
      </w:r>
      <w:r w:rsidRPr="0068023D">
        <w:t xml:space="preserve">Další zařízení a kabelové podzemní sítě ve správě SŽ, </w:t>
      </w:r>
      <w:proofErr w:type="spellStart"/>
      <w:proofErr w:type="gramStart"/>
      <w:r w:rsidRPr="0068023D">
        <w:t>s.o</w:t>
      </w:r>
      <w:proofErr w:type="spellEnd"/>
      <w:r w:rsidRPr="0068023D">
        <w:t>.</w:t>
      </w:r>
      <w:proofErr w:type="gramEnd"/>
      <w:r w:rsidRPr="0068023D">
        <w:t xml:space="preserve"> OŘ Brno, SEE </w:t>
      </w:r>
      <w:r>
        <w:t>j</w:t>
      </w:r>
      <w:r w:rsidRPr="0068023D">
        <w:t xml:space="preserve">e v uvedeném prostoru </w:t>
      </w:r>
      <w:r>
        <w:t>nutno před započetím prací vytyčit zaměstnanci SEE.</w:t>
      </w:r>
      <w:r w:rsidRPr="0068023D">
        <w:t xml:space="preserve"> </w:t>
      </w:r>
    </w:p>
    <w:p w14:paraId="50B534C2" w14:textId="77777777" w:rsidR="00E433EF" w:rsidRPr="0068023D" w:rsidRDefault="00E433EF" w:rsidP="00E433EF">
      <w:r w:rsidRPr="0068023D">
        <w:t>Před realizací akce je povinné učinit následující opatření:</w:t>
      </w:r>
    </w:p>
    <w:p w14:paraId="52B5DAF4" w14:textId="77777777" w:rsidR="00E433EF" w:rsidRPr="0068023D" w:rsidRDefault="00E433EF" w:rsidP="00E433EF">
      <w:pPr>
        <w:numPr>
          <w:ilvl w:val="0"/>
          <w:numId w:val="11"/>
        </w:numPr>
        <w:spacing w:after="0" w:line="276" w:lineRule="auto"/>
      </w:pPr>
      <w:r w:rsidRPr="0068023D">
        <w:t xml:space="preserve">Při práci je nutno dodržet bezpečnou vzdálenost od trakčního vedení TV (viz TNŽ 343109).  </w:t>
      </w:r>
    </w:p>
    <w:p w14:paraId="259DB2BC" w14:textId="52CA49CA" w:rsidR="00E433EF" w:rsidRDefault="00E433EF" w:rsidP="00E433EF">
      <w:pPr>
        <w:numPr>
          <w:ilvl w:val="0"/>
          <w:numId w:val="11"/>
        </w:numPr>
        <w:spacing w:after="0" w:line="276" w:lineRule="auto"/>
      </w:pPr>
      <w:r w:rsidRPr="0068023D">
        <w:t>V blízkosti prací u základů trakčních stožárů je nutné dodržení bezpečné vzdálenosti tak, aby nedošlo k narušení stability trakčních stožárů.</w:t>
      </w:r>
    </w:p>
    <w:p w14:paraId="73472EBB" w14:textId="77777777" w:rsidR="00D37598" w:rsidRPr="00D37598" w:rsidRDefault="00D37598" w:rsidP="00D37598">
      <w:pPr>
        <w:pStyle w:val="Odstavecseseznamem"/>
        <w:numPr>
          <w:ilvl w:val="0"/>
          <w:numId w:val="11"/>
        </w:numPr>
      </w:pPr>
      <w:r w:rsidRPr="00D37598">
        <w:t xml:space="preserve">V případě poškození uvedeného zařízení je provádějící podnik povinen hradit veškeré náklady spojené s uvedením poškozeného zařízení do původního stavu včetně náhrady ztrát za vyloučení kolejové dopravy. Poškození kabelů je nutné oznámit neprodleně na </w:t>
      </w:r>
      <w:proofErr w:type="spellStart"/>
      <w:r w:rsidRPr="00D37598">
        <w:t>elektrodispečink</w:t>
      </w:r>
      <w:proofErr w:type="spellEnd"/>
      <w:r w:rsidRPr="00D37598">
        <w:t xml:space="preserve"> SŽDC </w:t>
      </w:r>
      <w:proofErr w:type="spellStart"/>
      <w:proofErr w:type="gramStart"/>
      <w:r w:rsidRPr="00D37598">
        <w:t>s.o</w:t>
      </w:r>
      <w:proofErr w:type="spellEnd"/>
      <w:r w:rsidRPr="00D37598">
        <w:t>.</w:t>
      </w:r>
      <w:proofErr w:type="gramEnd"/>
      <w:r w:rsidRPr="00D37598">
        <w:t>, OŘ Brno, SEE: ED Havlíčkův Brod: tel. 972 645 259, 972 645 200, m. tel. 602 622 734.</w:t>
      </w:r>
    </w:p>
    <w:p w14:paraId="087A8E0B" w14:textId="7072683E" w:rsidR="00E433EF" w:rsidRDefault="00D37598" w:rsidP="007D6994">
      <w:pPr>
        <w:pStyle w:val="Odstavecseseznamem"/>
        <w:numPr>
          <w:ilvl w:val="0"/>
          <w:numId w:val="11"/>
        </w:numPr>
        <w:rPr>
          <w:color w:val="FF0000"/>
          <w:lang w:eastAsia="cs-CZ"/>
        </w:rPr>
      </w:pPr>
      <w:r>
        <w:t>Je nutno provést regulaci a úpravu klikatosti trakčního vedení v dostatečném předstihu před ukončení výluky v </w:t>
      </w:r>
      <w:proofErr w:type="gramStart"/>
      <w:r>
        <w:t>místech , kde</w:t>
      </w:r>
      <w:proofErr w:type="gramEnd"/>
      <w:r>
        <w:t xml:space="preserve"> bude probíhat úprava GPK.</w:t>
      </w:r>
    </w:p>
    <w:p w14:paraId="6F004656" w14:textId="33D4F0E3" w:rsidR="00E433EF" w:rsidRDefault="00E433EF" w:rsidP="00E433EF">
      <w:pPr>
        <w:rPr>
          <w:color w:val="FF0000"/>
          <w:lang w:eastAsia="cs-CZ"/>
        </w:rPr>
      </w:pPr>
    </w:p>
    <w:p w14:paraId="4BE3F33F" w14:textId="4D017710" w:rsidR="00E433EF" w:rsidRDefault="00E433EF" w:rsidP="00E433EF">
      <w:pPr>
        <w:rPr>
          <w:color w:val="FF0000"/>
          <w:lang w:eastAsia="cs-CZ"/>
        </w:rPr>
      </w:pPr>
    </w:p>
    <w:p w14:paraId="4C4185F7" w14:textId="26C96D57" w:rsidR="00E433EF" w:rsidRDefault="00E433EF" w:rsidP="00E433EF">
      <w:pPr>
        <w:rPr>
          <w:color w:val="FF0000"/>
          <w:lang w:eastAsia="cs-CZ"/>
        </w:rPr>
      </w:pPr>
    </w:p>
    <w:p w14:paraId="18747182" w14:textId="77777777" w:rsidR="00E433EF" w:rsidRPr="00E433EF" w:rsidRDefault="00E433EF" w:rsidP="00E433EF">
      <w:pPr>
        <w:rPr>
          <w:color w:val="FF0000"/>
          <w:lang w:eastAsia="cs-CZ"/>
        </w:rPr>
        <w:sectPr w:rsidR="00E433EF" w:rsidRPr="00E433EF" w:rsidSect="00D424F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AAC4F83" w14:textId="0C1DD33A" w:rsidR="0012498A" w:rsidRDefault="0039750D" w:rsidP="00453FDD">
      <w:r w:rsidRPr="00692C6C">
        <w:lastRenderedPageBreak/>
        <w:t xml:space="preserve">Příloha č. 1 – </w:t>
      </w:r>
      <w:r w:rsidR="00453FDD">
        <w:t>Soupis pražců pro jednotlivé výhybky</w:t>
      </w:r>
    </w:p>
    <w:p w14:paraId="6F3D112A" w14:textId="66560CB0" w:rsidR="00694F55" w:rsidRPr="00694F55" w:rsidRDefault="00694F55" w:rsidP="00453FDD">
      <w:pPr>
        <w:rPr>
          <w:b/>
          <w:sz w:val="22"/>
        </w:rPr>
      </w:pPr>
      <w:r w:rsidRPr="00694F55">
        <w:rPr>
          <w:b/>
          <w:sz w:val="22"/>
        </w:rPr>
        <w:t>ŽST. POHLED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61"/>
        <w:gridCol w:w="461"/>
        <w:gridCol w:w="461"/>
        <w:gridCol w:w="461"/>
        <w:gridCol w:w="461"/>
        <w:gridCol w:w="461"/>
        <w:gridCol w:w="461"/>
        <w:gridCol w:w="461"/>
        <w:gridCol w:w="671"/>
        <w:gridCol w:w="671"/>
        <w:gridCol w:w="587"/>
        <w:gridCol w:w="587"/>
        <w:gridCol w:w="587"/>
        <w:gridCol w:w="912"/>
        <w:gridCol w:w="842"/>
        <w:gridCol w:w="587"/>
        <w:gridCol w:w="587"/>
        <w:gridCol w:w="842"/>
        <w:gridCol w:w="587"/>
        <w:gridCol w:w="587"/>
        <w:gridCol w:w="587"/>
        <w:gridCol w:w="990"/>
      </w:tblGrid>
      <w:tr w:rsidR="00694F55" w:rsidRPr="00694F55" w14:paraId="03581A2F" w14:textId="77777777" w:rsidTr="00694F5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33D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pražce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3C1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140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8D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51C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049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3C5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BF2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6526" w14:textId="77F672A5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4EE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DSK1/3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B80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DSK4/2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E8E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840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4E3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AB57" w14:textId="1CF476DD" w:rsidR="00453FDD" w:rsidRPr="00694F55" w:rsidRDefault="00694F55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="00453FDD"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ezi</w:t>
            </w: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53FDD"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15/13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D8C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DSK17/15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68F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A72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271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DSK14/16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6A9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A08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8FA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BD5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součet délek</w:t>
            </w:r>
          </w:p>
        </w:tc>
      </w:tr>
      <w:tr w:rsidR="00694F55" w:rsidRPr="00694F55" w14:paraId="7EDC62DB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284E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311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449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E01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021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1DD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D4F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09B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2A6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27E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A02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22A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170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024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CB2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F4E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47C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C10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658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8C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073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C14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E93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43</w:t>
            </w:r>
          </w:p>
        </w:tc>
      </w:tr>
      <w:tr w:rsidR="00694F55" w:rsidRPr="00694F55" w14:paraId="5A944D32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7773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556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86C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F7E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4BB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692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C32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A1C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9ED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7DC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606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42F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8E4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A32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2BC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A65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256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0F0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558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16C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980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0B5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220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87</w:t>
            </w:r>
          </w:p>
        </w:tc>
      </w:tr>
      <w:tr w:rsidR="00694F55" w:rsidRPr="00694F55" w14:paraId="25E50976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4B2A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2F2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A03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28C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38B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4C3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354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717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89D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2D1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6FC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BD0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3F1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250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8B6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BC4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987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B89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194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6B6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0C6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EDC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035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29</w:t>
            </w:r>
          </w:p>
        </w:tc>
      </w:tr>
      <w:tr w:rsidR="00694F55" w:rsidRPr="00694F55" w14:paraId="0ECA8457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C550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874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446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C6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001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92E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4BD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1E4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6E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C26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926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60F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E4F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57B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C0F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CA1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54F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25F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FCC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15F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56E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B70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82F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25</w:t>
            </w:r>
          </w:p>
        </w:tc>
      </w:tr>
      <w:tr w:rsidR="00694F55" w:rsidRPr="00694F55" w14:paraId="6DE62E64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ABD7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0D5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230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2AD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700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061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B85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506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54F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320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C80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8E3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17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79A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6E4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A01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2C9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3F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813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5B2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7D6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B64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729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22</w:t>
            </w:r>
          </w:p>
        </w:tc>
      </w:tr>
      <w:tr w:rsidR="00694F55" w:rsidRPr="00694F55" w14:paraId="1F324C1F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ACFD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26B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659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332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D6A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9D3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AF0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8E6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0BD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0BB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AEA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908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B22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9E7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119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C51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F6A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C6C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619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9D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601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452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A6D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14</w:t>
            </w:r>
          </w:p>
        </w:tc>
      </w:tr>
      <w:tr w:rsidR="00694F55" w:rsidRPr="00694F55" w14:paraId="36FDF866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00F3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534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AA7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BC5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492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EDB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D7E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AE6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785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E7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BF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F06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AFC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268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F78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6C4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AEA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E6B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5D6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4CB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5AC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3F6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850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  <w:tr w:rsidR="00694F55" w:rsidRPr="00694F55" w14:paraId="37313C45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3AA0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F75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E86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6D7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607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9BF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E0F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513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F9E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EDB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FE7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BC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7E0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96E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26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893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3F5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05C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819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117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B28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3E1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741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15</w:t>
            </w:r>
          </w:p>
        </w:tc>
      </w:tr>
      <w:tr w:rsidR="00694F55" w:rsidRPr="00694F55" w14:paraId="765F70E0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F975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E7E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600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02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6D4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31E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677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7C4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469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314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02E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164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E6B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6EB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4ED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E78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9E4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DB4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57C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92F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22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19E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3C7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694F55" w:rsidRPr="00694F55" w14:paraId="1EAB5230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44CD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370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D71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6FF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31C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46B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7C2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C68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D5A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DF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38C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246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203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C80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62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48A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59D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C2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05C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AD7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85B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167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D4F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21</w:t>
            </w:r>
          </w:p>
        </w:tc>
      </w:tr>
      <w:tr w:rsidR="00694F55" w:rsidRPr="00694F55" w14:paraId="1EE4D557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CD56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242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943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A87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D18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D7A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0A3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E28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12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DCA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A9F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1E6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04F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E64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D8F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EEF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AAF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3CC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266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6F1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B2D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573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F8A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23</w:t>
            </w:r>
          </w:p>
        </w:tc>
      </w:tr>
      <w:tr w:rsidR="00694F55" w:rsidRPr="00694F55" w14:paraId="16AB2A6C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1B75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41D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323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42E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DF0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F49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2CC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CC0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D43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8AF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F92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DA9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736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23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84A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84E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E07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139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6F7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7D7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31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548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CF0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694F55" w:rsidRPr="00694F55" w14:paraId="7DB23C26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3F16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FE4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574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6A8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A32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98A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945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690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1DD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A07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97E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167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DC5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2B9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BB0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5CE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B23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50A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307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28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372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867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C01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694F55" w:rsidRPr="00694F55" w14:paraId="2EF66088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6774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AB7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351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C86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62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18C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8DD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2FE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464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BC5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A92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3F0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F4A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89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319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8AC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1BC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BA0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064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645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D8B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858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699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</w:tr>
      <w:tr w:rsidR="00694F55" w:rsidRPr="00694F55" w14:paraId="6BA876FD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0E5C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A7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4F2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18F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32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7E6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C6D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ABC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A9D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A8A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779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DDE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201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B96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499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DC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03F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893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3B8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DC6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0E0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743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5E7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694F55" w:rsidRPr="00694F55" w14:paraId="590DF03B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B934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CBF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C46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73F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AEA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554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64C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CDD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FAB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D08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0F5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EC0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AE6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00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99D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E34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154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4A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8CE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5FD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D65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229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DF2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694F55" w:rsidRPr="00694F55" w14:paraId="7A9F5E16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DF54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4F7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59A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2CC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633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690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1E4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998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F8A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2CD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846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621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1F0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E1E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21A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C92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B92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CF8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51E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EF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3F2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62D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7C2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694F55" w:rsidRPr="00694F55" w14:paraId="399AAB70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6DEC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E15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4C1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7EF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13A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022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2C8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A7F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7B0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8BE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B8C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241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E9E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8D9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0D6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4A8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2CC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D0C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A5B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DF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AD8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661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331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694F55" w:rsidRPr="00694F55" w14:paraId="1A7154CE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C199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099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94D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AB4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E02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D62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15D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103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587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4C5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51F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5EA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182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229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3BA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10A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4C6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E9A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7F0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AF3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C1D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AA5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169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694F55" w:rsidRPr="00694F55" w14:paraId="195102CF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3449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990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95F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7C4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399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E7A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73F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A2F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2FC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980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F6A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321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622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F69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CDD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291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207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19A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D98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645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FB3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F02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13A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694F55" w:rsidRPr="00694F55" w14:paraId="7CDBDED0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77C5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9FB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704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EEC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BE0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F0C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D5A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E75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E57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5B7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2F3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06E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A9E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142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0B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882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752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ACE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2F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0F8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848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86A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DEA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694F55" w:rsidRPr="00694F55" w14:paraId="6D1E9D48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DC55" w14:textId="77777777" w:rsidR="00453FDD" w:rsidRPr="001E470C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6BA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465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A10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0AB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F14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9A2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1CA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A22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C06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661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7A9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C9F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8E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662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7EE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14F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99B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3A54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867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C79D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D55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1A8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694F55" w:rsidRPr="00694F55" w14:paraId="2F4D362F" w14:textId="77777777" w:rsidTr="00694F5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D74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BB7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E4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F0D5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F03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9FA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B73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A7FB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1596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E751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07BC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940F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D85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7A17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A132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B0AA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37C3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EAB0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3A48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958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214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9A6E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59C9" w14:textId="77777777" w:rsidR="00453FDD" w:rsidRPr="00694F55" w:rsidRDefault="00453FDD" w:rsidP="00453F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389</w:t>
            </w:r>
          </w:p>
        </w:tc>
      </w:tr>
    </w:tbl>
    <w:p w14:paraId="2B1C6282" w14:textId="21EA3A43" w:rsidR="00453FDD" w:rsidRDefault="00453FDD" w:rsidP="00453FDD">
      <w:pPr>
        <w:rPr>
          <w:lang w:eastAsia="cs-CZ"/>
        </w:rPr>
      </w:pPr>
    </w:p>
    <w:p w14:paraId="42D09D25" w14:textId="77777777" w:rsidR="00694F55" w:rsidRDefault="00694F55" w:rsidP="00694F55">
      <w:pPr>
        <w:rPr>
          <w:lang w:eastAsia="cs-CZ"/>
        </w:rPr>
      </w:pPr>
    </w:p>
    <w:p w14:paraId="098D607C" w14:textId="4719C613" w:rsidR="00694F55" w:rsidRDefault="00694F55" w:rsidP="00694F55">
      <w:r w:rsidRPr="00692C6C">
        <w:lastRenderedPageBreak/>
        <w:t xml:space="preserve">Příloha č. 1 – </w:t>
      </w:r>
      <w:r>
        <w:t>Soupis pražců pro jednotlivé výhybky</w:t>
      </w:r>
    </w:p>
    <w:p w14:paraId="0FBB2F92" w14:textId="46B88C5C" w:rsidR="00694F55" w:rsidRPr="00694F55" w:rsidRDefault="00694F55" w:rsidP="00694F55">
      <w:pPr>
        <w:rPr>
          <w:b/>
          <w:sz w:val="22"/>
        </w:rPr>
      </w:pPr>
      <w:r w:rsidRPr="00694F55">
        <w:rPr>
          <w:b/>
          <w:sz w:val="22"/>
        </w:rPr>
        <w:t>ŽST. Přibyslav</w:t>
      </w:r>
    </w:p>
    <w:tbl>
      <w:tblPr>
        <w:tblW w:w="12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460"/>
      </w:tblGrid>
      <w:tr w:rsidR="00694F55" w:rsidRPr="00694F55" w14:paraId="4A7F88A1" w14:textId="77777777" w:rsidTr="00694F55">
        <w:trPr>
          <w:trHeight w:val="25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C42A" w14:textId="534150EE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délka pražce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4A7D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5EF8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4DD4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DSK1/3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69B4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CDE5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AA2D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4DF9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2A30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v.č</w:t>
            </w:r>
            <w:proofErr w:type="spell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6075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DSK 4/2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4D5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součet délek</w:t>
            </w:r>
          </w:p>
        </w:tc>
      </w:tr>
      <w:tr w:rsidR="00694F55" w:rsidRPr="00694F55" w14:paraId="2AF23A68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69E6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552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8BC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6BB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598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125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B20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638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24D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E3B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78F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694F55" w:rsidRPr="00694F55" w14:paraId="4565E0A7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7FF9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454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9C1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175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784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632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AD9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DB8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F4C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350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68D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</w:t>
            </w:r>
          </w:p>
        </w:tc>
      </w:tr>
      <w:tr w:rsidR="00694F55" w:rsidRPr="00694F55" w14:paraId="4BFDF6E5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2F02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5B0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27B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719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81D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536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3E2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824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163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EA2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3C7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694F55" w:rsidRPr="00694F55" w14:paraId="0B01E866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9757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D0E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0D4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FF7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15B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9CB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075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9B0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302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8B5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DC7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13</w:t>
            </w:r>
          </w:p>
        </w:tc>
      </w:tr>
      <w:tr w:rsidR="00694F55" w:rsidRPr="00694F55" w14:paraId="079A4152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4DBF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772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A43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5B3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741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6C6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8C8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DA1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071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C98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595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694F55" w:rsidRPr="00694F55" w14:paraId="529AE7B9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9612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FB9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B66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D39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8B1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BF5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E34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A66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C38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643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7F1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14</w:t>
            </w:r>
          </w:p>
        </w:tc>
      </w:tr>
      <w:tr w:rsidR="00694F55" w:rsidRPr="00694F55" w14:paraId="124CA32C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8CA9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EAD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08F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295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177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6D0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355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A40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3ED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C02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8B2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694F55" w:rsidRPr="00694F55" w14:paraId="39B10BF3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8037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7E6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B0C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91D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0DF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8D2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011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12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2CC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499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7B5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694F55" w:rsidRPr="00694F55" w14:paraId="56F4CEA6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393A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38A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CBD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A06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2AF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DC5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CFF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131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23B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419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AEA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694F55" w:rsidRPr="00694F55" w14:paraId="18B81A13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A6ED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85C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C9B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31F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A01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06D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5AF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83C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710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5E8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293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694F55" w:rsidRPr="00694F55" w14:paraId="011F08AB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099D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CD8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EFA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F9F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141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4EA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972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041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E9E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01B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5ED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94F55" w:rsidRPr="00694F55" w14:paraId="5EA14735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4232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2E5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88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856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18B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A74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37B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204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379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71D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65E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</w:tr>
      <w:tr w:rsidR="00694F55" w:rsidRPr="00694F55" w14:paraId="1D9B38EE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9DBC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1B3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4E9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DEC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4FE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31C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A03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356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492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0E3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A5F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694F55" w:rsidRPr="00694F55" w14:paraId="75AF8F9B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CA2A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A6F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44C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E00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8D6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F4B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2A1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758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769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009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348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694F55" w:rsidRPr="00694F55" w14:paraId="6C509BDE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1D79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A80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5B1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B58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DCC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4E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634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CBA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402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FAA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998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694F55" w:rsidRPr="00694F55" w14:paraId="5E484016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8CF4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6FD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670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E5F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0DD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0A1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847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DC5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D86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E4A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959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694F55" w:rsidRPr="00694F55" w14:paraId="3E32B6E0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71AC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999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1CD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20E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F0D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3C2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5C8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244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75B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BBE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7A1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694F55" w:rsidRPr="00694F55" w14:paraId="1BF92475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9175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066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640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580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E01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8AA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BF8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609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191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47B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38C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694F55" w:rsidRPr="00694F55" w14:paraId="452C86D1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6C61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90D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6C8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A05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707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1E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424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33D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0EBB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024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892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694F55" w:rsidRPr="00694F55" w14:paraId="0D3BACA8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DE1C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BE6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396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C83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BF1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A80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155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B41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08E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A6B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8CA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  <w:tr w:rsidR="00694F55" w:rsidRPr="00694F55" w14:paraId="0DECD342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5A69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3C8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940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D47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948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BFF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AC9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F83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7FD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52D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E5FD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694F55" w:rsidRPr="00694F55" w14:paraId="036BB646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553B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928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F8B7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518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B79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69F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90A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3149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A1B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245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44E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694F55" w:rsidRPr="00694F55" w14:paraId="412E91C2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4DEE" w14:textId="77777777" w:rsidR="00694F55" w:rsidRPr="001E470C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1E470C">
              <w:rPr>
                <w:rFonts w:eastAsia="Times New Roman" w:cs="Times New Roman"/>
                <w:b/>
                <w:color w:val="000000"/>
                <w:sz w:val="20"/>
                <w:szCs w:val="20"/>
                <w:lang w:eastAsia="cs-CZ"/>
              </w:rPr>
              <w:t>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DA2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6873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F37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225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FC0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7AE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767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78F5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39C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5AE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694F55" w:rsidRPr="00694F55" w14:paraId="5FB51B6D" w14:textId="77777777" w:rsidTr="00694F55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A40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suma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979A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E0D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4F2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5E98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C09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273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580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E574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813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C7F0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201</w:t>
            </w:r>
          </w:p>
        </w:tc>
      </w:tr>
    </w:tbl>
    <w:p w14:paraId="036B0DD8" w14:textId="682C7CFF" w:rsidR="00694F55" w:rsidRDefault="00694F55" w:rsidP="00694F55">
      <w:pPr>
        <w:jc w:val="center"/>
        <w:rPr>
          <w:lang w:eastAsia="cs-CZ"/>
        </w:rPr>
      </w:pPr>
    </w:p>
    <w:p w14:paraId="0DC42BB1" w14:textId="666ADD64" w:rsidR="00694F55" w:rsidRDefault="00694F55" w:rsidP="00694F55">
      <w:pPr>
        <w:jc w:val="center"/>
        <w:rPr>
          <w:lang w:eastAsia="cs-CZ"/>
        </w:rPr>
      </w:pPr>
    </w:p>
    <w:p w14:paraId="1A8E12A2" w14:textId="77777777" w:rsidR="00694F55" w:rsidRDefault="00694F55" w:rsidP="00694F55">
      <w:r>
        <w:lastRenderedPageBreak/>
        <w:t>Příloha č. 2</w:t>
      </w:r>
      <w:r w:rsidRPr="00692C6C">
        <w:t xml:space="preserve"> – </w:t>
      </w:r>
      <w:r>
        <w:t>Soupis výhybek</w:t>
      </w:r>
    </w:p>
    <w:p w14:paraId="576D9137" w14:textId="225D1692" w:rsidR="00694F55" w:rsidRDefault="00694F55" w:rsidP="00694F55">
      <w:pPr>
        <w:jc w:val="center"/>
        <w:rPr>
          <w:b/>
          <w:sz w:val="22"/>
        </w:rPr>
      </w:pPr>
      <w:r w:rsidRPr="00694F55">
        <w:rPr>
          <w:b/>
          <w:sz w:val="22"/>
        </w:rPr>
        <w:t xml:space="preserve">ŽST. </w:t>
      </w:r>
      <w:r>
        <w:rPr>
          <w:b/>
          <w:sz w:val="22"/>
        </w:rPr>
        <w:t>Pohled</w:t>
      </w:r>
    </w:p>
    <w:tbl>
      <w:tblPr>
        <w:tblW w:w="10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80"/>
        <w:gridCol w:w="940"/>
        <w:gridCol w:w="7260"/>
      </w:tblGrid>
      <w:tr w:rsidR="00694F55" w:rsidRPr="00694F55" w14:paraId="6194FC64" w14:textId="77777777" w:rsidTr="00694F55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DD13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b/>
                <w:bCs/>
                <w:lang w:eastAsia="cs-CZ"/>
              </w:rPr>
              <w:t>Výhybka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FDF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b/>
                <w:bCs/>
                <w:lang w:eastAsia="cs-CZ"/>
              </w:rPr>
              <w:t>Km začátku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FB5D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b/>
                <w:bCs/>
                <w:lang w:eastAsia="cs-CZ"/>
              </w:rPr>
              <w:t>Km konce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E3C6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b/>
                <w:bCs/>
                <w:lang w:eastAsia="cs-CZ"/>
              </w:rPr>
              <w:t>Popis konstrukce</w:t>
            </w:r>
          </w:p>
        </w:tc>
      </w:tr>
      <w:tr w:rsidR="00694F55" w:rsidRPr="00694F55" w14:paraId="06D154DB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83E3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6319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8270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110,429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B9B0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S49-1:11-300 -L-p-CZ-d-K-komb-N,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72A5399B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06B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53F3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7754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110,429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EBA7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S49-1:11-300 -L-p-CZ-d-K-komb-N,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03BEA38A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D43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F569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A16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110,482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A13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S49-1:11-300 -L-p-CZ-d-K-komb-N,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51233863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9AB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E6B9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204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110,482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DC53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S49-1:11-300 -P-l-CZ-d-K-komb-N,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1407D62A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1ECE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B3CF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C00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110,521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80DF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S49-1:9-300 -L-l-CZ-d-K-ZP-N,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24D438D3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B32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5A8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967B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110,521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B16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S49-1:9-300 -P-p-CZ-d-K-ZP-N,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29CF536E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B4EA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309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0E3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110,550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3343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Obl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-o S49-1:7,5-190(450/329)-P-l-CZ-d- 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50/ 50 km/hod</w:t>
            </w:r>
          </w:p>
        </w:tc>
      </w:tr>
      <w:tr w:rsidR="00694F55" w:rsidRPr="00694F55" w14:paraId="45BB1D40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5E6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8AA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F339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110,554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A148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Obl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-o S49-1:9-300(650/558)-L-p-CZ-d- 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50/ 50 km/hod</w:t>
            </w:r>
          </w:p>
        </w:tc>
      </w:tr>
      <w:tr w:rsidR="00694F55" w:rsidRPr="00694F55" w14:paraId="602DB3C1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EEC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098E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6E71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110,587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C76F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S49-1:7,5-190 -L-p-HZ-d- 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50/ 40 km/hod</w:t>
            </w:r>
          </w:p>
        </w:tc>
      </w:tr>
      <w:tr w:rsidR="00694F55" w:rsidRPr="00694F55" w14:paraId="4F195DFD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E96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CD2A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CAE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111,233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E97E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T-1:9-300 -P-p-HZ-d- 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50/ 50 km/hod</w:t>
            </w:r>
          </w:p>
        </w:tc>
      </w:tr>
      <w:tr w:rsidR="00694F55" w:rsidRPr="00694F55" w14:paraId="5C888CA0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9D3C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D6F8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CF9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111,233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E7F6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T-1:9-300 -L-l-HZ-d- 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50/ 50 km/hod</w:t>
            </w:r>
          </w:p>
        </w:tc>
      </w:tr>
      <w:tr w:rsidR="00694F55" w:rsidRPr="00694F55" w14:paraId="0F3A30E9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C22B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E8FA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9450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111,266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A49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R65-1:9-300 -P-p-CZ-d-K-ZP-N,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6669ACBA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1324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244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3CE4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111,266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AB7CB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J R65-1:9-300 -L-l-CZ-d-K-ZP-N,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60CA25AA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E6F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E39F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28CC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111,299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7F260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R65-1:11-300 -P-l-CZ-d-K-komb-N,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3EBA9359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CDF6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4318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925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111,299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C3EF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R65-1:11-300 -L-p-CZ-d-K-komb-N,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77B1682D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89F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B6C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EDAB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111,352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6BC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R65-1:11-300 -L-p-CZ-d-K-komb-N,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4F2DCCC6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757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výh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. 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3E74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DB75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111,352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DFE3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 xml:space="preserve">J R65-1:11-300 -P-l-CZ-d-K-komb-N,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4FE0F597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A27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DKS 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B31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BA92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110,457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91E6C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SDKS S49-1:11 -N-d-K-ZP-4.75-N,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  <w:tr w:rsidR="00694F55" w:rsidRPr="00694F55" w14:paraId="6CD5FA74" w14:textId="77777777" w:rsidTr="00694F55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9254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DKS 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4647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111,299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009D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111,325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15350" w14:textId="77777777" w:rsidR="00694F55" w:rsidRPr="00694F55" w:rsidRDefault="00694F55" w:rsidP="00694F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94F55">
              <w:rPr>
                <w:rFonts w:ascii="Arial" w:eastAsia="Times New Roman" w:hAnsi="Arial" w:cs="Arial"/>
                <w:lang w:eastAsia="cs-CZ"/>
              </w:rPr>
              <w:t>SDKS R65-1:11 -N-d-K-ZP-4.75-N, s: ZP-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Montovana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ascii="Arial" w:eastAsia="Times New Roman" w:hAnsi="Arial" w:cs="Arial"/>
                <w:lang w:eastAsia="cs-CZ"/>
              </w:rPr>
              <w:t>rych</w:t>
            </w:r>
            <w:proofErr w:type="spellEnd"/>
            <w:r w:rsidRPr="00694F55">
              <w:rPr>
                <w:rFonts w:ascii="Arial" w:eastAsia="Times New Roman" w:hAnsi="Arial" w:cs="Arial"/>
                <w:lang w:eastAsia="cs-CZ"/>
              </w:rPr>
              <w:t>: 100/ 50 km/hod</w:t>
            </w:r>
          </w:p>
        </w:tc>
      </w:tr>
    </w:tbl>
    <w:p w14:paraId="68379DD4" w14:textId="77777777" w:rsidR="00694F55" w:rsidRPr="00694F55" w:rsidRDefault="00694F55" w:rsidP="00694F55">
      <w:pPr>
        <w:rPr>
          <w:b/>
          <w:sz w:val="22"/>
        </w:rPr>
      </w:pPr>
    </w:p>
    <w:p w14:paraId="616C4627" w14:textId="77777777" w:rsidR="00694F55" w:rsidRDefault="00694F55" w:rsidP="00694F55"/>
    <w:p w14:paraId="3D859E49" w14:textId="66C5FD20" w:rsidR="00694F55" w:rsidRDefault="00694F55" w:rsidP="00694F55"/>
    <w:p w14:paraId="6E88FAAE" w14:textId="19D5E381" w:rsidR="00694F55" w:rsidRDefault="00694F55" w:rsidP="00694F55">
      <w:r>
        <w:lastRenderedPageBreak/>
        <w:t>Příloha č. 2</w:t>
      </w:r>
      <w:r w:rsidRPr="00692C6C">
        <w:t xml:space="preserve"> – </w:t>
      </w:r>
      <w:r>
        <w:t>Soupis výhybek</w:t>
      </w:r>
    </w:p>
    <w:p w14:paraId="1805D216" w14:textId="77777777" w:rsidR="00694F55" w:rsidRPr="00694F55" w:rsidRDefault="00694F55" w:rsidP="00694F55">
      <w:pPr>
        <w:jc w:val="center"/>
        <w:rPr>
          <w:b/>
          <w:sz w:val="22"/>
        </w:rPr>
      </w:pPr>
      <w:r w:rsidRPr="00694F55">
        <w:rPr>
          <w:b/>
          <w:sz w:val="22"/>
        </w:rPr>
        <w:t>ŽST. Přibyslav</w:t>
      </w:r>
    </w:p>
    <w:tbl>
      <w:tblPr>
        <w:tblW w:w="117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1260"/>
        <w:gridCol w:w="976"/>
        <w:gridCol w:w="8518"/>
      </w:tblGrid>
      <w:tr w:rsidR="00694F55" w:rsidRPr="00694F55" w14:paraId="409D9E08" w14:textId="77777777" w:rsidTr="001E432C">
        <w:trPr>
          <w:trHeight w:val="270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4FB1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b/>
                <w:bCs/>
                <w:lang w:eastAsia="cs-CZ"/>
              </w:rPr>
              <w:t>Výhybka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F0AC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b/>
                <w:bCs/>
                <w:lang w:eastAsia="cs-CZ"/>
              </w:rPr>
              <w:t>Km začátku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D93E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b/>
                <w:bCs/>
                <w:lang w:eastAsia="cs-CZ"/>
              </w:rPr>
              <w:t>Km konce</w:t>
            </w:r>
          </w:p>
        </w:tc>
        <w:tc>
          <w:tcPr>
            <w:tcW w:w="8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E26F" w14:textId="77777777" w:rsidR="00694F55" w:rsidRPr="00694F55" w:rsidRDefault="00694F55" w:rsidP="00694F5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b/>
                <w:bCs/>
                <w:lang w:eastAsia="cs-CZ"/>
              </w:rPr>
              <w:t>Popis konstrukce</w:t>
            </w:r>
          </w:p>
        </w:tc>
      </w:tr>
      <w:tr w:rsidR="00694F55" w:rsidRPr="00694F55" w14:paraId="3293F6B8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6D59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E45E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DFD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102,737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4E28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 xml:space="preserve">J S49-1:11-300 -P-l-CZ-d-K-komb-N,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47063B94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ACD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60B7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42CA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102,737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386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 xml:space="preserve">J S49-1:11-300 -L-p-CZ-d-K-komb-N, 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13B70F38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22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9611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CEB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102,792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E3DB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 xml:space="preserve">J S49-1:11-300 -L-p-CZ-d-K-komb-N,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6A813746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95D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F8F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63C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102,792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EF61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 xml:space="preserve">J S49-1:11-300 -P-l-CZ-d-K-komb-N,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24F72DC9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6CDD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64D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ED50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102,836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D6E1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S49-1:9-300 -L-l-CZ-d-K-ZP-N,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53345229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4CC4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BF6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1E0A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102,836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672F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S49-1:9-300 -P-p-CZ-d-K-ZP-N,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06819FD6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D1CD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7651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0142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102,865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EFCF" w14:textId="77777777" w:rsidR="00694F55" w:rsidRPr="00694F55" w:rsidRDefault="00694F55" w:rsidP="00694F55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Obl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-o S49-1:7,5-190(500/307)-L-l-CZ-d-K-ZP-N,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50/ 50 km/hod</w:t>
            </w:r>
          </w:p>
        </w:tc>
      </w:tr>
      <w:tr w:rsidR="00694F55" w:rsidRPr="00694F55" w14:paraId="75E79DFF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7ABB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354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6486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102,865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C4033" w14:textId="77777777" w:rsidR="00694F55" w:rsidRPr="00694F55" w:rsidRDefault="00694F55" w:rsidP="00694F55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Obl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-o S49-1:7,5-190(400/363)-P-p-CZ-d-K-ZP-N,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50/ 50 km/hod</w:t>
            </w:r>
          </w:p>
        </w:tc>
      </w:tr>
      <w:tr w:rsidR="00694F55" w:rsidRPr="00694F55" w14:paraId="509FF2ED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25B0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BA10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CB94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102,937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FEFD1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S49-1:9-300 -P-p-HZ-d-K-ZP-N,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50/ 50 km/hod</w:t>
            </w:r>
          </w:p>
        </w:tc>
      </w:tr>
      <w:tr w:rsidR="00694F55" w:rsidRPr="00694F55" w14:paraId="3EAD753E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4B4F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EE0B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D56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103,551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3C69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S49-1:9-300 -L-p-CZ-d-K-ZP-N,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50/ 50 km/hod</w:t>
            </w:r>
          </w:p>
        </w:tc>
      </w:tr>
      <w:tr w:rsidR="00694F55" w:rsidRPr="00694F55" w14:paraId="7BC5E641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90F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D5A2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89A2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103,551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E744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S49-1:9-300 -P-l-CZ-d-K-ZP-N,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50/ 50 km/hod</w:t>
            </w:r>
          </w:p>
        </w:tc>
      </w:tr>
      <w:tr w:rsidR="00694F55" w:rsidRPr="00694F55" w14:paraId="46CE1412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418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9477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103,580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75C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103,613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0C68E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R65-1:9-300 -P-p-CZ-d-K-ZP-N,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5D94E701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D240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C7AD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103,580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1D60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103,613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CA6F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R65-1:9-300 -L-l-CZ-d-K-ZP-N,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5D0350D9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F3A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CCF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5A5A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103,656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3DA87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R65-1:9-300 -L-p-CZ-d-K-ZP-N,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0E2F4ECB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6C92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11C7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D8FB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103,699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FF48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R65-1:9-300 -L-p-CZ-d-K-ZP-N,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2121215A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68DC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92B8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103,750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6BAB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103,783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5C42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R65-1:9-300 -P-l-CZ-d-KS-ZP-N,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6BB27EEF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3737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694F55">
              <w:rPr>
                <w:rFonts w:eastAsia="Times New Roman" w:cs="Arial"/>
                <w:lang w:eastAsia="cs-CZ"/>
              </w:rPr>
              <w:t>výh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. 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F15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EDC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103,826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78B4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J R65-1:9-300 -P-l-CZ-d-KS-ZP-N, s: ZP-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Montovana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 xml:space="preserve">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  <w:tr w:rsidR="00694F55" w:rsidRPr="00694F55" w14:paraId="59BD9B39" w14:textId="77777777" w:rsidTr="001E432C">
        <w:trPr>
          <w:trHeight w:val="30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8618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>DKS 901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1685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sz w:val="20"/>
                <w:szCs w:val="20"/>
                <w:lang w:eastAsia="cs-CZ"/>
              </w:rPr>
              <w:t>102,737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B0F3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94F55">
              <w:rPr>
                <w:rFonts w:eastAsia="Times New Roman" w:cs="Arial"/>
                <w:sz w:val="20"/>
                <w:szCs w:val="20"/>
                <w:lang w:eastAsia="cs-CZ"/>
              </w:rPr>
              <w:t>102,765</w:t>
            </w:r>
          </w:p>
        </w:tc>
        <w:tc>
          <w:tcPr>
            <w:tcW w:w="8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42CE" w14:textId="77777777" w:rsidR="00694F55" w:rsidRPr="00694F55" w:rsidRDefault="00694F55" w:rsidP="00694F5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694F55">
              <w:rPr>
                <w:rFonts w:eastAsia="Times New Roman" w:cs="Arial"/>
                <w:lang w:eastAsia="cs-CZ"/>
              </w:rPr>
              <w:t xml:space="preserve">SDKS S49-1:11 -N-d-K-ZP-4,75-N, s:ZP-Montovana., </w:t>
            </w:r>
            <w:proofErr w:type="spellStart"/>
            <w:r w:rsidRPr="00694F55">
              <w:rPr>
                <w:rFonts w:eastAsia="Times New Roman" w:cs="Arial"/>
                <w:lang w:eastAsia="cs-CZ"/>
              </w:rPr>
              <w:t>rych</w:t>
            </w:r>
            <w:proofErr w:type="spellEnd"/>
            <w:r w:rsidRPr="00694F55">
              <w:rPr>
                <w:rFonts w:eastAsia="Times New Roman" w:cs="Arial"/>
                <w:lang w:eastAsia="cs-CZ"/>
              </w:rPr>
              <w:t>: 100/ 50 km/hod</w:t>
            </w:r>
          </w:p>
        </w:tc>
      </w:tr>
    </w:tbl>
    <w:p w14:paraId="2CBC2E3B" w14:textId="77777777" w:rsidR="00694F55" w:rsidRPr="00692C6C" w:rsidRDefault="00694F55" w:rsidP="00694F55">
      <w:pPr>
        <w:rPr>
          <w:lang w:eastAsia="cs-CZ"/>
        </w:rPr>
      </w:pPr>
    </w:p>
    <w:sectPr w:rsidR="00694F55" w:rsidRPr="00692C6C" w:rsidSect="00694F55">
      <w:pgSz w:w="16838" w:h="11906" w:orient="landscape" w:code="9"/>
      <w:pgMar w:top="2070" w:right="1049" w:bottom="1134" w:left="1474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CC51C" w14:textId="77777777" w:rsidR="00884701" w:rsidRDefault="00884701" w:rsidP="00962258">
      <w:pPr>
        <w:spacing w:after="0" w:line="240" w:lineRule="auto"/>
      </w:pPr>
      <w:r>
        <w:separator/>
      </w:r>
    </w:p>
  </w:endnote>
  <w:endnote w:type="continuationSeparator" w:id="0">
    <w:p w14:paraId="7D4E5216" w14:textId="77777777" w:rsidR="00884701" w:rsidRDefault="008847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E433EF" w14:paraId="200BB045" w14:textId="77777777" w:rsidTr="007B1BE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08796C" w14:textId="0AD73338" w:rsidR="00E433EF" w:rsidRPr="00B8518B" w:rsidRDefault="00E433EF" w:rsidP="007B1BE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BF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BF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14:paraId="5026FAA0" w14:textId="77777777" w:rsidR="00E433EF" w:rsidRDefault="00E433EF" w:rsidP="007B1BE6">
          <w:pPr>
            <w:pStyle w:val="Zpat"/>
          </w:pPr>
          <w:r>
            <w:t>Správa železnic, státní organizace</w:t>
          </w:r>
        </w:p>
        <w:p w14:paraId="0269B687" w14:textId="77777777" w:rsidR="00E433EF" w:rsidRDefault="00E433EF" w:rsidP="007B1BE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2C8C09D3" w14:textId="77777777" w:rsidR="00E433EF" w:rsidRDefault="00E433EF" w:rsidP="007B1BE6">
          <w:pPr>
            <w:pStyle w:val="Zpat"/>
          </w:pPr>
          <w:r>
            <w:t>Sídlo: Dlážděná 1003/7, 110 00 Praha 1</w:t>
          </w:r>
        </w:p>
        <w:p w14:paraId="1361A0A6" w14:textId="77777777" w:rsidR="00E433EF" w:rsidRDefault="00E433EF" w:rsidP="007B1BE6">
          <w:pPr>
            <w:pStyle w:val="Zpat"/>
          </w:pPr>
          <w:r>
            <w:t>IČO: 709 94 234 DIČ: CZ 709 94 234</w:t>
          </w:r>
        </w:p>
        <w:p w14:paraId="235CC53E" w14:textId="0BD06C69" w:rsidR="00E433EF" w:rsidRDefault="00E433EF" w:rsidP="007B1BE6">
          <w:pPr>
            <w:pStyle w:val="Zpat"/>
          </w:pPr>
          <w:r>
            <w:t>spravazeleznic.cz</w:t>
          </w:r>
        </w:p>
      </w:tc>
      <w:tc>
        <w:tcPr>
          <w:tcW w:w="3458" w:type="dxa"/>
        </w:tcPr>
        <w:p w14:paraId="39079332" w14:textId="77777777" w:rsidR="00E433EF" w:rsidRPr="00AA78CD" w:rsidRDefault="00E433EF" w:rsidP="007B1BE6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2A6BD6D" w14:textId="77777777" w:rsidR="00E433EF" w:rsidRPr="00AA78CD" w:rsidRDefault="00E433EF" w:rsidP="007B1BE6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01BDFDC1" w14:textId="77777777" w:rsidR="00E433EF" w:rsidRDefault="00E433EF" w:rsidP="007B1BE6">
          <w:pPr>
            <w:pStyle w:val="Zpat"/>
          </w:pPr>
          <w:r w:rsidRPr="00AA78CD">
            <w:rPr>
              <w:b/>
            </w:rPr>
            <w:t>611 43  Brno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BC9207" w14:textId="77777777" w:rsidR="00E433EF" w:rsidRDefault="00E433EF" w:rsidP="007B1BE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3B0A3D" w14:textId="77777777" w:rsidR="00E433EF" w:rsidRDefault="00E433EF" w:rsidP="007B1BE6">
          <w:pPr>
            <w:pStyle w:val="Zpat"/>
          </w:pPr>
        </w:p>
      </w:tc>
      <w:tc>
        <w:tcPr>
          <w:tcW w:w="2921" w:type="dxa"/>
        </w:tcPr>
        <w:p w14:paraId="2D047BBC" w14:textId="77777777" w:rsidR="00E433EF" w:rsidRDefault="00E433EF" w:rsidP="007B1BE6">
          <w:pPr>
            <w:pStyle w:val="Zpat"/>
          </w:pPr>
        </w:p>
      </w:tc>
    </w:tr>
  </w:tbl>
  <w:p w14:paraId="7B75F9CA" w14:textId="367A6EEB" w:rsidR="00E433EF" w:rsidRPr="00B8518B" w:rsidRDefault="00E433EF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433EF" w14:paraId="239AB5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DDE0AC" w14:textId="0C3A0ADE" w:rsidR="00E433EF" w:rsidRPr="00B8518B" w:rsidRDefault="00E433EF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0F5765" w14:textId="46B0EB27" w:rsidR="00E433EF" w:rsidRDefault="00E433EF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43596" w14:textId="43B30AC4" w:rsidR="00E433EF" w:rsidRDefault="00E433EF" w:rsidP="00460660">
          <w:pPr>
            <w:pStyle w:val="Zpat"/>
          </w:pPr>
        </w:p>
      </w:tc>
      <w:tc>
        <w:tcPr>
          <w:tcW w:w="2921" w:type="dxa"/>
        </w:tcPr>
        <w:p w14:paraId="76A1432B" w14:textId="37AB5A46" w:rsidR="00E433EF" w:rsidRDefault="00E433EF" w:rsidP="00460660">
          <w:pPr>
            <w:pStyle w:val="Zpat"/>
          </w:pPr>
        </w:p>
      </w:tc>
    </w:tr>
  </w:tbl>
  <w:p w14:paraId="01231A57" w14:textId="5523F32B" w:rsidR="00E433EF" w:rsidRPr="00B8518B" w:rsidRDefault="00E433EF" w:rsidP="00460660">
    <w:pPr>
      <w:pStyle w:val="Zpat"/>
      <w:rPr>
        <w:sz w:val="2"/>
        <w:szCs w:val="2"/>
      </w:rPr>
    </w:pPr>
  </w:p>
  <w:p w14:paraId="3AB6384C" w14:textId="6FCAA75D" w:rsidR="00E433EF" w:rsidRPr="00460660" w:rsidRDefault="00E433E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17946" w14:textId="77777777" w:rsidR="00884701" w:rsidRDefault="00884701" w:rsidP="00962258">
      <w:pPr>
        <w:spacing w:after="0" w:line="240" w:lineRule="auto"/>
      </w:pPr>
      <w:r>
        <w:separator/>
      </w:r>
    </w:p>
  </w:footnote>
  <w:footnote w:type="continuationSeparator" w:id="0">
    <w:p w14:paraId="2611D654" w14:textId="77777777" w:rsidR="00884701" w:rsidRDefault="008847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86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545"/>
      <w:gridCol w:w="3926"/>
      <w:gridCol w:w="3926"/>
      <w:gridCol w:w="6469"/>
    </w:tblGrid>
    <w:tr w:rsidR="00E433EF" w14:paraId="5C4A3578" w14:textId="77777777" w:rsidTr="00A80002">
      <w:trPr>
        <w:trHeight w:hRule="exact" w:val="378"/>
      </w:trPr>
      <w:tc>
        <w:tcPr>
          <w:tcW w:w="1545" w:type="dxa"/>
          <w:tcMar>
            <w:top w:w="57" w:type="dxa"/>
            <w:left w:w="0" w:type="dxa"/>
            <w:right w:w="0" w:type="dxa"/>
          </w:tcMar>
        </w:tcPr>
        <w:p w14:paraId="012DD651" w14:textId="4154247E" w:rsidR="00E433EF" w:rsidRPr="00B8518B" w:rsidRDefault="00E433EF" w:rsidP="00523EA7">
          <w:pPr>
            <w:pStyle w:val="Zpat"/>
            <w:rPr>
              <w:rStyle w:val="slostrnky"/>
            </w:rPr>
          </w:pPr>
        </w:p>
      </w:tc>
      <w:tc>
        <w:tcPr>
          <w:tcW w:w="3926" w:type="dxa"/>
          <w:shd w:val="clear" w:color="auto" w:fill="auto"/>
        </w:tcPr>
        <w:p w14:paraId="09B1D829" w14:textId="26A2D1FA" w:rsidR="00E433EF" w:rsidRPr="00A80002" w:rsidRDefault="00E433EF" w:rsidP="00523EA7">
          <w:pPr>
            <w:pStyle w:val="Zpat"/>
            <w:rPr>
              <w:sz w:val="18"/>
            </w:rPr>
          </w:pPr>
        </w:p>
      </w:tc>
      <w:tc>
        <w:tcPr>
          <w:tcW w:w="39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838AC9" w14:textId="29BE6EEA" w:rsidR="00E433EF" w:rsidRDefault="00E433EF" w:rsidP="00523EA7">
          <w:pPr>
            <w:pStyle w:val="Zpat"/>
          </w:pPr>
        </w:p>
      </w:tc>
      <w:tc>
        <w:tcPr>
          <w:tcW w:w="646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70250E" w14:textId="77777777" w:rsidR="00E433EF" w:rsidRPr="00D6163D" w:rsidRDefault="00E433EF" w:rsidP="00D6163D">
          <w:pPr>
            <w:pStyle w:val="Druhdokumentu"/>
          </w:pPr>
        </w:p>
      </w:tc>
    </w:tr>
  </w:tbl>
  <w:p w14:paraId="25F21CF4" w14:textId="3DE90766" w:rsidR="00E433EF" w:rsidRPr="00D6163D" w:rsidRDefault="00E433E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5"/>
      <w:gridCol w:w="3470"/>
      <w:gridCol w:w="5718"/>
    </w:tblGrid>
    <w:tr w:rsidR="00E433EF" w14:paraId="7D54C883" w14:textId="77777777" w:rsidTr="007B1BE6">
      <w:trPr>
        <w:trHeight w:hRule="exact" w:val="570"/>
      </w:trPr>
      <w:tc>
        <w:tcPr>
          <w:tcW w:w="1365" w:type="dxa"/>
          <w:tcMar>
            <w:left w:w="0" w:type="dxa"/>
            <w:right w:w="0" w:type="dxa"/>
          </w:tcMar>
        </w:tcPr>
        <w:p w14:paraId="3563C01B" w14:textId="77777777" w:rsidR="00E433EF" w:rsidRPr="00B8518B" w:rsidRDefault="00E433EF" w:rsidP="00FC6389">
          <w:pPr>
            <w:pStyle w:val="Zpat"/>
            <w:rPr>
              <w:rStyle w:val="slostrnky"/>
            </w:rPr>
          </w:pPr>
        </w:p>
      </w:tc>
      <w:tc>
        <w:tcPr>
          <w:tcW w:w="3470" w:type="dxa"/>
          <w:shd w:val="clear" w:color="auto" w:fill="auto"/>
          <w:tcMar>
            <w:left w:w="0" w:type="dxa"/>
            <w:right w:w="0" w:type="dxa"/>
          </w:tcMar>
        </w:tcPr>
        <w:p w14:paraId="4ECD965D" w14:textId="77777777" w:rsidR="00E433EF" w:rsidRDefault="00E433EF" w:rsidP="00FC6389">
          <w:pPr>
            <w:pStyle w:val="Zpat"/>
          </w:pPr>
        </w:p>
      </w:tc>
      <w:tc>
        <w:tcPr>
          <w:tcW w:w="5718" w:type="dxa"/>
          <w:shd w:val="clear" w:color="auto" w:fill="auto"/>
          <w:tcMar>
            <w:left w:w="0" w:type="dxa"/>
            <w:right w:w="0" w:type="dxa"/>
          </w:tcMar>
        </w:tcPr>
        <w:p w14:paraId="400E3D5C" w14:textId="77777777" w:rsidR="00E433EF" w:rsidRPr="00D6163D" w:rsidRDefault="00E433EF" w:rsidP="00FC6389">
          <w:pPr>
            <w:pStyle w:val="Druhdokumentu"/>
          </w:pPr>
        </w:p>
      </w:tc>
    </w:tr>
    <w:tr w:rsidR="00E433EF" w14:paraId="3733F5F3" w14:textId="77777777" w:rsidTr="007B1BE6">
      <w:trPr>
        <w:trHeight w:hRule="exact" w:val="656"/>
      </w:trPr>
      <w:tc>
        <w:tcPr>
          <w:tcW w:w="1365" w:type="dxa"/>
          <w:tcMar>
            <w:left w:w="0" w:type="dxa"/>
            <w:right w:w="0" w:type="dxa"/>
          </w:tcMar>
        </w:tcPr>
        <w:p w14:paraId="389D3E7B" w14:textId="77777777" w:rsidR="00E433EF" w:rsidRPr="00B8518B" w:rsidRDefault="00E433EF" w:rsidP="00FC6389">
          <w:pPr>
            <w:pStyle w:val="Zpat"/>
            <w:rPr>
              <w:rStyle w:val="slostrnky"/>
            </w:rPr>
          </w:pPr>
        </w:p>
      </w:tc>
      <w:tc>
        <w:tcPr>
          <w:tcW w:w="3470" w:type="dxa"/>
          <w:shd w:val="clear" w:color="auto" w:fill="auto"/>
          <w:tcMar>
            <w:left w:w="0" w:type="dxa"/>
            <w:right w:w="0" w:type="dxa"/>
          </w:tcMar>
        </w:tcPr>
        <w:p w14:paraId="0372B5F3" w14:textId="77777777" w:rsidR="00E433EF" w:rsidRDefault="00E433EF" w:rsidP="00FC6389">
          <w:pPr>
            <w:pStyle w:val="Zpat"/>
          </w:pPr>
        </w:p>
      </w:tc>
      <w:tc>
        <w:tcPr>
          <w:tcW w:w="5718" w:type="dxa"/>
          <w:shd w:val="clear" w:color="auto" w:fill="auto"/>
          <w:tcMar>
            <w:left w:w="0" w:type="dxa"/>
            <w:right w:w="0" w:type="dxa"/>
          </w:tcMar>
        </w:tcPr>
        <w:p w14:paraId="62BAE6C5" w14:textId="77777777" w:rsidR="00E433EF" w:rsidRPr="00D6163D" w:rsidRDefault="00E433EF" w:rsidP="00FC6389">
          <w:pPr>
            <w:pStyle w:val="Druhdokumentu"/>
          </w:pPr>
        </w:p>
      </w:tc>
    </w:tr>
  </w:tbl>
  <w:p w14:paraId="5F6F31B5" w14:textId="40D83342" w:rsidR="00E433EF" w:rsidRPr="00D6163D" w:rsidRDefault="00E433EF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c">
          <w:drawing>
            <wp:anchor distT="0" distB="0" distL="114300" distR="114300" simplePos="0" relativeHeight="251660800" behindDoc="0" locked="0" layoutInCell="1" allowOverlap="1" wp14:anchorId="293DE900" wp14:editId="3BC0EA31">
              <wp:simplePos x="0" y="0"/>
              <wp:positionH relativeFrom="page">
                <wp:align>left</wp:align>
              </wp:positionH>
              <wp:positionV relativeFrom="paragraph">
                <wp:posOffset>-1228725</wp:posOffset>
              </wp:positionV>
              <wp:extent cx="3384550" cy="1259767"/>
              <wp:effectExtent l="0" t="38100" r="0" b="0"/>
              <wp:wrapNone/>
              <wp:docPr id="24" name="Plátno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Freeform 4"/>
                      <wps:cNvSpPr>
                        <a:spLocks noEditPoints="1"/>
                      </wps:cNvSpPr>
                      <wps:spPr bwMode="auto">
                        <a:xfrm>
                          <a:off x="947843" y="393277"/>
                          <a:ext cx="772160" cy="611505"/>
                        </a:xfrm>
                        <a:custGeom>
                          <a:avLst/>
                          <a:gdLst>
                            <a:gd name="T0" fmla="*/ 2431 w 2431"/>
                            <a:gd name="T1" fmla="*/ 646 h 1926"/>
                            <a:gd name="T2" fmla="*/ 2431 w 2431"/>
                            <a:gd name="T3" fmla="*/ 986 h 1926"/>
                            <a:gd name="T4" fmla="*/ 2359 w 2431"/>
                            <a:gd name="T5" fmla="*/ 988 h 1926"/>
                            <a:gd name="T6" fmla="*/ 2287 w 2431"/>
                            <a:gd name="T7" fmla="*/ 994 h 1926"/>
                            <a:gd name="T8" fmla="*/ 2218 w 2431"/>
                            <a:gd name="T9" fmla="*/ 1004 h 1926"/>
                            <a:gd name="T10" fmla="*/ 2152 w 2431"/>
                            <a:gd name="T11" fmla="*/ 1019 h 1926"/>
                            <a:gd name="T12" fmla="*/ 2087 w 2431"/>
                            <a:gd name="T13" fmla="*/ 1036 h 1926"/>
                            <a:gd name="T14" fmla="*/ 2024 w 2431"/>
                            <a:gd name="T15" fmla="*/ 1057 h 1926"/>
                            <a:gd name="T16" fmla="*/ 1962 w 2431"/>
                            <a:gd name="T17" fmla="*/ 1081 h 1926"/>
                            <a:gd name="T18" fmla="*/ 1901 w 2431"/>
                            <a:gd name="T19" fmla="*/ 1108 h 1926"/>
                            <a:gd name="T20" fmla="*/ 1840 w 2431"/>
                            <a:gd name="T21" fmla="*/ 1138 h 1926"/>
                            <a:gd name="T22" fmla="*/ 1722 w 2431"/>
                            <a:gd name="T23" fmla="*/ 1203 h 1926"/>
                            <a:gd name="T24" fmla="*/ 1603 w 2431"/>
                            <a:gd name="T25" fmla="*/ 1276 h 1926"/>
                            <a:gd name="T26" fmla="*/ 1423 w 2431"/>
                            <a:gd name="T27" fmla="*/ 1396 h 1926"/>
                            <a:gd name="T28" fmla="*/ 1318 w 2431"/>
                            <a:gd name="T29" fmla="*/ 1468 h 1926"/>
                            <a:gd name="T30" fmla="*/ 1213 w 2431"/>
                            <a:gd name="T31" fmla="*/ 1586 h 1926"/>
                            <a:gd name="T32" fmla="*/ 2431 w 2431"/>
                            <a:gd name="T33" fmla="*/ 1926 h 1926"/>
                            <a:gd name="T34" fmla="*/ 6 w 2431"/>
                            <a:gd name="T35" fmla="*/ 1926 h 1926"/>
                            <a:gd name="T36" fmla="*/ 0 w 2431"/>
                            <a:gd name="T37" fmla="*/ 1926 h 1926"/>
                            <a:gd name="T38" fmla="*/ 0 w 2431"/>
                            <a:gd name="T39" fmla="*/ 1586 h 1926"/>
                            <a:gd name="T40" fmla="*/ 3 w 2431"/>
                            <a:gd name="T41" fmla="*/ 1586 h 1926"/>
                            <a:gd name="T42" fmla="*/ 100 w 2431"/>
                            <a:gd name="T43" fmla="*/ 1583 h 1926"/>
                            <a:gd name="T44" fmla="*/ 193 w 2431"/>
                            <a:gd name="T45" fmla="*/ 1576 h 1926"/>
                            <a:gd name="T46" fmla="*/ 282 w 2431"/>
                            <a:gd name="T47" fmla="*/ 1563 h 1926"/>
                            <a:gd name="T48" fmla="*/ 368 w 2431"/>
                            <a:gd name="T49" fmla="*/ 1546 h 1926"/>
                            <a:gd name="T50" fmla="*/ 450 w 2431"/>
                            <a:gd name="T51" fmla="*/ 1526 h 1926"/>
                            <a:gd name="T52" fmla="*/ 529 w 2431"/>
                            <a:gd name="T53" fmla="*/ 1501 h 1926"/>
                            <a:gd name="T54" fmla="*/ 607 w 2431"/>
                            <a:gd name="T55" fmla="*/ 1472 h 1926"/>
                            <a:gd name="T56" fmla="*/ 682 w 2431"/>
                            <a:gd name="T57" fmla="*/ 1441 h 1926"/>
                            <a:gd name="T58" fmla="*/ 754 w 2431"/>
                            <a:gd name="T59" fmla="*/ 1407 h 1926"/>
                            <a:gd name="T60" fmla="*/ 825 w 2431"/>
                            <a:gd name="T61" fmla="*/ 1370 h 1926"/>
                            <a:gd name="T62" fmla="*/ 894 w 2431"/>
                            <a:gd name="T63" fmla="*/ 1331 h 1926"/>
                            <a:gd name="T64" fmla="*/ 1032 w 2431"/>
                            <a:gd name="T65" fmla="*/ 1248 h 1926"/>
                            <a:gd name="T66" fmla="*/ 1233 w 2431"/>
                            <a:gd name="T67" fmla="*/ 1115 h 1926"/>
                            <a:gd name="T68" fmla="*/ 1294 w 2431"/>
                            <a:gd name="T69" fmla="*/ 1073 h 1926"/>
                            <a:gd name="T70" fmla="*/ 1352 w 2431"/>
                            <a:gd name="T71" fmla="*/ 986 h 1926"/>
                            <a:gd name="T72" fmla="*/ 0 w 2431"/>
                            <a:gd name="T73" fmla="*/ 646 h 1926"/>
                            <a:gd name="T74" fmla="*/ 2431 w 2431"/>
                            <a:gd name="T75" fmla="*/ 339 h 1926"/>
                            <a:gd name="T76" fmla="*/ 0 w 2431"/>
                            <a:gd name="T77" fmla="*/ 0 h 19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2431" h="1926">
                              <a:moveTo>
                                <a:pt x="0" y="646"/>
                              </a:moveTo>
                              <a:lnTo>
                                <a:pt x="2431" y="646"/>
                              </a:lnTo>
                              <a:lnTo>
                                <a:pt x="2431" y="986"/>
                              </a:lnTo>
                              <a:lnTo>
                                <a:pt x="2431" y="986"/>
                              </a:lnTo>
                              <a:lnTo>
                                <a:pt x="2395" y="986"/>
                              </a:lnTo>
                              <a:lnTo>
                                <a:pt x="2359" y="988"/>
                              </a:lnTo>
                              <a:lnTo>
                                <a:pt x="2322" y="990"/>
                              </a:lnTo>
                              <a:lnTo>
                                <a:pt x="2287" y="994"/>
                              </a:lnTo>
                              <a:lnTo>
                                <a:pt x="2253" y="999"/>
                              </a:lnTo>
                              <a:lnTo>
                                <a:pt x="2218" y="1004"/>
                              </a:lnTo>
                              <a:lnTo>
                                <a:pt x="2185" y="1011"/>
                              </a:lnTo>
                              <a:lnTo>
                                <a:pt x="2152" y="1019"/>
                              </a:lnTo>
                              <a:lnTo>
                                <a:pt x="2120" y="1027"/>
                              </a:lnTo>
                              <a:lnTo>
                                <a:pt x="2087" y="1036"/>
                              </a:lnTo>
                              <a:lnTo>
                                <a:pt x="2055" y="1046"/>
                              </a:lnTo>
                              <a:lnTo>
                                <a:pt x="2024" y="1057"/>
                              </a:lnTo>
                              <a:lnTo>
                                <a:pt x="1992" y="1068"/>
                              </a:lnTo>
                              <a:lnTo>
                                <a:pt x="1962" y="1081"/>
                              </a:lnTo>
                              <a:lnTo>
                                <a:pt x="1931" y="1094"/>
                              </a:lnTo>
                              <a:lnTo>
                                <a:pt x="1901" y="1108"/>
                              </a:lnTo>
                              <a:lnTo>
                                <a:pt x="1870" y="1123"/>
                              </a:lnTo>
                              <a:lnTo>
                                <a:pt x="1840" y="1138"/>
                              </a:lnTo>
                              <a:lnTo>
                                <a:pt x="1781" y="1169"/>
                              </a:lnTo>
                              <a:lnTo>
                                <a:pt x="1722" y="1203"/>
                              </a:lnTo>
                              <a:lnTo>
                                <a:pt x="1663" y="1239"/>
                              </a:lnTo>
                              <a:lnTo>
                                <a:pt x="1603" y="1276"/>
                              </a:lnTo>
                              <a:lnTo>
                                <a:pt x="1544" y="1315"/>
                              </a:lnTo>
                              <a:lnTo>
                                <a:pt x="1423" y="1396"/>
                              </a:lnTo>
                              <a:lnTo>
                                <a:pt x="1423" y="1396"/>
                              </a:lnTo>
                              <a:lnTo>
                                <a:pt x="1318" y="1468"/>
                              </a:lnTo>
                              <a:lnTo>
                                <a:pt x="1213" y="1540"/>
                              </a:lnTo>
                              <a:lnTo>
                                <a:pt x="1213" y="1586"/>
                              </a:lnTo>
                              <a:lnTo>
                                <a:pt x="2431" y="1586"/>
                              </a:lnTo>
                              <a:lnTo>
                                <a:pt x="2431" y="1926"/>
                              </a:lnTo>
                              <a:lnTo>
                                <a:pt x="6" y="1926"/>
                              </a:lnTo>
                              <a:lnTo>
                                <a:pt x="6" y="1926"/>
                              </a:lnTo>
                              <a:lnTo>
                                <a:pt x="0" y="1926"/>
                              </a:lnTo>
                              <a:lnTo>
                                <a:pt x="0" y="1926"/>
                              </a:lnTo>
                              <a:lnTo>
                                <a:pt x="0" y="1586"/>
                              </a:lnTo>
                              <a:lnTo>
                                <a:pt x="0" y="1586"/>
                              </a:lnTo>
                              <a:lnTo>
                                <a:pt x="3" y="1586"/>
                              </a:lnTo>
                              <a:lnTo>
                                <a:pt x="3" y="1586"/>
                              </a:lnTo>
                              <a:lnTo>
                                <a:pt x="51" y="1586"/>
                              </a:lnTo>
                              <a:lnTo>
                                <a:pt x="100" y="1583"/>
                              </a:lnTo>
                              <a:lnTo>
                                <a:pt x="147" y="1580"/>
                              </a:lnTo>
                              <a:lnTo>
                                <a:pt x="193" y="1576"/>
                              </a:lnTo>
                              <a:lnTo>
                                <a:pt x="238" y="1570"/>
                              </a:lnTo>
                              <a:lnTo>
                                <a:pt x="282" y="1563"/>
                              </a:lnTo>
                              <a:lnTo>
                                <a:pt x="326" y="1555"/>
                              </a:lnTo>
                              <a:lnTo>
                                <a:pt x="368" y="1546"/>
                              </a:lnTo>
                              <a:lnTo>
                                <a:pt x="409" y="1537"/>
                              </a:lnTo>
                              <a:lnTo>
                                <a:pt x="450" y="1526"/>
                              </a:lnTo>
                              <a:lnTo>
                                <a:pt x="490" y="1514"/>
                              </a:lnTo>
                              <a:lnTo>
                                <a:pt x="529" y="1501"/>
                              </a:lnTo>
                              <a:lnTo>
                                <a:pt x="569" y="1487"/>
                              </a:lnTo>
                              <a:lnTo>
                                <a:pt x="607" y="1472"/>
                              </a:lnTo>
                              <a:lnTo>
                                <a:pt x="644" y="1457"/>
                              </a:lnTo>
                              <a:lnTo>
                                <a:pt x="682" y="1441"/>
                              </a:lnTo>
                              <a:lnTo>
                                <a:pt x="718" y="1424"/>
                              </a:lnTo>
                              <a:lnTo>
                                <a:pt x="754" y="1407"/>
                              </a:lnTo>
                              <a:lnTo>
                                <a:pt x="790" y="1389"/>
                              </a:lnTo>
                              <a:lnTo>
                                <a:pt x="825" y="1370"/>
                              </a:lnTo>
                              <a:lnTo>
                                <a:pt x="860" y="1350"/>
                              </a:lnTo>
                              <a:lnTo>
                                <a:pt x="894" y="1331"/>
                              </a:lnTo>
                              <a:lnTo>
                                <a:pt x="963" y="1290"/>
                              </a:lnTo>
                              <a:lnTo>
                                <a:pt x="1032" y="1248"/>
                              </a:lnTo>
                              <a:lnTo>
                                <a:pt x="1098" y="1204"/>
                              </a:lnTo>
                              <a:lnTo>
                                <a:pt x="1233" y="1115"/>
                              </a:lnTo>
                              <a:lnTo>
                                <a:pt x="1233" y="1115"/>
                              </a:lnTo>
                              <a:lnTo>
                                <a:pt x="1294" y="1073"/>
                              </a:lnTo>
                              <a:lnTo>
                                <a:pt x="1352" y="1032"/>
                              </a:lnTo>
                              <a:lnTo>
                                <a:pt x="1352" y="986"/>
                              </a:lnTo>
                              <a:lnTo>
                                <a:pt x="0" y="986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339"/>
                              </a:moveTo>
                              <a:lnTo>
                                <a:pt x="2431" y="339"/>
                              </a:lnTo>
                              <a:lnTo>
                                <a:pt x="2431" y="0"/>
                              </a:lnTo>
                              <a:lnTo>
                                <a:pt x="0" y="0"/>
                              </a:lnTo>
                              <a:lnTo>
                                <a:pt x="0" y="3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1895898" y="341714"/>
                          <a:ext cx="845820" cy="341630"/>
                        </a:xfrm>
                        <a:custGeom>
                          <a:avLst/>
                          <a:gdLst>
                            <a:gd name="T0" fmla="*/ 2618 w 2663"/>
                            <a:gd name="T1" fmla="*/ 1040 h 1077"/>
                            <a:gd name="T2" fmla="*/ 2569 w 2663"/>
                            <a:gd name="T3" fmla="*/ 964 h 1077"/>
                            <a:gd name="T4" fmla="*/ 2510 w 2663"/>
                            <a:gd name="T5" fmla="*/ 994 h 1077"/>
                            <a:gd name="T6" fmla="*/ 2451 w 2663"/>
                            <a:gd name="T7" fmla="*/ 964 h 1077"/>
                            <a:gd name="T8" fmla="*/ 2437 w 2663"/>
                            <a:gd name="T9" fmla="*/ 902 h 1077"/>
                            <a:gd name="T10" fmla="*/ 2466 w 2663"/>
                            <a:gd name="T11" fmla="*/ 842 h 1077"/>
                            <a:gd name="T12" fmla="*/ 2534 w 2663"/>
                            <a:gd name="T13" fmla="*/ 831 h 1077"/>
                            <a:gd name="T14" fmla="*/ 2659 w 2663"/>
                            <a:gd name="T15" fmla="*/ 843 h 1077"/>
                            <a:gd name="T16" fmla="*/ 2592 w 2663"/>
                            <a:gd name="T17" fmla="*/ 763 h 1077"/>
                            <a:gd name="T18" fmla="*/ 2457 w 2663"/>
                            <a:gd name="T19" fmla="*/ 752 h 1077"/>
                            <a:gd name="T20" fmla="*/ 2354 w 2663"/>
                            <a:gd name="T21" fmla="*/ 844 h 1077"/>
                            <a:gd name="T22" fmla="*/ 2354 w 2663"/>
                            <a:gd name="T23" fmla="*/ 977 h 1077"/>
                            <a:gd name="T24" fmla="*/ 2457 w 2663"/>
                            <a:gd name="T25" fmla="*/ 1069 h 1077"/>
                            <a:gd name="T26" fmla="*/ 2033 w 2663"/>
                            <a:gd name="T27" fmla="*/ 1070 h 1077"/>
                            <a:gd name="T28" fmla="*/ 1879 w 2663"/>
                            <a:gd name="T29" fmla="*/ 874 h 1077"/>
                            <a:gd name="T30" fmla="*/ 1402 w 2663"/>
                            <a:gd name="T31" fmla="*/ 1018 h 1077"/>
                            <a:gd name="T32" fmla="*/ 1270 w 2663"/>
                            <a:gd name="T33" fmla="*/ 942 h 1077"/>
                            <a:gd name="T34" fmla="*/ 834 w 2663"/>
                            <a:gd name="T35" fmla="*/ 991 h 1077"/>
                            <a:gd name="T36" fmla="*/ 486 w 2663"/>
                            <a:gd name="T37" fmla="*/ 992 h 1077"/>
                            <a:gd name="T38" fmla="*/ 393 w 2663"/>
                            <a:gd name="T39" fmla="*/ 1070 h 1077"/>
                            <a:gd name="T40" fmla="*/ 339 w 2663"/>
                            <a:gd name="T41" fmla="*/ 991 h 1077"/>
                            <a:gd name="T42" fmla="*/ 339 w 2663"/>
                            <a:gd name="T43" fmla="*/ 1070 h 1077"/>
                            <a:gd name="T44" fmla="*/ 1929 w 2663"/>
                            <a:gd name="T45" fmla="*/ 101 h 1077"/>
                            <a:gd name="T46" fmla="*/ 1551 w 2663"/>
                            <a:gd name="T47" fmla="*/ 101 h 1077"/>
                            <a:gd name="T48" fmla="*/ 1231 w 2663"/>
                            <a:gd name="T49" fmla="*/ 76 h 1077"/>
                            <a:gd name="T50" fmla="*/ 1090 w 2663"/>
                            <a:gd name="T51" fmla="*/ 421 h 1077"/>
                            <a:gd name="T52" fmla="*/ 950 w 2663"/>
                            <a:gd name="T53" fmla="*/ 182 h 1077"/>
                            <a:gd name="T54" fmla="*/ 958 w 2663"/>
                            <a:gd name="T55" fmla="*/ 222 h 1077"/>
                            <a:gd name="T56" fmla="*/ 744 w 2663"/>
                            <a:gd name="T57" fmla="*/ 421 h 1077"/>
                            <a:gd name="T58" fmla="*/ 1024 w 2663"/>
                            <a:gd name="T59" fmla="*/ 284 h 1077"/>
                            <a:gd name="T60" fmla="*/ 1056 w 2663"/>
                            <a:gd name="T61" fmla="*/ 181 h 1077"/>
                            <a:gd name="T62" fmla="*/ 999 w 2663"/>
                            <a:gd name="T63" fmla="*/ 111 h 1077"/>
                            <a:gd name="T64" fmla="*/ 557 w 2663"/>
                            <a:gd name="T65" fmla="*/ 179 h 1077"/>
                            <a:gd name="T66" fmla="*/ 592 w 2663"/>
                            <a:gd name="T67" fmla="*/ 210 h 1077"/>
                            <a:gd name="T68" fmla="*/ 463 w 2663"/>
                            <a:gd name="T69" fmla="*/ 239 h 1077"/>
                            <a:gd name="T70" fmla="*/ 594 w 2663"/>
                            <a:gd name="T71" fmla="*/ 317 h 1077"/>
                            <a:gd name="T72" fmla="*/ 675 w 2663"/>
                            <a:gd name="T73" fmla="*/ 266 h 1077"/>
                            <a:gd name="T74" fmla="*/ 683 w 2663"/>
                            <a:gd name="T75" fmla="*/ 172 h 1077"/>
                            <a:gd name="T76" fmla="*/ 618 w 2663"/>
                            <a:gd name="T77" fmla="*/ 107 h 1077"/>
                            <a:gd name="T78" fmla="*/ 162 w 2663"/>
                            <a:gd name="T79" fmla="*/ 167 h 1077"/>
                            <a:gd name="T80" fmla="*/ 304 w 2663"/>
                            <a:gd name="T81" fmla="*/ 186 h 1077"/>
                            <a:gd name="T82" fmla="*/ 255 w 2663"/>
                            <a:gd name="T83" fmla="*/ 118 h 1077"/>
                            <a:gd name="T84" fmla="*/ 134 w 2663"/>
                            <a:gd name="T85" fmla="*/ 95 h 1077"/>
                            <a:gd name="T86" fmla="*/ 31 w 2663"/>
                            <a:gd name="T87" fmla="*/ 132 h 1077"/>
                            <a:gd name="T88" fmla="*/ 10 w 2663"/>
                            <a:gd name="T89" fmla="*/ 215 h 1077"/>
                            <a:gd name="T90" fmla="*/ 70 w 2663"/>
                            <a:gd name="T91" fmla="*/ 282 h 1077"/>
                            <a:gd name="T92" fmla="*/ 187 w 2663"/>
                            <a:gd name="T93" fmla="*/ 301 h 1077"/>
                            <a:gd name="T94" fmla="*/ 215 w 2663"/>
                            <a:gd name="T95" fmla="*/ 333 h 1077"/>
                            <a:gd name="T96" fmla="*/ 150 w 2663"/>
                            <a:gd name="T97" fmla="*/ 354 h 1077"/>
                            <a:gd name="T98" fmla="*/ 0 w 2663"/>
                            <a:gd name="T99" fmla="*/ 325 h 1077"/>
                            <a:gd name="T100" fmla="*/ 52 w 2663"/>
                            <a:gd name="T101" fmla="*/ 400 h 1077"/>
                            <a:gd name="T102" fmla="*/ 181 w 2663"/>
                            <a:gd name="T103" fmla="*/ 426 h 1077"/>
                            <a:gd name="T104" fmla="*/ 290 w 2663"/>
                            <a:gd name="T105" fmla="*/ 384 h 1077"/>
                            <a:gd name="T106" fmla="*/ 310 w 2663"/>
                            <a:gd name="T107" fmla="*/ 295 h 1077"/>
                            <a:gd name="T108" fmla="*/ 249 w 2663"/>
                            <a:gd name="T109" fmla="*/ 228 h 1077"/>
                            <a:gd name="T110" fmla="*/ 123 w 2663"/>
                            <a:gd name="T111" fmla="*/ 209 h 1077"/>
                            <a:gd name="T112" fmla="*/ 106 w 2663"/>
                            <a:gd name="T113" fmla="*/ 178 h 10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663" h="1077">
                              <a:moveTo>
                                <a:pt x="2510" y="1077"/>
                              </a:moveTo>
                              <a:lnTo>
                                <a:pt x="2510" y="1077"/>
                              </a:lnTo>
                              <a:lnTo>
                                <a:pt x="2530" y="1076"/>
                              </a:lnTo>
                              <a:lnTo>
                                <a:pt x="2548" y="1073"/>
                              </a:lnTo>
                              <a:lnTo>
                                <a:pt x="2565" y="1068"/>
                              </a:lnTo>
                              <a:lnTo>
                                <a:pt x="2580" y="1062"/>
                              </a:lnTo>
                              <a:lnTo>
                                <a:pt x="2594" y="1056"/>
                              </a:lnTo>
                              <a:lnTo>
                                <a:pt x="2607" y="1048"/>
                              </a:lnTo>
                              <a:lnTo>
                                <a:pt x="2618" y="1040"/>
                              </a:lnTo>
                              <a:lnTo>
                                <a:pt x="2627" y="1031"/>
                              </a:lnTo>
                              <a:lnTo>
                                <a:pt x="2635" y="1022"/>
                              </a:lnTo>
                              <a:lnTo>
                                <a:pt x="2642" y="1012"/>
                              </a:lnTo>
                              <a:lnTo>
                                <a:pt x="2648" y="1003"/>
                              </a:lnTo>
                              <a:lnTo>
                                <a:pt x="2653" y="994"/>
                              </a:lnTo>
                              <a:lnTo>
                                <a:pt x="2657" y="985"/>
                              </a:lnTo>
                              <a:lnTo>
                                <a:pt x="2660" y="977"/>
                              </a:lnTo>
                              <a:lnTo>
                                <a:pt x="2663" y="964"/>
                              </a:lnTo>
                              <a:lnTo>
                                <a:pt x="2569" y="964"/>
                              </a:lnTo>
                              <a:lnTo>
                                <a:pt x="2569" y="964"/>
                              </a:lnTo>
                              <a:lnTo>
                                <a:pt x="2563" y="972"/>
                              </a:lnTo>
                              <a:lnTo>
                                <a:pt x="2558" y="977"/>
                              </a:lnTo>
                              <a:lnTo>
                                <a:pt x="2552" y="982"/>
                              </a:lnTo>
                              <a:lnTo>
                                <a:pt x="2544" y="986"/>
                              </a:lnTo>
                              <a:lnTo>
                                <a:pt x="2534" y="990"/>
                              </a:lnTo>
                              <a:lnTo>
                                <a:pt x="2523" y="993"/>
                              </a:lnTo>
                              <a:lnTo>
                                <a:pt x="2510" y="994"/>
                              </a:lnTo>
                              <a:lnTo>
                                <a:pt x="2510" y="994"/>
                              </a:lnTo>
                              <a:lnTo>
                                <a:pt x="2501" y="993"/>
                              </a:lnTo>
                              <a:lnTo>
                                <a:pt x="2493" y="992"/>
                              </a:lnTo>
                              <a:lnTo>
                                <a:pt x="2486" y="990"/>
                              </a:lnTo>
                              <a:lnTo>
                                <a:pt x="2478" y="987"/>
                              </a:lnTo>
                              <a:lnTo>
                                <a:pt x="2472" y="984"/>
                              </a:lnTo>
                              <a:lnTo>
                                <a:pt x="2466" y="980"/>
                              </a:lnTo>
                              <a:lnTo>
                                <a:pt x="2460" y="975"/>
                              </a:lnTo>
                              <a:lnTo>
                                <a:pt x="2456" y="970"/>
                              </a:lnTo>
                              <a:lnTo>
                                <a:pt x="2451" y="964"/>
                              </a:lnTo>
                              <a:lnTo>
                                <a:pt x="2447" y="957"/>
                              </a:lnTo>
                              <a:lnTo>
                                <a:pt x="2444" y="951"/>
                              </a:lnTo>
                              <a:lnTo>
                                <a:pt x="2441" y="942"/>
                              </a:lnTo>
                              <a:lnTo>
                                <a:pt x="2439" y="935"/>
                              </a:lnTo>
                              <a:lnTo>
                                <a:pt x="2438" y="927"/>
                              </a:lnTo>
                              <a:lnTo>
                                <a:pt x="2437" y="919"/>
                              </a:lnTo>
                              <a:lnTo>
                                <a:pt x="2436" y="910"/>
                              </a:lnTo>
                              <a:lnTo>
                                <a:pt x="2436" y="910"/>
                              </a:lnTo>
                              <a:lnTo>
                                <a:pt x="2437" y="902"/>
                              </a:lnTo>
                              <a:lnTo>
                                <a:pt x="2438" y="893"/>
                              </a:lnTo>
                              <a:lnTo>
                                <a:pt x="2439" y="886"/>
                              </a:lnTo>
                              <a:lnTo>
                                <a:pt x="2441" y="878"/>
                              </a:lnTo>
                              <a:lnTo>
                                <a:pt x="2444" y="871"/>
                              </a:lnTo>
                              <a:lnTo>
                                <a:pt x="2447" y="864"/>
                              </a:lnTo>
                              <a:lnTo>
                                <a:pt x="2451" y="858"/>
                              </a:lnTo>
                              <a:lnTo>
                                <a:pt x="2456" y="852"/>
                              </a:lnTo>
                              <a:lnTo>
                                <a:pt x="2460" y="846"/>
                              </a:lnTo>
                              <a:lnTo>
                                <a:pt x="2466" y="842"/>
                              </a:lnTo>
                              <a:lnTo>
                                <a:pt x="2472" y="838"/>
                              </a:lnTo>
                              <a:lnTo>
                                <a:pt x="2478" y="834"/>
                              </a:lnTo>
                              <a:lnTo>
                                <a:pt x="2486" y="831"/>
                              </a:lnTo>
                              <a:lnTo>
                                <a:pt x="2493" y="829"/>
                              </a:lnTo>
                              <a:lnTo>
                                <a:pt x="2501" y="828"/>
                              </a:lnTo>
                              <a:lnTo>
                                <a:pt x="2510" y="828"/>
                              </a:lnTo>
                              <a:lnTo>
                                <a:pt x="2510" y="828"/>
                              </a:lnTo>
                              <a:lnTo>
                                <a:pt x="2523" y="829"/>
                              </a:lnTo>
                              <a:lnTo>
                                <a:pt x="2534" y="831"/>
                              </a:lnTo>
                              <a:lnTo>
                                <a:pt x="2544" y="835"/>
                              </a:lnTo>
                              <a:lnTo>
                                <a:pt x="2551" y="840"/>
                              </a:lnTo>
                              <a:lnTo>
                                <a:pt x="2558" y="845"/>
                              </a:lnTo>
                              <a:lnTo>
                                <a:pt x="2563" y="850"/>
                              </a:lnTo>
                              <a:lnTo>
                                <a:pt x="2569" y="858"/>
                              </a:lnTo>
                              <a:lnTo>
                                <a:pt x="2663" y="858"/>
                              </a:lnTo>
                              <a:lnTo>
                                <a:pt x="2663" y="858"/>
                              </a:lnTo>
                              <a:lnTo>
                                <a:pt x="2662" y="850"/>
                              </a:lnTo>
                              <a:lnTo>
                                <a:pt x="2659" y="843"/>
                              </a:lnTo>
                              <a:lnTo>
                                <a:pt x="2656" y="834"/>
                              </a:lnTo>
                              <a:lnTo>
                                <a:pt x="2652" y="825"/>
                              </a:lnTo>
                              <a:lnTo>
                                <a:pt x="2647" y="815"/>
                              </a:lnTo>
                              <a:lnTo>
                                <a:pt x="2641" y="805"/>
                              </a:lnTo>
                              <a:lnTo>
                                <a:pt x="2634" y="796"/>
                              </a:lnTo>
                              <a:lnTo>
                                <a:pt x="2625" y="787"/>
                              </a:lnTo>
                              <a:lnTo>
                                <a:pt x="2616" y="779"/>
                              </a:lnTo>
                              <a:lnTo>
                                <a:pt x="2605" y="771"/>
                              </a:lnTo>
                              <a:lnTo>
                                <a:pt x="2592" y="763"/>
                              </a:lnTo>
                              <a:lnTo>
                                <a:pt x="2578" y="757"/>
                              </a:lnTo>
                              <a:lnTo>
                                <a:pt x="2563" y="752"/>
                              </a:lnTo>
                              <a:lnTo>
                                <a:pt x="2547" y="748"/>
                              </a:lnTo>
                              <a:lnTo>
                                <a:pt x="2529" y="746"/>
                              </a:lnTo>
                              <a:lnTo>
                                <a:pt x="2510" y="745"/>
                              </a:lnTo>
                              <a:lnTo>
                                <a:pt x="2510" y="745"/>
                              </a:lnTo>
                              <a:lnTo>
                                <a:pt x="2492" y="745"/>
                              </a:lnTo>
                              <a:lnTo>
                                <a:pt x="2473" y="748"/>
                              </a:lnTo>
                              <a:lnTo>
                                <a:pt x="2457" y="752"/>
                              </a:lnTo>
                              <a:lnTo>
                                <a:pt x="2441" y="757"/>
                              </a:lnTo>
                              <a:lnTo>
                                <a:pt x="2427" y="763"/>
                              </a:lnTo>
                              <a:lnTo>
                                <a:pt x="2413" y="771"/>
                              </a:lnTo>
                              <a:lnTo>
                                <a:pt x="2401" y="781"/>
                              </a:lnTo>
                              <a:lnTo>
                                <a:pt x="2389" y="791"/>
                              </a:lnTo>
                              <a:lnTo>
                                <a:pt x="2379" y="802"/>
                              </a:lnTo>
                              <a:lnTo>
                                <a:pt x="2369" y="815"/>
                              </a:lnTo>
                              <a:lnTo>
                                <a:pt x="2362" y="829"/>
                              </a:lnTo>
                              <a:lnTo>
                                <a:pt x="2354" y="844"/>
                              </a:lnTo>
                              <a:lnTo>
                                <a:pt x="2349" y="859"/>
                              </a:lnTo>
                              <a:lnTo>
                                <a:pt x="2345" y="876"/>
                              </a:lnTo>
                              <a:lnTo>
                                <a:pt x="2343" y="892"/>
                              </a:lnTo>
                              <a:lnTo>
                                <a:pt x="2342" y="910"/>
                              </a:lnTo>
                              <a:lnTo>
                                <a:pt x="2342" y="910"/>
                              </a:lnTo>
                              <a:lnTo>
                                <a:pt x="2343" y="928"/>
                              </a:lnTo>
                              <a:lnTo>
                                <a:pt x="2345" y="945"/>
                              </a:lnTo>
                              <a:lnTo>
                                <a:pt x="2349" y="962"/>
                              </a:lnTo>
                              <a:lnTo>
                                <a:pt x="2354" y="977"/>
                              </a:lnTo>
                              <a:lnTo>
                                <a:pt x="2362" y="992"/>
                              </a:lnTo>
                              <a:lnTo>
                                <a:pt x="2369" y="1005"/>
                              </a:lnTo>
                              <a:lnTo>
                                <a:pt x="2379" y="1018"/>
                              </a:lnTo>
                              <a:lnTo>
                                <a:pt x="2389" y="1029"/>
                              </a:lnTo>
                              <a:lnTo>
                                <a:pt x="2401" y="1040"/>
                              </a:lnTo>
                              <a:lnTo>
                                <a:pt x="2413" y="1049"/>
                              </a:lnTo>
                              <a:lnTo>
                                <a:pt x="2427" y="1057"/>
                              </a:lnTo>
                              <a:lnTo>
                                <a:pt x="2441" y="1063"/>
                              </a:lnTo>
                              <a:lnTo>
                                <a:pt x="2457" y="1069"/>
                              </a:lnTo>
                              <a:lnTo>
                                <a:pt x="2473" y="1074"/>
                              </a:lnTo>
                              <a:lnTo>
                                <a:pt x="2492" y="1076"/>
                              </a:lnTo>
                              <a:lnTo>
                                <a:pt x="2510" y="1077"/>
                              </a:lnTo>
                              <a:close/>
                              <a:moveTo>
                                <a:pt x="2189" y="1070"/>
                              </a:moveTo>
                              <a:lnTo>
                                <a:pt x="2282" y="1070"/>
                              </a:lnTo>
                              <a:lnTo>
                                <a:pt x="2282" y="750"/>
                              </a:lnTo>
                              <a:lnTo>
                                <a:pt x="2189" y="750"/>
                              </a:lnTo>
                              <a:lnTo>
                                <a:pt x="2189" y="1070"/>
                              </a:lnTo>
                              <a:close/>
                              <a:moveTo>
                                <a:pt x="2033" y="1070"/>
                              </a:moveTo>
                              <a:lnTo>
                                <a:pt x="2110" y="1070"/>
                              </a:lnTo>
                              <a:lnTo>
                                <a:pt x="2110" y="750"/>
                              </a:lnTo>
                              <a:lnTo>
                                <a:pt x="2022" y="750"/>
                              </a:lnTo>
                              <a:lnTo>
                                <a:pt x="2022" y="921"/>
                              </a:lnTo>
                              <a:lnTo>
                                <a:pt x="1891" y="750"/>
                              </a:lnTo>
                              <a:lnTo>
                                <a:pt x="1788" y="750"/>
                              </a:lnTo>
                              <a:lnTo>
                                <a:pt x="1788" y="1070"/>
                              </a:lnTo>
                              <a:lnTo>
                                <a:pt x="1879" y="1070"/>
                              </a:lnTo>
                              <a:lnTo>
                                <a:pt x="1879" y="874"/>
                              </a:lnTo>
                              <a:lnTo>
                                <a:pt x="2033" y="1070"/>
                              </a:lnTo>
                              <a:close/>
                              <a:moveTo>
                                <a:pt x="1733" y="991"/>
                              </a:moveTo>
                              <a:lnTo>
                                <a:pt x="1547" y="991"/>
                              </a:lnTo>
                              <a:lnTo>
                                <a:pt x="1714" y="801"/>
                              </a:lnTo>
                              <a:lnTo>
                                <a:pt x="1714" y="750"/>
                              </a:lnTo>
                              <a:lnTo>
                                <a:pt x="1407" y="750"/>
                              </a:lnTo>
                              <a:lnTo>
                                <a:pt x="1407" y="829"/>
                              </a:lnTo>
                              <a:lnTo>
                                <a:pt x="1568" y="829"/>
                              </a:lnTo>
                              <a:lnTo>
                                <a:pt x="1402" y="1018"/>
                              </a:lnTo>
                              <a:lnTo>
                                <a:pt x="1402" y="1070"/>
                              </a:lnTo>
                              <a:lnTo>
                                <a:pt x="1733" y="1070"/>
                              </a:lnTo>
                              <a:lnTo>
                                <a:pt x="1733" y="991"/>
                              </a:lnTo>
                              <a:close/>
                              <a:moveTo>
                                <a:pt x="1068" y="1070"/>
                              </a:moveTo>
                              <a:lnTo>
                                <a:pt x="1362" y="1070"/>
                              </a:lnTo>
                              <a:lnTo>
                                <a:pt x="1362" y="992"/>
                              </a:lnTo>
                              <a:lnTo>
                                <a:pt x="1161" y="992"/>
                              </a:lnTo>
                              <a:lnTo>
                                <a:pt x="1161" y="942"/>
                              </a:lnTo>
                              <a:lnTo>
                                <a:pt x="1270" y="942"/>
                              </a:lnTo>
                              <a:lnTo>
                                <a:pt x="1270" y="867"/>
                              </a:lnTo>
                              <a:lnTo>
                                <a:pt x="1161" y="867"/>
                              </a:lnTo>
                              <a:lnTo>
                                <a:pt x="1161" y="825"/>
                              </a:lnTo>
                              <a:lnTo>
                                <a:pt x="1345" y="825"/>
                              </a:lnTo>
                              <a:lnTo>
                                <a:pt x="1345" y="750"/>
                              </a:lnTo>
                              <a:lnTo>
                                <a:pt x="1068" y="750"/>
                              </a:lnTo>
                              <a:lnTo>
                                <a:pt x="1068" y="1070"/>
                              </a:lnTo>
                              <a:close/>
                              <a:moveTo>
                                <a:pt x="1014" y="991"/>
                              </a:moveTo>
                              <a:lnTo>
                                <a:pt x="834" y="991"/>
                              </a:lnTo>
                              <a:lnTo>
                                <a:pt x="834" y="750"/>
                              </a:lnTo>
                              <a:lnTo>
                                <a:pt x="741" y="750"/>
                              </a:lnTo>
                              <a:lnTo>
                                <a:pt x="741" y="1070"/>
                              </a:lnTo>
                              <a:lnTo>
                                <a:pt x="1014" y="1070"/>
                              </a:lnTo>
                              <a:lnTo>
                                <a:pt x="1014" y="991"/>
                              </a:lnTo>
                              <a:close/>
                              <a:moveTo>
                                <a:pt x="393" y="1070"/>
                              </a:moveTo>
                              <a:lnTo>
                                <a:pt x="688" y="1070"/>
                              </a:lnTo>
                              <a:lnTo>
                                <a:pt x="688" y="992"/>
                              </a:lnTo>
                              <a:lnTo>
                                <a:pt x="486" y="992"/>
                              </a:lnTo>
                              <a:lnTo>
                                <a:pt x="486" y="942"/>
                              </a:lnTo>
                              <a:lnTo>
                                <a:pt x="595" y="942"/>
                              </a:lnTo>
                              <a:lnTo>
                                <a:pt x="595" y="867"/>
                              </a:lnTo>
                              <a:lnTo>
                                <a:pt x="486" y="867"/>
                              </a:lnTo>
                              <a:lnTo>
                                <a:pt x="486" y="825"/>
                              </a:lnTo>
                              <a:lnTo>
                                <a:pt x="670" y="825"/>
                              </a:lnTo>
                              <a:lnTo>
                                <a:pt x="670" y="750"/>
                              </a:lnTo>
                              <a:lnTo>
                                <a:pt x="393" y="750"/>
                              </a:lnTo>
                              <a:lnTo>
                                <a:pt x="393" y="1070"/>
                              </a:lnTo>
                              <a:close/>
                              <a:moveTo>
                                <a:pt x="272" y="648"/>
                              </a:moveTo>
                              <a:lnTo>
                                <a:pt x="193" y="648"/>
                              </a:lnTo>
                              <a:lnTo>
                                <a:pt x="165" y="680"/>
                              </a:lnTo>
                              <a:lnTo>
                                <a:pt x="139" y="648"/>
                              </a:lnTo>
                              <a:lnTo>
                                <a:pt x="60" y="648"/>
                              </a:lnTo>
                              <a:lnTo>
                                <a:pt x="122" y="726"/>
                              </a:lnTo>
                              <a:lnTo>
                                <a:pt x="209" y="726"/>
                              </a:lnTo>
                              <a:lnTo>
                                <a:pt x="272" y="648"/>
                              </a:lnTo>
                              <a:close/>
                              <a:moveTo>
                                <a:pt x="339" y="991"/>
                              </a:moveTo>
                              <a:lnTo>
                                <a:pt x="152" y="991"/>
                              </a:lnTo>
                              <a:lnTo>
                                <a:pt x="320" y="801"/>
                              </a:lnTo>
                              <a:lnTo>
                                <a:pt x="320" y="750"/>
                              </a:lnTo>
                              <a:lnTo>
                                <a:pt x="12" y="750"/>
                              </a:lnTo>
                              <a:lnTo>
                                <a:pt x="12" y="829"/>
                              </a:lnTo>
                              <a:lnTo>
                                <a:pt x="173" y="829"/>
                              </a:lnTo>
                              <a:lnTo>
                                <a:pt x="7" y="1018"/>
                              </a:lnTo>
                              <a:lnTo>
                                <a:pt x="7" y="1070"/>
                              </a:lnTo>
                              <a:lnTo>
                                <a:pt x="339" y="1070"/>
                              </a:lnTo>
                              <a:lnTo>
                                <a:pt x="339" y="991"/>
                              </a:lnTo>
                              <a:close/>
                              <a:moveTo>
                                <a:pt x="1936" y="300"/>
                              </a:moveTo>
                              <a:lnTo>
                                <a:pt x="1975" y="205"/>
                              </a:lnTo>
                              <a:lnTo>
                                <a:pt x="2015" y="300"/>
                              </a:lnTo>
                              <a:lnTo>
                                <a:pt x="1936" y="300"/>
                              </a:lnTo>
                              <a:close/>
                              <a:moveTo>
                                <a:pt x="2064" y="421"/>
                              </a:moveTo>
                              <a:lnTo>
                                <a:pt x="2165" y="421"/>
                              </a:lnTo>
                              <a:lnTo>
                                <a:pt x="2029" y="101"/>
                              </a:lnTo>
                              <a:lnTo>
                                <a:pt x="1929" y="101"/>
                              </a:lnTo>
                              <a:lnTo>
                                <a:pt x="1792" y="421"/>
                              </a:lnTo>
                              <a:lnTo>
                                <a:pt x="1886" y="421"/>
                              </a:lnTo>
                              <a:lnTo>
                                <a:pt x="1904" y="376"/>
                              </a:lnTo>
                              <a:lnTo>
                                <a:pt x="2046" y="376"/>
                              </a:lnTo>
                              <a:lnTo>
                                <a:pt x="2064" y="421"/>
                              </a:lnTo>
                              <a:close/>
                              <a:moveTo>
                                <a:pt x="1810" y="101"/>
                              </a:moveTo>
                              <a:lnTo>
                                <a:pt x="1713" y="101"/>
                              </a:lnTo>
                              <a:lnTo>
                                <a:pt x="1632" y="306"/>
                              </a:lnTo>
                              <a:lnTo>
                                <a:pt x="1551" y="101"/>
                              </a:lnTo>
                              <a:lnTo>
                                <a:pt x="1444" y="101"/>
                              </a:lnTo>
                              <a:lnTo>
                                <a:pt x="1582" y="421"/>
                              </a:lnTo>
                              <a:lnTo>
                                <a:pt x="1679" y="421"/>
                              </a:lnTo>
                              <a:lnTo>
                                <a:pt x="1810" y="101"/>
                              </a:lnTo>
                              <a:close/>
                              <a:moveTo>
                                <a:pt x="1231" y="76"/>
                              </a:moveTo>
                              <a:lnTo>
                                <a:pt x="1321" y="76"/>
                              </a:lnTo>
                              <a:lnTo>
                                <a:pt x="1375" y="0"/>
                              </a:lnTo>
                              <a:lnTo>
                                <a:pt x="1283" y="0"/>
                              </a:lnTo>
                              <a:lnTo>
                                <a:pt x="1231" y="76"/>
                              </a:lnTo>
                              <a:close/>
                              <a:moveTo>
                                <a:pt x="1234" y="300"/>
                              </a:moveTo>
                              <a:lnTo>
                                <a:pt x="1274" y="205"/>
                              </a:lnTo>
                              <a:lnTo>
                                <a:pt x="1313" y="300"/>
                              </a:lnTo>
                              <a:lnTo>
                                <a:pt x="1234" y="300"/>
                              </a:lnTo>
                              <a:close/>
                              <a:moveTo>
                                <a:pt x="1363" y="421"/>
                              </a:moveTo>
                              <a:lnTo>
                                <a:pt x="1463" y="421"/>
                              </a:lnTo>
                              <a:lnTo>
                                <a:pt x="1327" y="101"/>
                              </a:lnTo>
                              <a:lnTo>
                                <a:pt x="1227" y="101"/>
                              </a:lnTo>
                              <a:lnTo>
                                <a:pt x="1090" y="421"/>
                              </a:lnTo>
                              <a:lnTo>
                                <a:pt x="1184" y="421"/>
                              </a:lnTo>
                              <a:lnTo>
                                <a:pt x="1203" y="376"/>
                              </a:lnTo>
                              <a:lnTo>
                                <a:pt x="1344" y="376"/>
                              </a:lnTo>
                              <a:lnTo>
                                <a:pt x="1363" y="421"/>
                              </a:lnTo>
                              <a:close/>
                              <a:moveTo>
                                <a:pt x="929" y="178"/>
                              </a:moveTo>
                              <a:lnTo>
                                <a:pt x="929" y="178"/>
                              </a:lnTo>
                              <a:lnTo>
                                <a:pt x="937" y="178"/>
                              </a:lnTo>
                              <a:lnTo>
                                <a:pt x="944" y="180"/>
                              </a:lnTo>
                              <a:lnTo>
                                <a:pt x="950" y="182"/>
                              </a:lnTo>
                              <a:lnTo>
                                <a:pt x="955" y="184"/>
                              </a:lnTo>
                              <a:lnTo>
                                <a:pt x="959" y="188"/>
                              </a:lnTo>
                              <a:lnTo>
                                <a:pt x="961" y="194"/>
                              </a:lnTo>
                              <a:lnTo>
                                <a:pt x="963" y="199"/>
                              </a:lnTo>
                              <a:lnTo>
                                <a:pt x="963" y="206"/>
                              </a:lnTo>
                              <a:lnTo>
                                <a:pt x="963" y="206"/>
                              </a:lnTo>
                              <a:lnTo>
                                <a:pt x="963" y="212"/>
                              </a:lnTo>
                              <a:lnTo>
                                <a:pt x="961" y="218"/>
                              </a:lnTo>
                              <a:lnTo>
                                <a:pt x="958" y="222"/>
                              </a:lnTo>
                              <a:lnTo>
                                <a:pt x="955" y="226"/>
                              </a:lnTo>
                              <a:lnTo>
                                <a:pt x="950" y="229"/>
                              </a:lnTo>
                              <a:lnTo>
                                <a:pt x="944" y="231"/>
                              </a:lnTo>
                              <a:lnTo>
                                <a:pt x="937" y="233"/>
                              </a:lnTo>
                              <a:lnTo>
                                <a:pt x="929" y="233"/>
                              </a:lnTo>
                              <a:lnTo>
                                <a:pt x="836" y="233"/>
                              </a:lnTo>
                              <a:lnTo>
                                <a:pt x="836" y="178"/>
                              </a:lnTo>
                              <a:lnTo>
                                <a:pt x="929" y="178"/>
                              </a:lnTo>
                              <a:close/>
                              <a:moveTo>
                                <a:pt x="744" y="421"/>
                              </a:moveTo>
                              <a:lnTo>
                                <a:pt x="836" y="421"/>
                              </a:lnTo>
                              <a:lnTo>
                                <a:pt x="836" y="309"/>
                              </a:lnTo>
                              <a:lnTo>
                                <a:pt x="910" y="309"/>
                              </a:lnTo>
                              <a:lnTo>
                                <a:pt x="972" y="421"/>
                              </a:lnTo>
                              <a:lnTo>
                                <a:pt x="1070" y="421"/>
                              </a:lnTo>
                              <a:lnTo>
                                <a:pt x="1000" y="298"/>
                              </a:lnTo>
                              <a:lnTo>
                                <a:pt x="1000" y="298"/>
                              </a:lnTo>
                              <a:lnTo>
                                <a:pt x="1013" y="292"/>
                              </a:lnTo>
                              <a:lnTo>
                                <a:pt x="1024" y="284"/>
                              </a:lnTo>
                              <a:lnTo>
                                <a:pt x="1035" y="274"/>
                              </a:lnTo>
                              <a:lnTo>
                                <a:pt x="1043" y="263"/>
                              </a:lnTo>
                              <a:lnTo>
                                <a:pt x="1050" y="251"/>
                              </a:lnTo>
                              <a:lnTo>
                                <a:pt x="1055" y="238"/>
                              </a:lnTo>
                              <a:lnTo>
                                <a:pt x="1058" y="223"/>
                              </a:lnTo>
                              <a:lnTo>
                                <a:pt x="1059" y="206"/>
                              </a:lnTo>
                              <a:lnTo>
                                <a:pt x="1059" y="206"/>
                              </a:lnTo>
                              <a:lnTo>
                                <a:pt x="1058" y="194"/>
                              </a:lnTo>
                              <a:lnTo>
                                <a:pt x="1056" y="181"/>
                              </a:lnTo>
                              <a:lnTo>
                                <a:pt x="1054" y="170"/>
                              </a:lnTo>
                              <a:lnTo>
                                <a:pt x="1050" y="160"/>
                              </a:lnTo>
                              <a:lnTo>
                                <a:pt x="1046" y="151"/>
                              </a:lnTo>
                              <a:lnTo>
                                <a:pt x="1040" y="142"/>
                              </a:lnTo>
                              <a:lnTo>
                                <a:pt x="1034" y="134"/>
                              </a:lnTo>
                              <a:lnTo>
                                <a:pt x="1026" y="127"/>
                              </a:lnTo>
                              <a:lnTo>
                                <a:pt x="1018" y="121"/>
                              </a:lnTo>
                              <a:lnTo>
                                <a:pt x="1009" y="116"/>
                              </a:lnTo>
                              <a:lnTo>
                                <a:pt x="999" y="111"/>
                              </a:lnTo>
                              <a:lnTo>
                                <a:pt x="989" y="107"/>
                              </a:lnTo>
                              <a:lnTo>
                                <a:pt x="978" y="104"/>
                              </a:lnTo>
                              <a:lnTo>
                                <a:pt x="966" y="102"/>
                              </a:lnTo>
                              <a:lnTo>
                                <a:pt x="954" y="101"/>
                              </a:lnTo>
                              <a:lnTo>
                                <a:pt x="941" y="101"/>
                              </a:lnTo>
                              <a:lnTo>
                                <a:pt x="744" y="101"/>
                              </a:lnTo>
                              <a:lnTo>
                                <a:pt x="744" y="421"/>
                              </a:lnTo>
                              <a:close/>
                              <a:moveTo>
                                <a:pt x="557" y="179"/>
                              </a:moveTo>
                              <a:lnTo>
                                <a:pt x="557" y="179"/>
                              </a:lnTo>
                              <a:lnTo>
                                <a:pt x="565" y="180"/>
                              </a:lnTo>
                              <a:lnTo>
                                <a:pt x="573" y="181"/>
                              </a:lnTo>
                              <a:lnTo>
                                <a:pt x="579" y="184"/>
                              </a:lnTo>
                              <a:lnTo>
                                <a:pt x="584" y="187"/>
                              </a:lnTo>
                              <a:lnTo>
                                <a:pt x="588" y="192"/>
                              </a:lnTo>
                              <a:lnTo>
                                <a:pt x="590" y="197"/>
                              </a:lnTo>
                              <a:lnTo>
                                <a:pt x="592" y="203"/>
                              </a:lnTo>
                              <a:lnTo>
                                <a:pt x="592" y="210"/>
                              </a:lnTo>
                              <a:lnTo>
                                <a:pt x="592" y="210"/>
                              </a:lnTo>
                              <a:lnTo>
                                <a:pt x="592" y="216"/>
                              </a:lnTo>
                              <a:lnTo>
                                <a:pt x="590" y="222"/>
                              </a:lnTo>
                              <a:lnTo>
                                <a:pt x="587" y="227"/>
                              </a:lnTo>
                              <a:lnTo>
                                <a:pt x="584" y="231"/>
                              </a:lnTo>
                              <a:lnTo>
                                <a:pt x="579" y="234"/>
                              </a:lnTo>
                              <a:lnTo>
                                <a:pt x="573" y="237"/>
                              </a:lnTo>
                              <a:lnTo>
                                <a:pt x="565" y="238"/>
                              </a:lnTo>
                              <a:lnTo>
                                <a:pt x="557" y="239"/>
                              </a:lnTo>
                              <a:lnTo>
                                <a:pt x="463" y="239"/>
                              </a:lnTo>
                              <a:lnTo>
                                <a:pt x="463" y="179"/>
                              </a:lnTo>
                              <a:lnTo>
                                <a:pt x="557" y="179"/>
                              </a:lnTo>
                              <a:close/>
                              <a:moveTo>
                                <a:pt x="371" y="421"/>
                              </a:moveTo>
                              <a:lnTo>
                                <a:pt x="463" y="421"/>
                              </a:lnTo>
                              <a:lnTo>
                                <a:pt x="463" y="319"/>
                              </a:lnTo>
                              <a:lnTo>
                                <a:pt x="568" y="319"/>
                              </a:lnTo>
                              <a:lnTo>
                                <a:pt x="568" y="319"/>
                              </a:lnTo>
                              <a:lnTo>
                                <a:pt x="582" y="318"/>
                              </a:lnTo>
                              <a:lnTo>
                                <a:pt x="594" y="317"/>
                              </a:lnTo>
                              <a:lnTo>
                                <a:pt x="606" y="314"/>
                              </a:lnTo>
                              <a:lnTo>
                                <a:pt x="618" y="311"/>
                              </a:lnTo>
                              <a:lnTo>
                                <a:pt x="628" y="307"/>
                              </a:lnTo>
                              <a:lnTo>
                                <a:pt x="638" y="302"/>
                              </a:lnTo>
                              <a:lnTo>
                                <a:pt x="647" y="297"/>
                              </a:lnTo>
                              <a:lnTo>
                                <a:pt x="655" y="290"/>
                              </a:lnTo>
                              <a:lnTo>
                                <a:pt x="662" y="283"/>
                              </a:lnTo>
                              <a:lnTo>
                                <a:pt x="669" y="275"/>
                              </a:lnTo>
                              <a:lnTo>
                                <a:pt x="675" y="266"/>
                              </a:lnTo>
                              <a:lnTo>
                                <a:pt x="679" y="256"/>
                              </a:lnTo>
                              <a:lnTo>
                                <a:pt x="683" y="246"/>
                              </a:lnTo>
                              <a:lnTo>
                                <a:pt x="685" y="235"/>
                              </a:lnTo>
                              <a:lnTo>
                                <a:pt x="687" y="222"/>
                              </a:lnTo>
                              <a:lnTo>
                                <a:pt x="688" y="210"/>
                              </a:lnTo>
                              <a:lnTo>
                                <a:pt x="688" y="210"/>
                              </a:lnTo>
                              <a:lnTo>
                                <a:pt x="687" y="197"/>
                              </a:lnTo>
                              <a:lnTo>
                                <a:pt x="685" y="183"/>
                              </a:lnTo>
                              <a:lnTo>
                                <a:pt x="683" y="172"/>
                              </a:lnTo>
                              <a:lnTo>
                                <a:pt x="679" y="162"/>
                              </a:lnTo>
                              <a:lnTo>
                                <a:pt x="675" y="152"/>
                              </a:lnTo>
                              <a:lnTo>
                                <a:pt x="669" y="143"/>
                              </a:lnTo>
                              <a:lnTo>
                                <a:pt x="662" y="135"/>
                              </a:lnTo>
                              <a:lnTo>
                                <a:pt x="655" y="128"/>
                              </a:lnTo>
                              <a:lnTo>
                                <a:pt x="647" y="121"/>
                              </a:lnTo>
                              <a:lnTo>
                                <a:pt x="638" y="116"/>
                              </a:lnTo>
                              <a:lnTo>
                                <a:pt x="628" y="111"/>
                              </a:lnTo>
                              <a:lnTo>
                                <a:pt x="618" y="107"/>
                              </a:lnTo>
                              <a:lnTo>
                                <a:pt x="606" y="104"/>
                              </a:lnTo>
                              <a:lnTo>
                                <a:pt x="594" y="102"/>
                              </a:lnTo>
                              <a:lnTo>
                                <a:pt x="582" y="101"/>
                              </a:lnTo>
                              <a:lnTo>
                                <a:pt x="568" y="101"/>
                              </a:lnTo>
                              <a:lnTo>
                                <a:pt x="371" y="101"/>
                              </a:lnTo>
                              <a:lnTo>
                                <a:pt x="371" y="421"/>
                              </a:lnTo>
                              <a:close/>
                              <a:moveTo>
                                <a:pt x="149" y="166"/>
                              </a:moveTo>
                              <a:lnTo>
                                <a:pt x="149" y="166"/>
                              </a:lnTo>
                              <a:lnTo>
                                <a:pt x="162" y="167"/>
                              </a:lnTo>
                              <a:lnTo>
                                <a:pt x="173" y="168"/>
                              </a:lnTo>
                              <a:lnTo>
                                <a:pt x="183" y="170"/>
                              </a:lnTo>
                              <a:lnTo>
                                <a:pt x="193" y="173"/>
                              </a:lnTo>
                              <a:lnTo>
                                <a:pt x="200" y="176"/>
                              </a:lnTo>
                              <a:lnTo>
                                <a:pt x="205" y="180"/>
                              </a:lnTo>
                              <a:lnTo>
                                <a:pt x="209" y="183"/>
                              </a:lnTo>
                              <a:lnTo>
                                <a:pt x="212" y="186"/>
                              </a:lnTo>
                              <a:lnTo>
                                <a:pt x="304" y="186"/>
                              </a:lnTo>
                              <a:lnTo>
                                <a:pt x="304" y="186"/>
                              </a:lnTo>
                              <a:lnTo>
                                <a:pt x="302" y="178"/>
                              </a:lnTo>
                              <a:lnTo>
                                <a:pt x="299" y="170"/>
                              </a:lnTo>
                              <a:lnTo>
                                <a:pt x="296" y="162"/>
                              </a:lnTo>
                              <a:lnTo>
                                <a:pt x="291" y="154"/>
                              </a:lnTo>
                              <a:lnTo>
                                <a:pt x="286" y="147"/>
                              </a:lnTo>
                              <a:lnTo>
                                <a:pt x="280" y="139"/>
                              </a:lnTo>
                              <a:lnTo>
                                <a:pt x="273" y="132"/>
                              </a:lnTo>
                              <a:lnTo>
                                <a:pt x="264" y="125"/>
                              </a:lnTo>
                              <a:lnTo>
                                <a:pt x="255" y="118"/>
                              </a:lnTo>
                              <a:lnTo>
                                <a:pt x="244" y="112"/>
                              </a:lnTo>
                              <a:lnTo>
                                <a:pt x="232" y="107"/>
                              </a:lnTo>
                              <a:lnTo>
                                <a:pt x="219" y="103"/>
                              </a:lnTo>
                              <a:lnTo>
                                <a:pt x="204" y="99"/>
                              </a:lnTo>
                              <a:lnTo>
                                <a:pt x="188" y="97"/>
                              </a:lnTo>
                              <a:lnTo>
                                <a:pt x="169" y="95"/>
                              </a:lnTo>
                              <a:lnTo>
                                <a:pt x="149" y="94"/>
                              </a:lnTo>
                              <a:lnTo>
                                <a:pt x="149" y="94"/>
                              </a:lnTo>
                              <a:lnTo>
                                <a:pt x="134" y="95"/>
                              </a:lnTo>
                              <a:lnTo>
                                <a:pt x="120" y="96"/>
                              </a:lnTo>
                              <a:lnTo>
                                <a:pt x="106" y="98"/>
                              </a:lnTo>
                              <a:lnTo>
                                <a:pt x="93" y="100"/>
                              </a:lnTo>
                              <a:lnTo>
                                <a:pt x="81" y="104"/>
                              </a:lnTo>
                              <a:lnTo>
                                <a:pt x="69" y="108"/>
                              </a:lnTo>
                              <a:lnTo>
                                <a:pt x="57" y="113"/>
                              </a:lnTo>
                              <a:lnTo>
                                <a:pt x="47" y="119"/>
                              </a:lnTo>
                              <a:lnTo>
                                <a:pt x="39" y="125"/>
                              </a:lnTo>
                              <a:lnTo>
                                <a:pt x="31" y="132"/>
                              </a:lnTo>
                              <a:lnTo>
                                <a:pt x="24" y="140"/>
                              </a:lnTo>
                              <a:lnTo>
                                <a:pt x="18" y="149"/>
                              </a:lnTo>
                              <a:lnTo>
                                <a:pt x="14" y="159"/>
                              </a:lnTo>
                              <a:lnTo>
                                <a:pt x="10" y="169"/>
                              </a:lnTo>
                              <a:lnTo>
                                <a:pt x="8" y="180"/>
                              </a:lnTo>
                              <a:lnTo>
                                <a:pt x="8" y="193"/>
                              </a:lnTo>
                              <a:lnTo>
                                <a:pt x="8" y="193"/>
                              </a:lnTo>
                              <a:lnTo>
                                <a:pt x="8" y="204"/>
                              </a:lnTo>
                              <a:lnTo>
                                <a:pt x="10" y="215"/>
                              </a:lnTo>
                              <a:lnTo>
                                <a:pt x="13" y="225"/>
                              </a:lnTo>
                              <a:lnTo>
                                <a:pt x="16" y="234"/>
                              </a:lnTo>
                              <a:lnTo>
                                <a:pt x="21" y="243"/>
                              </a:lnTo>
                              <a:lnTo>
                                <a:pt x="27" y="251"/>
                              </a:lnTo>
                              <a:lnTo>
                                <a:pt x="34" y="258"/>
                              </a:lnTo>
                              <a:lnTo>
                                <a:pt x="41" y="265"/>
                              </a:lnTo>
                              <a:lnTo>
                                <a:pt x="50" y="271"/>
                              </a:lnTo>
                              <a:lnTo>
                                <a:pt x="59" y="277"/>
                              </a:lnTo>
                              <a:lnTo>
                                <a:pt x="70" y="282"/>
                              </a:lnTo>
                              <a:lnTo>
                                <a:pt x="81" y="286"/>
                              </a:lnTo>
                              <a:lnTo>
                                <a:pt x="93" y="289"/>
                              </a:lnTo>
                              <a:lnTo>
                                <a:pt x="106" y="292"/>
                              </a:lnTo>
                              <a:lnTo>
                                <a:pt x="119" y="295"/>
                              </a:lnTo>
                              <a:lnTo>
                                <a:pt x="133" y="296"/>
                              </a:lnTo>
                              <a:lnTo>
                                <a:pt x="133" y="296"/>
                              </a:lnTo>
                              <a:lnTo>
                                <a:pt x="177" y="300"/>
                              </a:lnTo>
                              <a:lnTo>
                                <a:pt x="177" y="300"/>
                              </a:lnTo>
                              <a:lnTo>
                                <a:pt x="187" y="301"/>
                              </a:lnTo>
                              <a:lnTo>
                                <a:pt x="194" y="303"/>
                              </a:lnTo>
                              <a:lnTo>
                                <a:pt x="200" y="305"/>
                              </a:lnTo>
                              <a:lnTo>
                                <a:pt x="206" y="308"/>
                              </a:lnTo>
                              <a:lnTo>
                                <a:pt x="210" y="311"/>
                              </a:lnTo>
                              <a:lnTo>
                                <a:pt x="213" y="316"/>
                              </a:lnTo>
                              <a:lnTo>
                                <a:pt x="215" y="321"/>
                              </a:lnTo>
                              <a:lnTo>
                                <a:pt x="216" y="327"/>
                              </a:lnTo>
                              <a:lnTo>
                                <a:pt x="216" y="327"/>
                              </a:lnTo>
                              <a:lnTo>
                                <a:pt x="215" y="333"/>
                              </a:lnTo>
                              <a:lnTo>
                                <a:pt x="213" y="339"/>
                              </a:lnTo>
                              <a:lnTo>
                                <a:pt x="209" y="343"/>
                              </a:lnTo>
                              <a:lnTo>
                                <a:pt x="204" y="347"/>
                              </a:lnTo>
                              <a:lnTo>
                                <a:pt x="197" y="351"/>
                              </a:lnTo>
                              <a:lnTo>
                                <a:pt x="188" y="353"/>
                              </a:lnTo>
                              <a:lnTo>
                                <a:pt x="176" y="354"/>
                              </a:lnTo>
                              <a:lnTo>
                                <a:pt x="164" y="355"/>
                              </a:lnTo>
                              <a:lnTo>
                                <a:pt x="164" y="355"/>
                              </a:lnTo>
                              <a:lnTo>
                                <a:pt x="150" y="354"/>
                              </a:lnTo>
                              <a:lnTo>
                                <a:pt x="137" y="352"/>
                              </a:lnTo>
                              <a:lnTo>
                                <a:pt x="127" y="349"/>
                              </a:lnTo>
                              <a:lnTo>
                                <a:pt x="118" y="345"/>
                              </a:lnTo>
                              <a:lnTo>
                                <a:pt x="110" y="341"/>
                              </a:lnTo>
                              <a:lnTo>
                                <a:pt x="104" y="336"/>
                              </a:lnTo>
                              <a:lnTo>
                                <a:pt x="100" y="331"/>
                              </a:lnTo>
                              <a:lnTo>
                                <a:pt x="98" y="325"/>
                              </a:lnTo>
                              <a:lnTo>
                                <a:pt x="0" y="325"/>
                              </a:lnTo>
                              <a:lnTo>
                                <a:pt x="0" y="325"/>
                              </a:lnTo>
                              <a:lnTo>
                                <a:pt x="2" y="334"/>
                              </a:lnTo>
                              <a:lnTo>
                                <a:pt x="4" y="342"/>
                              </a:lnTo>
                              <a:lnTo>
                                <a:pt x="8" y="351"/>
                              </a:lnTo>
                              <a:lnTo>
                                <a:pt x="13" y="360"/>
                              </a:lnTo>
                              <a:lnTo>
                                <a:pt x="18" y="369"/>
                              </a:lnTo>
                              <a:lnTo>
                                <a:pt x="25" y="377"/>
                              </a:lnTo>
                              <a:lnTo>
                                <a:pt x="33" y="385"/>
                              </a:lnTo>
                              <a:lnTo>
                                <a:pt x="42" y="393"/>
                              </a:lnTo>
                              <a:lnTo>
                                <a:pt x="52" y="400"/>
                              </a:lnTo>
                              <a:lnTo>
                                <a:pt x="64" y="406"/>
                              </a:lnTo>
                              <a:lnTo>
                                <a:pt x="77" y="412"/>
                              </a:lnTo>
                              <a:lnTo>
                                <a:pt x="92" y="417"/>
                              </a:lnTo>
                              <a:lnTo>
                                <a:pt x="107" y="421"/>
                              </a:lnTo>
                              <a:lnTo>
                                <a:pt x="125" y="424"/>
                              </a:lnTo>
                              <a:lnTo>
                                <a:pt x="143" y="426"/>
                              </a:lnTo>
                              <a:lnTo>
                                <a:pt x="164" y="427"/>
                              </a:lnTo>
                              <a:lnTo>
                                <a:pt x="164" y="427"/>
                              </a:lnTo>
                              <a:lnTo>
                                <a:pt x="181" y="426"/>
                              </a:lnTo>
                              <a:lnTo>
                                <a:pt x="199" y="425"/>
                              </a:lnTo>
                              <a:lnTo>
                                <a:pt x="214" y="423"/>
                              </a:lnTo>
                              <a:lnTo>
                                <a:pt x="228" y="420"/>
                              </a:lnTo>
                              <a:lnTo>
                                <a:pt x="241" y="416"/>
                              </a:lnTo>
                              <a:lnTo>
                                <a:pt x="253" y="411"/>
                              </a:lnTo>
                              <a:lnTo>
                                <a:pt x="264" y="405"/>
                              </a:lnTo>
                              <a:lnTo>
                                <a:pt x="274" y="399"/>
                              </a:lnTo>
                              <a:lnTo>
                                <a:pt x="283" y="392"/>
                              </a:lnTo>
                              <a:lnTo>
                                <a:pt x="290" y="384"/>
                              </a:lnTo>
                              <a:lnTo>
                                <a:pt x="297" y="375"/>
                              </a:lnTo>
                              <a:lnTo>
                                <a:pt x="302" y="366"/>
                              </a:lnTo>
                              <a:lnTo>
                                <a:pt x="307" y="355"/>
                              </a:lnTo>
                              <a:lnTo>
                                <a:pt x="310" y="344"/>
                              </a:lnTo>
                              <a:lnTo>
                                <a:pt x="312" y="333"/>
                              </a:lnTo>
                              <a:lnTo>
                                <a:pt x="312" y="320"/>
                              </a:lnTo>
                              <a:lnTo>
                                <a:pt x="312" y="320"/>
                              </a:lnTo>
                              <a:lnTo>
                                <a:pt x="312" y="307"/>
                              </a:lnTo>
                              <a:lnTo>
                                <a:pt x="310" y="295"/>
                              </a:lnTo>
                              <a:lnTo>
                                <a:pt x="308" y="285"/>
                              </a:lnTo>
                              <a:lnTo>
                                <a:pt x="303" y="275"/>
                              </a:lnTo>
                              <a:lnTo>
                                <a:pt x="298" y="266"/>
                              </a:lnTo>
                              <a:lnTo>
                                <a:pt x="292" y="258"/>
                              </a:lnTo>
                              <a:lnTo>
                                <a:pt x="286" y="250"/>
                              </a:lnTo>
                              <a:lnTo>
                                <a:pt x="278" y="244"/>
                              </a:lnTo>
                              <a:lnTo>
                                <a:pt x="269" y="238"/>
                              </a:lnTo>
                              <a:lnTo>
                                <a:pt x="260" y="232"/>
                              </a:lnTo>
                              <a:lnTo>
                                <a:pt x="249" y="228"/>
                              </a:lnTo>
                              <a:lnTo>
                                <a:pt x="238" y="224"/>
                              </a:lnTo>
                              <a:lnTo>
                                <a:pt x="226" y="221"/>
                              </a:lnTo>
                              <a:lnTo>
                                <a:pt x="212" y="218"/>
                              </a:lnTo>
                              <a:lnTo>
                                <a:pt x="198" y="216"/>
                              </a:lnTo>
                              <a:lnTo>
                                <a:pt x="182" y="215"/>
                              </a:lnTo>
                              <a:lnTo>
                                <a:pt x="138" y="211"/>
                              </a:lnTo>
                              <a:lnTo>
                                <a:pt x="138" y="211"/>
                              </a:lnTo>
                              <a:lnTo>
                                <a:pt x="130" y="210"/>
                              </a:lnTo>
                              <a:lnTo>
                                <a:pt x="123" y="209"/>
                              </a:lnTo>
                              <a:lnTo>
                                <a:pt x="117" y="207"/>
                              </a:lnTo>
                              <a:lnTo>
                                <a:pt x="112" y="204"/>
                              </a:lnTo>
                              <a:lnTo>
                                <a:pt x="108" y="201"/>
                              </a:lnTo>
                              <a:lnTo>
                                <a:pt x="106" y="197"/>
                              </a:lnTo>
                              <a:lnTo>
                                <a:pt x="104" y="193"/>
                              </a:lnTo>
                              <a:lnTo>
                                <a:pt x="103" y="188"/>
                              </a:lnTo>
                              <a:lnTo>
                                <a:pt x="103" y="188"/>
                              </a:lnTo>
                              <a:lnTo>
                                <a:pt x="104" y="182"/>
                              </a:lnTo>
                              <a:lnTo>
                                <a:pt x="106" y="178"/>
                              </a:lnTo>
                              <a:lnTo>
                                <a:pt x="110" y="174"/>
                              </a:lnTo>
                              <a:lnTo>
                                <a:pt x="116" y="171"/>
                              </a:lnTo>
                              <a:lnTo>
                                <a:pt x="122" y="169"/>
                              </a:lnTo>
                              <a:lnTo>
                                <a:pt x="130" y="167"/>
                              </a:lnTo>
                              <a:lnTo>
                                <a:pt x="139" y="166"/>
                              </a:lnTo>
                              <a:lnTo>
                                <a:pt x="149" y="1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1626235" y="236220"/>
                          <a:ext cx="101600" cy="105410"/>
                        </a:xfrm>
                        <a:custGeom>
                          <a:avLst/>
                          <a:gdLst>
                            <a:gd name="T0" fmla="*/ 168 w 321"/>
                            <a:gd name="T1" fmla="*/ 332 h 332"/>
                            <a:gd name="T2" fmla="*/ 206 w 321"/>
                            <a:gd name="T3" fmla="*/ 328 h 332"/>
                            <a:gd name="T4" fmla="*/ 238 w 321"/>
                            <a:gd name="T5" fmla="*/ 317 h 332"/>
                            <a:gd name="T6" fmla="*/ 265 w 321"/>
                            <a:gd name="T7" fmla="*/ 303 h 332"/>
                            <a:gd name="T8" fmla="*/ 285 w 321"/>
                            <a:gd name="T9" fmla="*/ 286 h 332"/>
                            <a:gd name="T10" fmla="*/ 300 w 321"/>
                            <a:gd name="T11" fmla="*/ 267 h 332"/>
                            <a:gd name="T12" fmla="*/ 311 w 321"/>
                            <a:gd name="T13" fmla="*/ 249 h 332"/>
                            <a:gd name="T14" fmla="*/ 318 w 321"/>
                            <a:gd name="T15" fmla="*/ 232 h 332"/>
                            <a:gd name="T16" fmla="*/ 227 w 321"/>
                            <a:gd name="T17" fmla="*/ 219 h 332"/>
                            <a:gd name="T18" fmla="*/ 221 w 321"/>
                            <a:gd name="T19" fmla="*/ 227 h 332"/>
                            <a:gd name="T20" fmla="*/ 210 w 321"/>
                            <a:gd name="T21" fmla="*/ 237 h 332"/>
                            <a:gd name="T22" fmla="*/ 192 w 321"/>
                            <a:gd name="T23" fmla="*/ 245 h 332"/>
                            <a:gd name="T24" fmla="*/ 168 w 321"/>
                            <a:gd name="T25" fmla="*/ 249 h 332"/>
                            <a:gd name="T26" fmla="*/ 159 w 321"/>
                            <a:gd name="T27" fmla="*/ 248 h 332"/>
                            <a:gd name="T28" fmla="*/ 144 w 321"/>
                            <a:gd name="T29" fmla="*/ 245 h 332"/>
                            <a:gd name="T30" fmla="*/ 130 w 321"/>
                            <a:gd name="T31" fmla="*/ 239 h 332"/>
                            <a:gd name="T32" fmla="*/ 118 w 321"/>
                            <a:gd name="T33" fmla="*/ 230 h 332"/>
                            <a:gd name="T34" fmla="*/ 109 w 321"/>
                            <a:gd name="T35" fmla="*/ 219 h 332"/>
                            <a:gd name="T36" fmla="*/ 102 w 321"/>
                            <a:gd name="T37" fmla="*/ 206 h 332"/>
                            <a:gd name="T38" fmla="*/ 97 w 321"/>
                            <a:gd name="T39" fmla="*/ 190 h 332"/>
                            <a:gd name="T40" fmla="*/ 95 w 321"/>
                            <a:gd name="T41" fmla="*/ 174 h 332"/>
                            <a:gd name="T42" fmla="*/ 94 w 321"/>
                            <a:gd name="T43" fmla="*/ 165 h 332"/>
                            <a:gd name="T44" fmla="*/ 96 w 321"/>
                            <a:gd name="T45" fmla="*/ 148 h 332"/>
                            <a:gd name="T46" fmla="*/ 99 w 321"/>
                            <a:gd name="T47" fmla="*/ 133 h 332"/>
                            <a:gd name="T48" fmla="*/ 105 w 321"/>
                            <a:gd name="T49" fmla="*/ 119 h 332"/>
                            <a:gd name="T50" fmla="*/ 114 w 321"/>
                            <a:gd name="T51" fmla="*/ 107 h 332"/>
                            <a:gd name="T52" fmla="*/ 124 w 321"/>
                            <a:gd name="T53" fmla="*/ 97 h 332"/>
                            <a:gd name="T54" fmla="*/ 136 w 321"/>
                            <a:gd name="T55" fmla="*/ 89 h 332"/>
                            <a:gd name="T56" fmla="*/ 151 w 321"/>
                            <a:gd name="T57" fmla="*/ 84 h 332"/>
                            <a:gd name="T58" fmla="*/ 168 w 321"/>
                            <a:gd name="T59" fmla="*/ 83 h 332"/>
                            <a:gd name="T60" fmla="*/ 181 w 321"/>
                            <a:gd name="T61" fmla="*/ 84 h 332"/>
                            <a:gd name="T62" fmla="*/ 202 w 321"/>
                            <a:gd name="T63" fmla="*/ 90 h 332"/>
                            <a:gd name="T64" fmla="*/ 216 w 321"/>
                            <a:gd name="T65" fmla="*/ 100 h 332"/>
                            <a:gd name="T66" fmla="*/ 227 w 321"/>
                            <a:gd name="T67" fmla="*/ 113 h 332"/>
                            <a:gd name="T68" fmla="*/ 321 w 321"/>
                            <a:gd name="T69" fmla="*/ 113 h 332"/>
                            <a:gd name="T70" fmla="*/ 317 w 321"/>
                            <a:gd name="T71" fmla="*/ 98 h 332"/>
                            <a:gd name="T72" fmla="*/ 310 w 321"/>
                            <a:gd name="T73" fmla="*/ 80 h 332"/>
                            <a:gd name="T74" fmla="*/ 299 w 321"/>
                            <a:gd name="T75" fmla="*/ 60 h 332"/>
                            <a:gd name="T76" fmla="*/ 283 w 321"/>
                            <a:gd name="T77" fmla="*/ 42 h 332"/>
                            <a:gd name="T78" fmla="*/ 263 w 321"/>
                            <a:gd name="T79" fmla="*/ 26 h 332"/>
                            <a:gd name="T80" fmla="*/ 236 w 321"/>
                            <a:gd name="T81" fmla="*/ 12 h 332"/>
                            <a:gd name="T82" fmla="*/ 205 w 321"/>
                            <a:gd name="T83" fmla="*/ 3 h 332"/>
                            <a:gd name="T84" fmla="*/ 168 w 321"/>
                            <a:gd name="T85" fmla="*/ 0 h 332"/>
                            <a:gd name="T86" fmla="*/ 150 w 321"/>
                            <a:gd name="T87" fmla="*/ 0 h 332"/>
                            <a:gd name="T88" fmla="*/ 115 w 321"/>
                            <a:gd name="T89" fmla="*/ 7 h 332"/>
                            <a:gd name="T90" fmla="*/ 85 w 321"/>
                            <a:gd name="T91" fmla="*/ 18 h 332"/>
                            <a:gd name="T92" fmla="*/ 59 w 321"/>
                            <a:gd name="T93" fmla="*/ 36 h 332"/>
                            <a:gd name="T94" fmla="*/ 37 w 321"/>
                            <a:gd name="T95" fmla="*/ 57 h 332"/>
                            <a:gd name="T96" fmla="*/ 20 w 321"/>
                            <a:gd name="T97" fmla="*/ 84 h 332"/>
                            <a:gd name="T98" fmla="*/ 7 w 321"/>
                            <a:gd name="T99" fmla="*/ 114 h 332"/>
                            <a:gd name="T100" fmla="*/ 1 w 321"/>
                            <a:gd name="T101" fmla="*/ 147 h 332"/>
                            <a:gd name="T102" fmla="*/ 0 w 321"/>
                            <a:gd name="T103" fmla="*/ 165 h 332"/>
                            <a:gd name="T104" fmla="*/ 3 w 321"/>
                            <a:gd name="T105" fmla="*/ 200 h 332"/>
                            <a:gd name="T106" fmla="*/ 12 w 321"/>
                            <a:gd name="T107" fmla="*/ 232 h 332"/>
                            <a:gd name="T108" fmla="*/ 27 w 321"/>
                            <a:gd name="T109" fmla="*/ 260 h 332"/>
                            <a:gd name="T110" fmla="*/ 47 w 321"/>
                            <a:gd name="T111" fmla="*/ 284 h 332"/>
                            <a:gd name="T112" fmla="*/ 71 w 321"/>
                            <a:gd name="T113" fmla="*/ 304 h 332"/>
                            <a:gd name="T114" fmla="*/ 99 w 321"/>
                            <a:gd name="T115" fmla="*/ 318 h 332"/>
                            <a:gd name="T116" fmla="*/ 131 w 321"/>
                            <a:gd name="T117" fmla="*/ 329 h 332"/>
                            <a:gd name="T118" fmla="*/ 168 w 321"/>
                            <a:gd name="T119" fmla="*/ 332 h 3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21" h="332">
                              <a:moveTo>
                                <a:pt x="168" y="332"/>
                              </a:moveTo>
                              <a:lnTo>
                                <a:pt x="168" y="332"/>
                              </a:lnTo>
                              <a:lnTo>
                                <a:pt x="188" y="331"/>
                              </a:lnTo>
                              <a:lnTo>
                                <a:pt x="206" y="328"/>
                              </a:lnTo>
                              <a:lnTo>
                                <a:pt x="223" y="323"/>
                              </a:lnTo>
                              <a:lnTo>
                                <a:pt x="238" y="317"/>
                              </a:lnTo>
                              <a:lnTo>
                                <a:pt x="252" y="311"/>
                              </a:lnTo>
                              <a:lnTo>
                                <a:pt x="265" y="303"/>
                              </a:lnTo>
                              <a:lnTo>
                                <a:pt x="276" y="295"/>
                              </a:lnTo>
                              <a:lnTo>
                                <a:pt x="285" y="286"/>
                              </a:lnTo>
                              <a:lnTo>
                                <a:pt x="293" y="277"/>
                              </a:lnTo>
                              <a:lnTo>
                                <a:pt x="300" y="267"/>
                              </a:lnTo>
                              <a:lnTo>
                                <a:pt x="306" y="258"/>
                              </a:lnTo>
                              <a:lnTo>
                                <a:pt x="311" y="249"/>
                              </a:lnTo>
                              <a:lnTo>
                                <a:pt x="315" y="240"/>
                              </a:lnTo>
                              <a:lnTo>
                                <a:pt x="318" y="232"/>
                              </a:lnTo>
                              <a:lnTo>
                                <a:pt x="321" y="219"/>
                              </a:lnTo>
                              <a:lnTo>
                                <a:pt x="227" y="219"/>
                              </a:lnTo>
                              <a:lnTo>
                                <a:pt x="227" y="219"/>
                              </a:lnTo>
                              <a:lnTo>
                                <a:pt x="221" y="227"/>
                              </a:lnTo>
                              <a:lnTo>
                                <a:pt x="216" y="232"/>
                              </a:lnTo>
                              <a:lnTo>
                                <a:pt x="210" y="237"/>
                              </a:lnTo>
                              <a:lnTo>
                                <a:pt x="202" y="241"/>
                              </a:lnTo>
                              <a:lnTo>
                                <a:pt x="192" y="245"/>
                              </a:lnTo>
                              <a:lnTo>
                                <a:pt x="181" y="248"/>
                              </a:lnTo>
                              <a:lnTo>
                                <a:pt x="168" y="249"/>
                              </a:lnTo>
                              <a:lnTo>
                                <a:pt x="168" y="249"/>
                              </a:lnTo>
                              <a:lnTo>
                                <a:pt x="159" y="248"/>
                              </a:lnTo>
                              <a:lnTo>
                                <a:pt x="151" y="247"/>
                              </a:lnTo>
                              <a:lnTo>
                                <a:pt x="144" y="245"/>
                              </a:lnTo>
                              <a:lnTo>
                                <a:pt x="136" y="242"/>
                              </a:lnTo>
                              <a:lnTo>
                                <a:pt x="130" y="239"/>
                              </a:lnTo>
                              <a:lnTo>
                                <a:pt x="124" y="235"/>
                              </a:lnTo>
                              <a:lnTo>
                                <a:pt x="118" y="230"/>
                              </a:lnTo>
                              <a:lnTo>
                                <a:pt x="114" y="225"/>
                              </a:lnTo>
                              <a:lnTo>
                                <a:pt x="109" y="219"/>
                              </a:lnTo>
                              <a:lnTo>
                                <a:pt x="105" y="212"/>
                              </a:lnTo>
                              <a:lnTo>
                                <a:pt x="102" y="206"/>
                              </a:lnTo>
                              <a:lnTo>
                                <a:pt x="99" y="197"/>
                              </a:lnTo>
                              <a:lnTo>
                                <a:pt x="97" y="190"/>
                              </a:lnTo>
                              <a:lnTo>
                                <a:pt x="96" y="182"/>
                              </a:lnTo>
                              <a:lnTo>
                                <a:pt x="95" y="174"/>
                              </a:lnTo>
                              <a:lnTo>
                                <a:pt x="94" y="165"/>
                              </a:lnTo>
                              <a:lnTo>
                                <a:pt x="94" y="165"/>
                              </a:lnTo>
                              <a:lnTo>
                                <a:pt x="95" y="157"/>
                              </a:lnTo>
                              <a:lnTo>
                                <a:pt x="96" y="148"/>
                              </a:lnTo>
                              <a:lnTo>
                                <a:pt x="97" y="141"/>
                              </a:lnTo>
                              <a:lnTo>
                                <a:pt x="99" y="133"/>
                              </a:lnTo>
                              <a:lnTo>
                                <a:pt x="102" y="126"/>
                              </a:lnTo>
                              <a:lnTo>
                                <a:pt x="105" y="119"/>
                              </a:lnTo>
                              <a:lnTo>
                                <a:pt x="109" y="113"/>
                              </a:lnTo>
                              <a:lnTo>
                                <a:pt x="114" y="107"/>
                              </a:lnTo>
                              <a:lnTo>
                                <a:pt x="118" y="101"/>
                              </a:lnTo>
                              <a:lnTo>
                                <a:pt x="124" y="97"/>
                              </a:lnTo>
                              <a:lnTo>
                                <a:pt x="130" y="93"/>
                              </a:lnTo>
                              <a:lnTo>
                                <a:pt x="136" y="89"/>
                              </a:lnTo>
                              <a:lnTo>
                                <a:pt x="144" y="86"/>
                              </a:lnTo>
                              <a:lnTo>
                                <a:pt x="151" y="84"/>
                              </a:lnTo>
                              <a:lnTo>
                                <a:pt x="159" y="83"/>
                              </a:lnTo>
                              <a:lnTo>
                                <a:pt x="168" y="83"/>
                              </a:lnTo>
                              <a:lnTo>
                                <a:pt x="168" y="83"/>
                              </a:lnTo>
                              <a:lnTo>
                                <a:pt x="181" y="84"/>
                              </a:lnTo>
                              <a:lnTo>
                                <a:pt x="192" y="86"/>
                              </a:lnTo>
                              <a:lnTo>
                                <a:pt x="202" y="90"/>
                              </a:lnTo>
                              <a:lnTo>
                                <a:pt x="209" y="95"/>
                              </a:lnTo>
                              <a:lnTo>
                                <a:pt x="216" y="100"/>
                              </a:lnTo>
                              <a:lnTo>
                                <a:pt x="221" y="105"/>
                              </a:lnTo>
                              <a:lnTo>
                                <a:pt x="227" y="113"/>
                              </a:lnTo>
                              <a:lnTo>
                                <a:pt x="321" y="113"/>
                              </a:lnTo>
                              <a:lnTo>
                                <a:pt x="321" y="113"/>
                              </a:lnTo>
                              <a:lnTo>
                                <a:pt x="320" y="105"/>
                              </a:lnTo>
                              <a:lnTo>
                                <a:pt x="317" y="98"/>
                              </a:lnTo>
                              <a:lnTo>
                                <a:pt x="314" y="89"/>
                              </a:lnTo>
                              <a:lnTo>
                                <a:pt x="310" y="80"/>
                              </a:lnTo>
                              <a:lnTo>
                                <a:pt x="305" y="70"/>
                              </a:lnTo>
                              <a:lnTo>
                                <a:pt x="299" y="60"/>
                              </a:lnTo>
                              <a:lnTo>
                                <a:pt x="292" y="51"/>
                              </a:lnTo>
                              <a:lnTo>
                                <a:pt x="283" y="42"/>
                              </a:lnTo>
                              <a:lnTo>
                                <a:pt x="274" y="34"/>
                              </a:lnTo>
                              <a:lnTo>
                                <a:pt x="263" y="26"/>
                              </a:lnTo>
                              <a:lnTo>
                                <a:pt x="250" y="18"/>
                              </a:lnTo>
                              <a:lnTo>
                                <a:pt x="236" y="12"/>
                              </a:lnTo>
                              <a:lnTo>
                                <a:pt x="221" y="7"/>
                              </a:lnTo>
                              <a:lnTo>
                                <a:pt x="205" y="3"/>
                              </a:lnTo>
                              <a:lnTo>
                                <a:pt x="187" y="1"/>
                              </a:lnTo>
                              <a:lnTo>
                                <a:pt x="168" y="0"/>
                              </a:lnTo>
                              <a:lnTo>
                                <a:pt x="168" y="0"/>
                              </a:lnTo>
                              <a:lnTo>
                                <a:pt x="150" y="0"/>
                              </a:lnTo>
                              <a:lnTo>
                                <a:pt x="131" y="3"/>
                              </a:lnTo>
                              <a:lnTo>
                                <a:pt x="115" y="7"/>
                              </a:lnTo>
                              <a:lnTo>
                                <a:pt x="99" y="12"/>
                              </a:lnTo>
                              <a:lnTo>
                                <a:pt x="85" y="18"/>
                              </a:lnTo>
                              <a:lnTo>
                                <a:pt x="71" y="26"/>
                              </a:lnTo>
                              <a:lnTo>
                                <a:pt x="59" y="36"/>
                              </a:lnTo>
                              <a:lnTo>
                                <a:pt x="47" y="46"/>
                              </a:lnTo>
                              <a:lnTo>
                                <a:pt x="37" y="57"/>
                              </a:lnTo>
                              <a:lnTo>
                                <a:pt x="27" y="70"/>
                              </a:lnTo>
                              <a:lnTo>
                                <a:pt x="20" y="84"/>
                              </a:lnTo>
                              <a:lnTo>
                                <a:pt x="12" y="99"/>
                              </a:lnTo>
                              <a:lnTo>
                                <a:pt x="7" y="114"/>
                              </a:lnTo>
                              <a:lnTo>
                                <a:pt x="3" y="131"/>
                              </a:lnTo>
                              <a:lnTo>
                                <a:pt x="1" y="147"/>
                              </a:lnTo>
                              <a:lnTo>
                                <a:pt x="0" y="165"/>
                              </a:lnTo>
                              <a:lnTo>
                                <a:pt x="0" y="165"/>
                              </a:lnTo>
                              <a:lnTo>
                                <a:pt x="1" y="183"/>
                              </a:lnTo>
                              <a:lnTo>
                                <a:pt x="3" y="200"/>
                              </a:lnTo>
                              <a:lnTo>
                                <a:pt x="7" y="217"/>
                              </a:lnTo>
                              <a:lnTo>
                                <a:pt x="12" y="232"/>
                              </a:lnTo>
                              <a:lnTo>
                                <a:pt x="20" y="247"/>
                              </a:lnTo>
                              <a:lnTo>
                                <a:pt x="27" y="260"/>
                              </a:lnTo>
                              <a:lnTo>
                                <a:pt x="37" y="273"/>
                              </a:lnTo>
                              <a:lnTo>
                                <a:pt x="47" y="284"/>
                              </a:lnTo>
                              <a:lnTo>
                                <a:pt x="59" y="295"/>
                              </a:lnTo>
                              <a:lnTo>
                                <a:pt x="71" y="304"/>
                              </a:lnTo>
                              <a:lnTo>
                                <a:pt x="85" y="312"/>
                              </a:lnTo>
                              <a:lnTo>
                                <a:pt x="99" y="318"/>
                              </a:lnTo>
                              <a:lnTo>
                                <a:pt x="115" y="324"/>
                              </a:lnTo>
                              <a:lnTo>
                                <a:pt x="131" y="329"/>
                              </a:lnTo>
                              <a:lnTo>
                                <a:pt x="150" y="331"/>
                              </a:lnTo>
                              <a:lnTo>
                                <a:pt x="168" y="33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7"/>
                      <wps:cNvSpPr>
                        <a:spLocks noChangeArrowheads="1"/>
                      </wps:cNvSpPr>
                      <wps:spPr bwMode="auto">
                        <a:xfrm>
                          <a:off x="1577340" y="238125"/>
                          <a:ext cx="292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1449705" y="238125"/>
                          <a:ext cx="102870" cy="101600"/>
                        </a:xfrm>
                        <a:custGeom>
                          <a:avLst/>
                          <a:gdLst>
                            <a:gd name="T0" fmla="*/ 245 w 322"/>
                            <a:gd name="T1" fmla="*/ 320 h 320"/>
                            <a:gd name="T2" fmla="*/ 322 w 322"/>
                            <a:gd name="T3" fmla="*/ 320 h 320"/>
                            <a:gd name="T4" fmla="*/ 322 w 322"/>
                            <a:gd name="T5" fmla="*/ 0 h 320"/>
                            <a:gd name="T6" fmla="*/ 234 w 322"/>
                            <a:gd name="T7" fmla="*/ 0 h 320"/>
                            <a:gd name="T8" fmla="*/ 234 w 322"/>
                            <a:gd name="T9" fmla="*/ 171 h 320"/>
                            <a:gd name="T10" fmla="*/ 103 w 322"/>
                            <a:gd name="T11" fmla="*/ 0 h 320"/>
                            <a:gd name="T12" fmla="*/ 0 w 322"/>
                            <a:gd name="T13" fmla="*/ 0 h 320"/>
                            <a:gd name="T14" fmla="*/ 0 w 322"/>
                            <a:gd name="T15" fmla="*/ 320 h 320"/>
                            <a:gd name="T16" fmla="*/ 91 w 322"/>
                            <a:gd name="T17" fmla="*/ 320 h 320"/>
                            <a:gd name="T18" fmla="*/ 91 w 322"/>
                            <a:gd name="T19" fmla="*/ 124 h 320"/>
                            <a:gd name="T20" fmla="*/ 245 w 322"/>
                            <a:gd name="T21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22" h="320">
                              <a:moveTo>
                                <a:pt x="245" y="320"/>
                              </a:moveTo>
                              <a:lnTo>
                                <a:pt x="322" y="320"/>
                              </a:lnTo>
                              <a:lnTo>
                                <a:pt x="322" y="0"/>
                              </a:lnTo>
                              <a:lnTo>
                                <a:pt x="234" y="0"/>
                              </a:lnTo>
                              <a:lnTo>
                                <a:pt x="234" y="171"/>
                              </a:lnTo>
                              <a:lnTo>
                                <a:pt x="103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  <a:lnTo>
                                <a:pt x="91" y="320"/>
                              </a:lnTo>
                              <a:lnTo>
                                <a:pt x="91" y="124"/>
                              </a:lnTo>
                              <a:lnTo>
                                <a:pt x="245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1327150" y="238125"/>
                          <a:ext cx="105410" cy="101600"/>
                        </a:xfrm>
                        <a:custGeom>
                          <a:avLst/>
                          <a:gdLst>
                            <a:gd name="T0" fmla="*/ 331 w 331"/>
                            <a:gd name="T1" fmla="*/ 241 h 320"/>
                            <a:gd name="T2" fmla="*/ 145 w 331"/>
                            <a:gd name="T3" fmla="*/ 241 h 320"/>
                            <a:gd name="T4" fmla="*/ 312 w 331"/>
                            <a:gd name="T5" fmla="*/ 51 h 320"/>
                            <a:gd name="T6" fmla="*/ 312 w 331"/>
                            <a:gd name="T7" fmla="*/ 0 h 320"/>
                            <a:gd name="T8" fmla="*/ 5 w 331"/>
                            <a:gd name="T9" fmla="*/ 0 h 320"/>
                            <a:gd name="T10" fmla="*/ 5 w 331"/>
                            <a:gd name="T11" fmla="*/ 79 h 320"/>
                            <a:gd name="T12" fmla="*/ 166 w 331"/>
                            <a:gd name="T13" fmla="*/ 79 h 320"/>
                            <a:gd name="T14" fmla="*/ 0 w 331"/>
                            <a:gd name="T15" fmla="*/ 268 h 320"/>
                            <a:gd name="T16" fmla="*/ 0 w 331"/>
                            <a:gd name="T17" fmla="*/ 320 h 320"/>
                            <a:gd name="T18" fmla="*/ 331 w 331"/>
                            <a:gd name="T19" fmla="*/ 320 h 320"/>
                            <a:gd name="T20" fmla="*/ 331 w 331"/>
                            <a:gd name="T21" fmla="*/ 241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31" h="320">
                              <a:moveTo>
                                <a:pt x="331" y="241"/>
                              </a:moveTo>
                              <a:lnTo>
                                <a:pt x="145" y="241"/>
                              </a:lnTo>
                              <a:lnTo>
                                <a:pt x="312" y="51"/>
                              </a:lnTo>
                              <a:lnTo>
                                <a:pt x="312" y="0"/>
                              </a:lnTo>
                              <a:lnTo>
                                <a:pt x="5" y="0"/>
                              </a:lnTo>
                              <a:lnTo>
                                <a:pt x="5" y="79"/>
                              </a:lnTo>
                              <a:lnTo>
                                <a:pt x="166" y="79"/>
                              </a:lnTo>
                              <a:lnTo>
                                <a:pt x="0" y="268"/>
                              </a:lnTo>
                              <a:lnTo>
                                <a:pt x="0" y="320"/>
                              </a:lnTo>
                              <a:lnTo>
                                <a:pt x="331" y="320"/>
                              </a:lnTo>
                              <a:lnTo>
                                <a:pt x="331" y="241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1221105" y="238125"/>
                          <a:ext cx="93980" cy="101600"/>
                        </a:xfrm>
                        <a:custGeom>
                          <a:avLst/>
                          <a:gdLst>
                            <a:gd name="T0" fmla="*/ 0 w 294"/>
                            <a:gd name="T1" fmla="*/ 320 h 320"/>
                            <a:gd name="T2" fmla="*/ 294 w 294"/>
                            <a:gd name="T3" fmla="*/ 320 h 320"/>
                            <a:gd name="T4" fmla="*/ 294 w 294"/>
                            <a:gd name="T5" fmla="*/ 242 h 320"/>
                            <a:gd name="T6" fmla="*/ 93 w 294"/>
                            <a:gd name="T7" fmla="*/ 242 h 320"/>
                            <a:gd name="T8" fmla="*/ 93 w 294"/>
                            <a:gd name="T9" fmla="*/ 192 h 320"/>
                            <a:gd name="T10" fmla="*/ 202 w 294"/>
                            <a:gd name="T11" fmla="*/ 192 h 320"/>
                            <a:gd name="T12" fmla="*/ 202 w 294"/>
                            <a:gd name="T13" fmla="*/ 117 h 320"/>
                            <a:gd name="T14" fmla="*/ 93 w 294"/>
                            <a:gd name="T15" fmla="*/ 117 h 320"/>
                            <a:gd name="T16" fmla="*/ 93 w 294"/>
                            <a:gd name="T17" fmla="*/ 75 h 320"/>
                            <a:gd name="T18" fmla="*/ 277 w 294"/>
                            <a:gd name="T19" fmla="*/ 75 h 320"/>
                            <a:gd name="T20" fmla="*/ 277 w 294"/>
                            <a:gd name="T21" fmla="*/ 0 h 320"/>
                            <a:gd name="T22" fmla="*/ 0 w 294"/>
                            <a:gd name="T23" fmla="*/ 0 h 320"/>
                            <a:gd name="T24" fmla="*/ 0 w 294"/>
                            <a:gd name="T25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94" h="320">
                              <a:moveTo>
                                <a:pt x="0" y="320"/>
                              </a:moveTo>
                              <a:lnTo>
                                <a:pt x="294" y="320"/>
                              </a:lnTo>
                              <a:lnTo>
                                <a:pt x="294" y="242"/>
                              </a:lnTo>
                              <a:lnTo>
                                <a:pt x="93" y="242"/>
                              </a:lnTo>
                              <a:lnTo>
                                <a:pt x="93" y="192"/>
                              </a:lnTo>
                              <a:lnTo>
                                <a:pt x="202" y="192"/>
                              </a:lnTo>
                              <a:lnTo>
                                <a:pt x="202" y="117"/>
                              </a:lnTo>
                              <a:lnTo>
                                <a:pt x="93" y="117"/>
                              </a:lnTo>
                              <a:lnTo>
                                <a:pt x="93" y="75"/>
                              </a:lnTo>
                              <a:lnTo>
                                <a:pt x="277" y="75"/>
                              </a:lnTo>
                              <a:lnTo>
                                <a:pt x="27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1117600" y="238125"/>
                          <a:ext cx="86995" cy="101600"/>
                        </a:xfrm>
                        <a:custGeom>
                          <a:avLst/>
                          <a:gdLst>
                            <a:gd name="T0" fmla="*/ 273 w 273"/>
                            <a:gd name="T1" fmla="*/ 241 h 320"/>
                            <a:gd name="T2" fmla="*/ 93 w 273"/>
                            <a:gd name="T3" fmla="*/ 241 h 320"/>
                            <a:gd name="T4" fmla="*/ 93 w 273"/>
                            <a:gd name="T5" fmla="*/ 0 h 320"/>
                            <a:gd name="T6" fmla="*/ 0 w 273"/>
                            <a:gd name="T7" fmla="*/ 0 h 320"/>
                            <a:gd name="T8" fmla="*/ 0 w 273"/>
                            <a:gd name="T9" fmla="*/ 320 h 320"/>
                            <a:gd name="T10" fmla="*/ 273 w 273"/>
                            <a:gd name="T11" fmla="*/ 320 h 320"/>
                            <a:gd name="T12" fmla="*/ 273 w 273"/>
                            <a:gd name="T13" fmla="*/ 241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73" h="320">
                              <a:moveTo>
                                <a:pt x="273" y="241"/>
                              </a:moveTo>
                              <a:lnTo>
                                <a:pt x="93" y="241"/>
                              </a:lnTo>
                              <a:lnTo>
                                <a:pt x="93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  <a:lnTo>
                                <a:pt x="273" y="320"/>
                              </a:lnTo>
                              <a:lnTo>
                                <a:pt x="273" y="241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/>
                      </wps:cNvSpPr>
                      <wps:spPr bwMode="auto">
                        <a:xfrm>
                          <a:off x="1007110" y="238125"/>
                          <a:ext cx="93345" cy="101600"/>
                        </a:xfrm>
                        <a:custGeom>
                          <a:avLst/>
                          <a:gdLst>
                            <a:gd name="T0" fmla="*/ 0 w 295"/>
                            <a:gd name="T1" fmla="*/ 320 h 320"/>
                            <a:gd name="T2" fmla="*/ 295 w 295"/>
                            <a:gd name="T3" fmla="*/ 320 h 320"/>
                            <a:gd name="T4" fmla="*/ 295 w 295"/>
                            <a:gd name="T5" fmla="*/ 242 h 320"/>
                            <a:gd name="T6" fmla="*/ 93 w 295"/>
                            <a:gd name="T7" fmla="*/ 242 h 320"/>
                            <a:gd name="T8" fmla="*/ 93 w 295"/>
                            <a:gd name="T9" fmla="*/ 192 h 320"/>
                            <a:gd name="T10" fmla="*/ 202 w 295"/>
                            <a:gd name="T11" fmla="*/ 192 h 320"/>
                            <a:gd name="T12" fmla="*/ 202 w 295"/>
                            <a:gd name="T13" fmla="*/ 117 h 320"/>
                            <a:gd name="T14" fmla="*/ 93 w 295"/>
                            <a:gd name="T15" fmla="*/ 117 h 320"/>
                            <a:gd name="T16" fmla="*/ 93 w 295"/>
                            <a:gd name="T17" fmla="*/ 75 h 320"/>
                            <a:gd name="T18" fmla="*/ 277 w 295"/>
                            <a:gd name="T19" fmla="*/ 75 h 320"/>
                            <a:gd name="T20" fmla="*/ 277 w 295"/>
                            <a:gd name="T21" fmla="*/ 0 h 320"/>
                            <a:gd name="T22" fmla="*/ 0 w 295"/>
                            <a:gd name="T23" fmla="*/ 0 h 320"/>
                            <a:gd name="T24" fmla="*/ 0 w 295"/>
                            <a:gd name="T25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95" h="320">
                              <a:moveTo>
                                <a:pt x="0" y="320"/>
                              </a:moveTo>
                              <a:lnTo>
                                <a:pt x="295" y="320"/>
                              </a:lnTo>
                              <a:lnTo>
                                <a:pt x="295" y="242"/>
                              </a:lnTo>
                              <a:lnTo>
                                <a:pt x="93" y="242"/>
                              </a:lnTo>
                              <a:lnTo>
                                <a:pt x="93" y="192"/>
                              </a:lnTo>
                              <a:lnTo>
                                <a:pt x="202" y="192"/>
                              </a:lnTo>
                              <a:lnTo>
                                <a:pt x="202" y="117"/>
                              </a:lnTo>
                              <a:lnTo>
                                <a:pt x="93" y="117"/>
                              </a:lnTo>
                              <a:lnTo>
                                <a:pt x="93" y="75"/>
                              </a:lnTo>
                              <a:lnTo>
                                <a:pt x="277" y="75"/>
                              </a:lnTo>
                              <a:lnTo>
                                <a:pt x="27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/>
                      </wps:cNvSpPr>
                      <wps:spPr bwMode="auto">
                        <a:xfrm>
                          <a:off x="901700" y="205740"/>
                          <a:ext cx="67310" cy="24765"/>
                        </a:xfrm>
                        <a:custGeom>
                          <a:avLst/>
                          <a:gdLst>
                            <a:gd name="T0" fmla="*/ 212 w 212"/>
                            <a:gd name="T1" fmla="*/ 0 h 78"/>
                            <a:gd name="T2" fmla="*/ 133 w 212"/>
                            <a:gd name="T3" fmla="*/ 0 h 78"/>
                            <a:gd name="T4" fmla="*/ 105 w 212"/>
                            <a:gd name="T5" fmla="*/ 32 h 78"/>
                            <a:gd name="T6" fmla="*/ 79 w 212"/>
                            <a:gd name="T7" fmla="*/ 0 h 78"/>
                            <a:gd name="T8" fmla="*/ 0 w 212"/>
                            <a:gd name="T9" fmla="*/ 0 h 78"/>
                            <a:gd name="T10" fmla="*/ 62 w 212"/>
                            <a:gd name="T11" fmla="*/ 78 h 78"/>
                            <a:gd name="T12" fmla="*/ 149 w 212"/>
                            <a:gd name="T13" fmla="*/ 78 h 78"/>
                            <a:gd name="T14" fmla="*/ 212 w 212"/>
                            <a:gd name="T15" fmla="*/ 0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2" h="78">
                              <a:moveTo>
                                <a:pt x="212" y="0"/>
                              </a:moveTo>
                              <a:lnTo>
                                <a:pt x="133" y="0"/>
                              </a:lnTo>
                              <a:lnTo>
                                <a:pt x="105" y="32"/>
                              </a:lnTo>
                              <a:lnTo>
                                <a:pt x="79" y="0"/>
                              </a:lnTo>
                              <a:lnTo>
                                <a:pt x="0" y="0"/>
                              </a:lnTo>
                              <a:lnTo>
                                <a:pt x="62" y="78"/>
                              </a:lnTo>
                              <a:lnTo>
                                <a:pt x="149" y="78"/>
                              </a:lnTo>
                              <a:lnTo>
                                <a:pt x="212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/>
                      </wps:cNvSpPr>
                      <wps:spPr bwMode="auto">
                        <a:xfrm>
                          <a:off x="884555" y="238125"/>
                          <a:ext cx="105410" cy="101600"/>
                        </a:xfrm>
                        <a:custGeom>
                          <a:avLst/>
                          <a:gdLst>
                            <a:gd name="T0" fmla="*/ 332 w 332"/>
                            <a:gd name="T1" fmla="*/ 241 h 320"/>
                            <a:gd name="T2" fmla="*/ 145 w 332"/>
                            <a:gd name="T3" fmla="*/ 241 h 320"/>
                            <a:gd name="T4" fmla="*/ 313 w 332"/>
                            <a:gd name="T5" fmla="*/ 51 h 320"/>
                            <a:gd name="T6" fmla="*/ 313 w 332"/>
                            <a:gd name="T7" fmla="*/ 0 h 320"/>
                            <a:gd name="T8" fmla="*/ 5 w 332"/>
                            <a:gd name="T9" fmla="*/ 0 h 320"/>
                            <a:gd name="T10" fmla="*/ 5 w 332"/>
                            <a:gd name="T11" fmla="*/ 79 h 320"/>
                            <a:gd name="T12" fmla="*/ 166 w 332"/>
                            <a:gd name="T13" fmla="*/ 79 h 320"/>
                            <a:gd name="T14" fmla="*/ 0 w 332"/>
                            <a:gd name="T15" fmla="*/ 268 h 320"/>
                            <a:gd name="T16" fmla="*/ 0 w 332"/>
                            <a:gd name="T17" fmla="*/ 320 h 320"/>
                            <a:gd name="T18" fmla="*/ 332 w 332"/>
                            <a:gd name="T19" fmla="*/ 320 h 320"/>
                            <a:gd name="T20" fmla="*/ 332 w 332"/>
                            <a:gd name="T21" fmla="*/ 241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32" h="320">
                              <a:moveTo>
                                <a:pt x="332" y="241"/>
                              </a:moveTo>
                              <a:lnTo>
                                <a:pt x="145" y="241"/>
                              </a:lnTo>
                              <a:lnTo>
                                <a:pt x="313" y="51"/>
                              </a:lnTo>
                              <a:lnTo>
                                <a:pt x="313" y="0"/>
                              </a:lnTo>
                              <a:lnTo>
                                <a:pt x="5" y="0"/>
                              </a:lnTo>
                              <a:lnTo>
                                <a:pt x="5" y="79"/>
                              </a:lnTo>
                              <a:lnTo>
                                <a:pt x="166" y="79"/>
                              </a:lnTo>
                              <a:lnTo>
                                <a:pt x="0" y="268"/>
                              </a:lnTo>
                              <a:lnTo>
                                <a:pt x="0" y="320"/>
                              </a:lnTo>
                              <a:lnTo>
                                <a:pt x="332" y="320"/>
                              </a:lnTo>
                              <a:lnTo>
                                <a:pt x="332" y="241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/>
                      </wps:cNvSpPr>
                      <wps:spPr bwMode="auto">
                        <a:xfrm>
                          <a:off x="1496695" y="64770"/>
                          <a:ext cx="25400" cy="30480"/>
                        </a:xfrm>
                        <a:custGeom>
                          <a:avLst/>
                          <a:gdLst>
                            <a:gd name="T0" fmla="*/ 0 w 79"/>
                            <a:gd name="T1" fmla="*/ 95 h 95"/>
                            <a:gd name="T2" fmla="*/ 39 w 79"/>
                            <a:gd name="T3" fmla="*/ 0 h 95"/>
                            <a:gd name="T4" fmla="*/ 79 w 79"/>
                            <a:gd name="T5" fmla="*/ 95 h 95"/>
                            <a:gd name="T6" fmla="*/ 0 w 79"/>
                            <a:gd name="T7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9" h="95">
                              <a:moveTo>
                                <a:pt x="0" y="95"/>
                              </a:moveTo>
                              <a:lnTo>
                                <a:pt x="39" y="0"/>
                              </a:lnTo>
                              <a:lnTo>
                                <a:pt x="79" y="95"/>
                              </a:lnTo>
                              <a:lnTo>
                                <a:pt x="0" y="9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1450975" y="31750"/>
                          <a:ext cx="118745" cy="102235"/>
                        </a:xfrm>
                        <a:custGeom>
                          <a:avLst/>
                          <a:gdLst>
                            <a:gd name="T0" fmla="*/ 272 w 373"/>
                            <a:gd name="T1" fmla="*/ 320 h 320"/>
                            <a:gd name="T2" fmla="*/ 373 w 373"/>
                            <a:gd name="T3" fmla="*/ 320 h 320"/>
                            <a:gd name="T4" fmla="*/ 237 w 373"/>
                            <a:gd name="T5" fmla="*/ 0 h 320"/>
                            <a:gd name="T6" fmla="*/ 137 w 373"/>
                            <a:gd name="T7" fmla="*/ 0 h 320"/>
                            <a:gd name="T8" fmla="*/ 0 w 373"/>
                            <a:gd name="T9" fmla="*/ 320 h 320"/>
                            <a:gd name="T10" fmla="*/ 94 w 373"/>
                            <a:gd name="T11" fmla="*/ 320 h 320"/>
                            <a:gd name="T12" fmla="*/ 112 w 373"/>
                            <a:gd name="T13" fmla="*/ 275 h 320"/>
                            <a:gd name="T14" fmla="*/ 254 w 373"/>
                            <a:gd name="T15" fmla="*/ 275 h 320"/>
                            <a:gd name="T16" fmla="*/ 272 w 373"/>
                            <a:gd name="T17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3" h="320">
                              <a:moveTo>
                                <a:pt x="272" y="320"/>
                              </a:moveTo>
                              <a:lnTo>
                                <a:pt x="373" y="320"/>
                              </a:lnTo>
                              <a:lnTo>
                                <a:pt x="237" y="0"/>
                              </a:lnTo>
                              <a:lnTo>
                                <a:pt x="137" y="0"/>
                              </a:lnTo>
                              <a:lnTo>
                                <a:pt x="0" y="320"/>
                              </a:lnTo>
                              <a:lnTo>
                                <a:pt x="94" y="320"/>
                              </a:lnTo>
                              <a:lnTo>
                                <a:pt x="112" y="275"/>
                              </a:lnTo>
                              <a:lnTo>
                                <a:pt x="254" y="275"/>
                              </a:lnTo>
                              <a:lnTo>
                                <a:pt x="272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1340485" y="31750"/>
                          <a:ext cx="116205" cy="102235"/>
                        </a:xfrm>
                        <a:custGeom>
                          <a:avLst/>
                          <a:gdLst>
                            <a:gd name="T0" fmla="*/ 366 w 366"/>
                            <a:gd name="T1" fmla="*/ 0 h 320"/>
                            <a:gd name="T2" fmla="*/ 269 w 366"/>
                            <a:gd name="T3" fmla="*/ 0 h 320"/>
                            <a:gd name="T4" fmla="*/ 188 w 366"/>
                            <a:gd name="T5" fmla="*/ 205 h 320"/>
                            <a:gd name="T6" fmla="*/ 107 w 366"/>
                            <a:gd name="T7" fmla="*/ 0 h 320"/>
                            <a:gd name="T8" fmla="*/ 0 w 366"/>
                            <a:gd name="T9" fmla="*/ 0 h 320"/>
                            <a:gd name="T10" fmla="*/ 138 w 366"/>
                            <a:gd name="T11" fmla="*/ 320 h 320"/>
                            <a:gd name="T12" fmla="*/ 235 w 366"/>
                            <a:gd name="T13" fmla="*/ 320 h 320"/>
                            <a:gd name="T14" fmla="*/ 366 w 366"/>
                            <a:gd name="T15" fmla="*/ 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66" h="320">
                              <a:moveTo>
                                <a:pt x="366" y="0"/>
                              </a:moveTo>
                              <a:lnTo>
                                <a:pt x="269" y="0"/>
                              </a:lnTo>
                              <a:lnTo>
                                <a:pt x="188" y="205"/>
                              </a:lnTo>
                              <a:lnTo>
                                <a:pt x="107" y="0"/>
                              </a:lnTo>
                              <a:lnTo>
                                <a:pt x="0" y="0"/>
                              </a:lnTo>
                              <a:lnTo>
                                <a:pt x="138" y="320"/>
                              </a:lnTo>
                              <a:lnTo>
                                <a:pt x="235" y="320"/>
                              </a:lnTo>
                              <a:lnTo>
                                <a:pt x="36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1273175" y="0"/>
                          <a:ext cx="45720" cy="24130"/>
                        </a:xfrm>
                        <a:custGeom>
                          <a:avLst/>
                          <a:gdLst>
                            <a:gd name="T0" fmla="*/ 0 w 144"/>
                            <a:gd name="T1" fmla="*/ 76 h 76"/>
                            <a:gd name="T2" fmla="*/ 90 w 144"/>
                            <a:gd name="T3" fmla="*/ 76 h 76"/>
                            <a:gd name="T4" fmla="*/ 144 w 144"/>
                            <a:gd name="T5" fmla="*/ 0 h 76"/>
                            <a:gd name="T6" fmla="*/ 52 w 144"/>
                            <a:gd name="T7" fmla="*/ 0 h 76"/>
                            <a:gd name="T8" fmla="*/ 0 w 144"/>
                            <a:gd name="T9" fmla="*/ 76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4" h="76">
                              <a:moveTo>
                                <a:pt x="0" y="76"/>
                              </a:moveTo>
                              <a:lnTo>
                                <a:pt x="90" y="76"/>
                              </a:lnTo>
                              <a:lnTo>
                                <a:pt x="144" y="0"/>
                              </a:lnTo>
                              <a:lnTo>
                                <a:pt x="52" y="0"/>
                              </a:lnTo>
                              <a:lnTo>
                                <a:pt x="0" y="76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1274445" y="64770"/>
                          <a:ext cx="24765" cy="30480"/>
                        </a:xfrm>
                        <a:custGeom>
                          <a:avLst/>
                          <a:gdLst>
                            <a:gd name="T0" fmla="*/ 0 w 79"/>
                            <a:gd name="T1" fmla="*/ 95 h 95"/>
                            <a:gd name="T2" fmla="*/ 40 w 79"/>
                            <a:gd name="T3" fmla="*/ 0 h 95"/>
                            <a:gd name="T4" fmla="*/ 79 w 79"/>
                            <a:gd name="T5" fmla="*/ 95 h 95"/>
                            <a:gd name="T6" fmla="*/ 0 w 79"/>
                            <a:gd name="T7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9" h="95">
                              <a:moveTo>
                                <a:pt x="0" y="95"/>
                              </a:moveTo>
                              <a:lnTo>
                                <a:pt x="40" y="0"/>
                              </a:lnTo>
                              <a:lnTo>
                                <a:pt x="79" y="95"/>
                              </a:lnTo>
                              <a:lnTo>
                                <a:pt x="0" y="9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1228090" y="31750"/>
                          <a:ext cx="118745" cy="102235"/>
                        </a:xfrm>
                        <a:custGeom>
                          <a:avLst/>
                          <a:gdLst>
                            <a:gd name="T0" fmla="*/ 273 w 373"/>
                            <a:gd name="T1" fmla="*/ 320 h 320"/>
                            <a:gd name="T2" fmla="*/ 373 w 373"/>
                            <a:gd name="T3" fmla="*/ 320 h 320"/>
                            <a:gd name="T4" fmla="*/ 237 w 373"/>
                            <a:gd name="T5" fmla="*/ 0 h 320"/>
                            <a:gd name="T6" fmla="*/ 137 w 373"/>
                            <a:gd name="T7" fmla="*/ 0 h 320"/>
                            <a:gd name="T8" fmla="*/ 0 w 373"/>
                            <a:gd name="T9" fmla="*/ 320 h 320"/>
                            <a:gd name="T10" fmla="*/ 94 w 373"/>
                            <a:gd name="T11" fmla="*/ 320 h 320"/>
                            <a:gd name="T12" fmla="*/ 113 w 373"/>
                            <a:gd name="T13" fmla="*/ 275 h 320"/>
                            <a:gd name="T14" fmla="*/ 254 w 373"/>
                            <a:gd name="T15" fmla="*/ 275 h 320"/>
                            <a:gd name="T16" fmla="*/ 273 w 373"/>
                            <a:gd name="T17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3" h="320">
                              <a:moveTo>
                                <a:pt x="273" y="320"/>
                              </a:moveTo>
                              <a:lnTo>
                                <a:pt x="373" y="320"/>
                              </a:lnTo>
                              <a:lnTo>
                                <a:pt x="237" y="0"/>
                              </a:lnTo>
                              <a:lnTo>
                                <a:pt x="137" y="0"/>
                              </a:lnTo>
                              <a:lnTo>
                                <a:pt x="0" y="320"/>
                              </a:lnTo>
                              <a:lnTo>
                                <a:pt x="94" y="320"/>
                              </a:lnTo>
                              <a:lnTo>
                                <a:pt x="113" y="275"/>
                              </a:lnTo>
                              <a:lnTo>
                                <a:pt x="254" y="275"/>
                              </a:lnTo>
                              <a:lnTo>
                                <a:pt x="273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/>
                      </wps:cNvSpPr>
                      <wps:spPr bwMode="auto">
                        <a:xfrm>
                          <a:off x="1147445" y="56515"/>
                          <a:ext cx="40640" cy="17145"/>
                        </a:xfrm>
                        <a:custGeom>
                          <a:avLst/>
                          <a:gdLst>
                            <a:gd name="T0" fmla="*/ 93 w 127"/>
                            <a:gd name="T1" fmla="*/ 0 h 55"/>
                            <a:gd name="T2" fmla="*/ 93 w 127"/>
                            <a:gd name="T3" fmla="*/ 0 h 55"/>
                            <a:gd name="T4" fmla="*/ 101 w 127"/>
                            <a:gd name="T5" fmla="*/ 0 h 55"/>
                            <a:gd name="T6" fmla="*/ 108 w 127"/>
                            <a:gd name="T7" fmla="*/ 2 h 55"/>
                            <a:gd name="T8" fmla="*/ 114 w 127"/>
                            <a:gd name="T9" fmla="*/ 4 h 55"/>
                            <a:gd name="T10" fmla="*/ 119 w 127"/>
                            <a:gd name="T11" fmla="*/ 6 h 55"/>
                            <a:gd name="T12" fmla="*/ 123 w 127"/>
                            <a:gd name="T13" fmla="*/ 10 h 55"/>
                            <a:gd name="T14" fmla="*/ 125 w 127"/>
                            <a:gd name="T15" fmla="*/ 16 h 55"/>
                            <a:gd name="T16" fmla="*/ 127 w 127"/>
                            <a:gd name="T17" fmla="*/ 21 h 55"/>
                            <a:gd name="T18" fmla="*/ 127 w 127"/>
                            <a:gd name="T19" fmla="*/ 28 h 55"/>
                            <a:gd name="T20" fmla="*/ 127 w 127"/>
                            <a:gd name="T21" fmla="*/ 28 h 55"/>
                            <a:gd name="T22" fmla="*/ 127 w 127"/>
                            <a:gd name="T23" fmla="*/ 34 h 55"/>
                            <a:gd name="T24" fmla="*/ 125 w 127"/>
                            <a:gd name="T25" fmla="*/ 40 h 55"/>
                            <a:gd name="T26" fmla="*/ 122 w 127"/>
                            <a:gd name="T27" fmla="*/ 44 h 55"/>
                            <a:gd name="T28" fmla="*/ 119 w 127"/>
                            <a:gd name="T29" fmla="*/ 48 h 55"/>
                            <a:gd name="T30" fmla="*/ 114 w 127"/>
                            <a:gd name="T31" fmla="*/ 51 h 55"/>
                            <a:gd name="T32" fmla="*/ 108 w 127"/>
                            <a:gd name="T33" fmla="*/ 53 h 55"/>
                            <a:gd name="T34" fmla="*/ 101 w 127"/>
                            <a:gd name="T35" fmla="*/ 55 h 55"/>
                            <a:gd name="T36" fmla="*/ 93 w 127"/>
                            <a:gd name="T37" fmla="*/ 55 h 55"/>
                            <a:gd name="T38" fmla="*/ 0 w 127"/>
                            <a:gd name="T39" fmla="*/ 55 h 55"/>
                            <a:gd name="T40" fmla="*/ 0 w 127"/>
                            <a:gd name="T41" fmla="*/ 0 h 55"/>
                            <a:gd name="T42" fmla="*/ 93 w 127"/>
                            <a:gd name="T4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7" h="55">
                              <a:moveTo>
                                <a:pt x="93" y="0"/>
                              </a:moveTo>
                              <a:lnTo>
                                <a:pt x="93" y="0"/>
                              </a:lnTo>
                              <a:lnTo>
                                <a:pt x="101" y="0"/>
                              </a:lnTo>
                              <a:lnTo>
                                <a:pt x="108" y="2"/>
                              </a:lnTo>
                              <a:lnTo>
                                <a:pt x="114" y="4"/>
                              </a:lnTo>
                              <a:lnTo>
                                <a:pt x="119" y="6"/>
                              </a:lnTo>
                              <a:lnTo>
                                <a:pt x="123" y="10"/>
                              </a:lnTo>
                              <a:lnTo>
                                <a:pt x="125" y="16"/>
                              </a:lnTo>
                              <a:lnTo>
                                <a:pt x="127" y="21"/>
                              </a:lnTo>
                              <a:lnTo>
                                <a:pt x="127" y="28"/>
                              </a:lnTo>
                              <a:lnTo>
                                <a:pt x="127" y="28"/>
                              </a:lnTo>
                              <a:lnTo>
                                <a:pt x="127" y="34"/>
                              </a:lnTo>
                              <a:lnTo>
                                <a:pt x="125" y="40"/>
                              </a:lnTo>
                              <a:lnTo>
                                <a:pt x="122" y="44"/>
                              </a:lnTo>
                              <a:lnTo>
                                <a:pt x="119" y="48"/>
                              </a:lnTo>
                              <a:lnTo>
                                <a:pt x="114" y="51"/>
                              </a:lnTo>
                              <a:lnTo>
                                <a:pt x="108" y="53"/>
                              </a:lnTo>
                              <a:lnTo>
                                <a:pt x="101" y="55"/>
                              </a:lnTo>
                              <a:lnTo>
                                <a:pt x="93" y="55"/>
                              </a:lnTo>
                              <a:lnTo>
                                <a:pt x="0" y="55"/>
                              </a:lnTo>
                              <a:lnTo>
                                <a:pt x="0" y="0"/>
                              </a:lnTo>
                              <a:lnTo>
                                <a:pt x="9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/>
                      </wps:cNvSpPr>
                      <wps:spPr bwMode="auto">
                        <a:xfrm>
                          <a:off x="1118870" y="31750"/>
                          <a:ext cx="102870" cy="102235"/>
                        </a:xfrm>
                        <a:custGeom>
                          <a:avLst/>
                          <a:gdLst>
                            <a:gd name="T0" fmla="*/ 0 w 326"/>
                            <a:gd name="T1" fmla="*/ 320 h 320"/>
                            <a:gd name="T2" fmla="*/ 92 w 326"/>
                            <a:gd name="T3" fmla="*/ 320 h 320"/>
                            <a:gd name="T4" fmla="*/ 92 w 326"/>
                            <a:gd name="T5" fmla="*/ 208 h 320"/>
                            <a:gd name="T6" fmla="*/ 166 w 326"/>
                            <a:gd name="T7" fmla="*/ 208 h 320"/>
                            <a:gd name="T8" fmla="*/ 228 w 326"/>
                            <a:gd name="T9" fmla="*/ 320 h 320"/>
                            <a:gd name="T10" fmla="*/ 326 w 326"/>
                            <a:gd name="T11" fmla="*/ 320 h 320"/>
                            <a:gd name="T12" fmla="*/ 256 w 326"/>
                            <a:gd name="T13" fmla="*/ 197 h 320"/>
                            <a:gd name="T14" fmla="*/ 256 w 326"/>
                            <a:gd name="T15" fmla="*/ 197 h 320"/>
                            <a:gd name="T16" fmla="*/ 269 w 326"/>
                            <a:gd name="T17" fmla="*/ 191 h 320"/>
                            <a:gd name="T18" fmla="*/ 280 w 326"/>
                            <a:gd name="T19" fmla="*/ 183 h 320"/>
                            <a:gd name="T20" fmla="*/ 291 w 326"/>
                            <a:gd name="T21" fmla="*/ 173 h 320"/>
                            <a:gd name="T22" fmla="*/ 299 w 326"/>
                            <a:gd name="T23" fmla="*/ 162 h 320"/>
                            <a:gd name="T24" fmla="*/ 306 w 326"/>
                            <a:gd name="T25" fmla="*/ 150 h 320"/>
                            <a:gd name="T26" fmla="*/ 311 w 326"/>
                            <a:gd name="T27" fmla="*/ 137 h 320"/>
                            <a:gd name="T28" fmla="*/ 314 w 326"/>
                            <a:gd name="T29" fmla="*/ 122 h 320"/>
                            <a:gd name="T30" fmla="*/ 315 w 326"/>
                            <a:gd name="T31" fmla="*/ 105 h 320"/>
                            <a:gd name="T32" fmla="*/ 315 w 326"/>
                            <a:gd name="T33" fmla="*/ 105 h 320"/>
                            <a:gd name="T34" fmla="*/ 314 w 326"/>
                            <a:gd name="T35" fmla="*/ 93 h 320"/>
                            <a:gd name="T36" fmla="*/ 312 w 326"/>
                            <a:gd name="T37" fmla="*/ 80 h 320"/>
                            <a:gd name="T38" fmla="*/ 310 w 326"/>
                            <a:gd name="T39" fmla="*/ 69 h 320"/>
                            <a:gd name="T40" fmla="*/ 306 w 326"/>
                            <a:gd name="T41" fmla="*/ 59 h 320"/>
                            <a:gd name="T42" fmla="*/ 302 w 326"/>
                            <a:gd name="T43" fmla="*/ 50 h 320"/>
                            <a:gd name="T44" fmla="*/ 296 w 326"/>
                            <a:gd name="T45" fmla="*/ 41 h 320"/>
                            <a:gd name="T46" fmla="*/ 290 w 326"/>
                            <a:gd name="T47" fmla="*/ 33 h 320"/>
                            <a:gd name="T48" fmla="*/ 282 w 326"/>
                            <a:gd name="T49" fmla="*/ 26 h 320"/>
                            <a:gd name="T50" fmla="*/ 274 w 326"/>
                            <a:gd name="T51" fmla="*/ 20 h 320"/>
                            <a:gd name="T52" fmla="*/ 265 w 326"/>
                            <a:gd name="T53" fmla="*/ 15 h 320"/>
                            <a:gd name="T54" fmla="*/ 255 w 326"/>
                            <a:gd name="T55" fmla="*/ 10 h 320"/>
                            <a:gd name="T56" fmla="*/ 245 w 326"/>
                            <a:gd name="T57" fmla="*/ 6 h 320"/>
                            <a:gd name="T58" fmla="*/ 234 w 326"/>
                            <a:gd name="T59" fmla="*/ 3 h 320"/>
                            <a:gd name="T60" fmla="*/ 222 w 326"/>
                            <a:gd name="T61" fmla="*/ 1 h 320"/>
                            <a:gd name="T62" fmla="*/ 210 w 326"/>
                            <a:gd name="T63" fmla="*/ 0 h 320"/>
                            <a:gd name="T64" fmla="*/ 197 w 326"/>
                            <a:gd name="T65" fmla="*/ 0 h 320"/>
                            <a:gd name="T66" fmla="*/ 0 w 326"/>
                            <a:gd name="T67" fmla="*/ 0 h 320"/>
                            <a:gd name="T68" fmla="*/ 0 w 326"/>
                            <a:gd name="T6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326" h="320">
                              <a:moveTo>
                                <a:pt x="0" y="320"/>
                              </a:moveTo>
                              <a:lnTo>
                                <a:pt x="92" y="320"/>
                              </a:lnTo>
                              <a:lnTo>
                                <a:pt x="92" y="208"/>
                              </a:lnTo>
                              <a:lnTo>
                                <a:pt x="166" y="208"/>
                              </a:lnTo>
                              <a:lnTo>
                                <a:pt x="228" y="320"/>
                              </a:lnTo>
                              <a:lnTo>
                                <a:pt x="326" y="320"/>
                              </a:lnTo>
                              <a:lnTo>
                                <a:pt x="256" y="197"/>
                              </a:lnTo>
                              <a:lnTo>
                                <a:pt x="256" y="197"/>
                              </a:lnTo>
                              <a:lnTo>
                                <a:pt x="269" y="191"/>
                              </a:lnTo>
                              <a:lnTo>
                                <a:pt x="280" y="183"/>
                              </a:lnTo>
                              <a:lnTo>
                                <a:pt x="291" y="173"/>
                              </a:lnTo>
                              <a:lnTo>
                                <a:pt x="299" y="162"/>
                              </a:lnTo>
                              <a:lnTo>
                                <a:pt x="306" y="150"/>
                              </a:lnTo>
                              <a:lnTo>
                                <a:pt x="311" y="137"/>
                              </a:lnTo>
                              <a:lnTo>
                                <a:pt x="314" y="122"/>
                              </a:lnTo>
                              <a:lnTo>
                                <a:pt x="315" y="105"/>
                              </a:lnTo>
                              <a:lnTo>
                                <a:pt x="315" y="105"/>
                              </a:lnTo>
                              <a:lnTo>
                                <a:pt x="314" y="93"/>
                              </a:lnTo>
                              <a:lnTo>
                                <a:pt x="312" y="80"/>
                              </a:lnTo>
                              <a:lnTo>
                                <a:pt x="310" y="69"/>
                              </a:lnTo>
                              <a:lnTo>
                                <a:pt x="306" y="59"/>
                              </a:lnTo>
                              <a:lnTo>
                                <a:pt x="302" y="50"/>
                              </a:lnTo>
                              <a:lnTo>
                                <a:pt x="296" y="41"/>
                              </a:lnTo>
                              <a:lnTo>
                                <a:pt x="290" y="33"/>
                              </a:lnTo>
                              <a:lnTo>
                                <a:pt x="282" y="26"/>
                              </a:lnTo>
                              <a:lnTo>
                                <a:pt x="274" y="20"/>
                              </a:lnTo>
                              <a:lnTo>
                                <a:pt x="265" y="15"/>
                              </a:lnTo>
                              <a:lnTo>
                                <a:pt x="255" y="10"/>
                              </a:lnTo>
                              <a:lnTo>
                                <a:pt x="245" y="6"/>
                              </a:lnTo>
                              <a:lnTo>
                                <a:pt x="234" y="3"/>
                              </a:lnTo>
                              <a:lnTo>
                                <a:pt x="222" y="1"/>
                              </a:lnTo>
                              <a:lnTo>
                                <a:pt x="210" y="0"/>
                              </a:lnTo>
                              <a:lnTo>
                                <a:pt x="19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/>
                      </wps:cNvSpPr>
                      <wps:spPr bwMode="auto">
                        <a:xfrm>
                          <a:off x="1029335" y="57150"/>
                          <a:ext cx="40640" cy="18415"/>
                        </a:xfrm>
                        <a:custGeom>
                          <a:avLst/>
                          <a:gdLst>
                            <a:gd name="T0" fmla="*/ 94 w 129"/>
                            <a:gd name="T1" fmla="*/ 0 h 60"/>
                            <a:gd name="T2" fmla="*/ 94 w 129"/>
                            <a:gd name="T3" fmla="*/ 0 h 60"/>
                            <a:gd name="T4" fmla="*/ 102 w 129"/>
                            <a:gd name="T5" fmla="*/ 1 h 60"/>
                            <a:gd name="T6" fmla="*/ 110 w 129"/>
                            <a:gd name="T7" fmla="*/ 2 h 60"/>
                            <a:gd name="T8" fmla="*/ 116 w 129"/>
                            <a:gd name="T9" fmla="*/ 5 h 60"/>
                            <a:gd name="T10" fmla="*/ 121 w 129"/>
                            <a:gd name="T11" fmla="*/ 8 h 60"/>
                            <a:gd name="T12" fmla="*/ 125 w 129"/>
                            <a:gd name="T13" fmla="*/ 13 h 60"/>
                            <a:gd name="T14" fmla="*/ 127 w 129"/>
                            <a:gd name="T15" fmla="*/ 18 h 60"/>
                            <a:gd name="T16" fmla="*/ 129 w 129"/>
                            <a:gd name="T17" fmla="*/ 24 h 60"/>
                            <a:gd name="T18" fmla="*/ 129 w 129"/>
                            <a:gd name="T19" fmla="*/ 31 h 60"/>
                            <a:gd name="T20" fmla="*/ 129 w 129"/>
                            <a:gd name="T21" fmla="*/ 31 h 60"/>
                            <a:gd name="T22" fmla="*/ 129 w 129"/>
                            <a:gd name="T23" fmla="*/ 37 h 60"/>
                            <a:gd name="T24" fmla="*/ 127 w 129"/>
                            <a:gd name="T25" fmla="*/ 43 h 60"/>
                            <a:gd name="T26" fmla="*/ 124 w 129"/>
                            <a:gd name="T27" fmla="*/ 48 h 60"/>
                            <a:gd name="T28" fmla="*/ 121 w 129"/>
                            <a:gd name="T29" fmla="*/ 52 h 60"/>
                            <a:gd name="T30" fmla="*/ 116 w 129"/>
                            <a:gd name="T31" fmla="*/ 55 h 60"/>
                            <a:gd name="T32" fmla="*/ 110 w 129"/>
                            <a:gd name="T33" fmla="*/ 58 h 60"/>
                            <a:gd name="T34" fmla="*/ 102 w 129"/>
                            <a:gd name="T35" fmla="*/ 59 h 60"/>
                            <a:gd name="T36" fmla="*/ 94 w 129"/>
                            <a:gd name="T37" fmla="*/ 60 h 60"/>
                            <a:gd name="T38" fmla="*/ 0 w 129"/>
                            <a:gd name="T39" fmla="*/ 60 h 60"/>
                            <a:gd name="T40" fmla="*/ 0 w 129"/>
                            <a:gd name="T41" fmla="*/ 0 h 60"/>
                            <a:gd name="T42" fmla="*/ 94 w 129"/>
                            <a:gd name="T4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9" h="60">
                              <a:moveTo>
                                <a:pt x="94" y="0"/>
                              </a:moveTo>
                              <a:lnTo>
                                <a:pt x="94" y="0"/>
                              </a:lnTo>
                              <a:lnTo>
                                <a:pt x="102" y="1"/>
                              </a:lnTo>
                              <a:lnTo>
                                <a:pt x="110" y="2"/>
                              </a:lnTo>
                              <a:lnTo>
                                <a:pt x="116" y="5"/>
                              </a:lnTo>
                              <a:lnTo>
                                <a:pt x="121" y="8"/>
                              </a:lnTo>
                              <a:lnTo>
                                <a:pt x="125" y="13"/>
                              </a:lnTo>
                              <a:lnTo>
                                <a:pt x="127" y="18"/>
                              </a:lnTo>
                              <a:lnTo>
                                <a:pt x="129" y="24"/>
                              </a:lnTo>
                              <a:lnTo>
                                <a:pt x="129" y="31"/>
                              </a:lnTo>
                              <a:lnTo>
                                <a:pt x="129" y="31"/>
                              </a:lnTo>
                              <a:lnTo>
                                <a:pt x="129" y="37"/>
                              </a:lnTo>
                              <a:lnTo>
                                <a:pt x="127" y="43"/>
                              </a:lnTo>
                              <a:lnTo>
                                <a:pt x="124" y="48"/>
                              </a:lnTo>
                              <a:lnTo>
                                <a:pt x="121" y="52"/>
                              </a:lnTo>
                              <a:lnTo>
                                <a:pt x="116" y="55"/>
                              </a:lnTo>
                              <a:lnTo>
                                <a:pt x="110" y="58"/>
                              </a:lnTo>
                              <a:lnTo>
                                <a:pt x="102" y="59"/>
                              </a:lnTo>
                              <a:lnTo>
                                <a:pt x="94" y="60"/>
                              </a:lnTo>
                              <a:lnTo>
                                <a:pt x="0" y="60"/>
                              </a:lnTo>
                              <a:lnTo>
                                <a:pt x="0" y="0"/>
                              </a:lnTo>
                              <a:lnTo>
                                <a:pt x="9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/>
                      </wps:cNvSpPr>
                      <wps:spPr bwMode="auto">
                        <a:xfrm>
                          <a:off x="1000125" y="31750"/>
                          <a:ext cx="100330" cy="102235"/>
                        </a:xfrm>
                        <a:custGeom>
                          <a:avLst/>
                          <a:gdLst>
                            <a:gd name="T0" fmla="*/ 0 w 317"/>
                            <a:gd name="T1" fmla="*/ 320 h 320"/>
                            <a:gd name="T2" fmla="*/ 92 w 317"/>
                            <a:gd name="T3" fmla="*/ 320 h 320"/>
                            <a:gd name="T4" fmla="*/ 92 w 317"/>
                            <a:gd name="T5" fmla="*/ 218 h 320"/>
                            <a:gd name="T6" fmla="*/ 197 w 317"/>
                            <a:gd name="T7" fmla="*/ 218 h 320"/>
                            <a:gd name="T8" fmla="*/ 197 w 317"/>
                            <a:gd name="T9" fmla="*/ 218 h 320"/>
                            <a:gd name="T10" fmla="*/ 211 w 317"/>
                            <a:gd name="T11" fmla="*/ 217 h 320"/>
                            <a:gd name="T12" fmla="*/ 223 w 317"/>
                            <a:gd name="T13" fmla="*/ 216 h 320"/>
                            <a:gd name="T14" fmla="*/ 235 w 317"/>
                            <a:gd name="T15" fmla="*/ 213 h 320"/>
                            <a:gd name="T16" fmla="*/ 247 w 317"/>
                            <a:gd name="T17" fmla="*/ 210 h 320"/>
                            <a:gd name="T18" fmla="*/ 257 w 317"/>
                            <a:gd name="T19" fmla="*/ 206 h 320"/>
                            <a:gd name="T20" fmla="*/ 267 w 317"/>
                            <a:gd name="T21" fmla="*/ 201 h 320"/>
                            <a:gd name="T22" fmla="*/ 276 w 317"/>
                            <a:gd name="T23" fmla="*/ 196 h 320"/>
                            <a:gd name="T24" fmla="*/ 284 w 317"/>
                            <a:gd name="T25" fmla="*/ 189 h 320"/>
                            <a:gd name="T26" fmla="*/ 291 w 317"/>
                            <a:gd name="T27" fmla="*/ 182 h 320"/>
                            <a:gd name="T28" fmla="*/ 298 w 317"/>
                            <a:gd name="T29" fmla="*/ 174 h 320"/>
                            <a:gd name="T30" fmla="*/ 304 w 317"/>
                            <a:gd name="T31" fmla="*/ 165 h 320"/>
                            <a:gd name="T32" fmla="*/ 308 w 317"/>
                            <a:gd name="T33" fmla="*/ 155 h 320"/>
                            <a:gd name="T34" fmla="*/ 312 w 317"/>
                            <a:gd name="T35" fmla="*/ 145 h 320"/>
                            <a:gd name="T36" fmla="*/ 314 w 317"/>
                            <a:gd name="T37" fmla="*/ 134 h 320"/>
                            <a:gd name="T38" fmla="*/ 316 w 317"/>
                            <a:gd name="T39" fmla="*/ 121 h 320"/>
                            <a:gd name="T40" fmla="*/ 317 w 317"/>
                            <a:gd name="T41" fmla="*/ 109 h 320"/>
                            <a:gd name="T42" fmla="*/ 317 w 317"/>
                            <a:gd name="T43" fmla="*/ 109 h 320"/>
                            <a:gd name="T44" fmla="*/ 316 w 317"/>
                            <a:gd name="T45" fmla="*/ 96 h 320"/>
                            <a:gd name="T46" fmla="*/ 314 w 317"/>
                            <a:gd name="T47" fmla="*/ 82 h 320"/>
                            <a:gd name="T48" fmla="*/ 312 w 317"/>
                            <a:gd name="T49" fmla="*/ 71 h 320"/>
                            <a:gd name="T50" fmla="*/ 308 w 317"/>
                            <a:gd name="T51" fmla="*/ 61 h 320"/>
                            <a:gd name="T52" fmla="*/ 304 w 317"/>
                            <a:gd name="T53" fmla="*/ 51 h 320"/>
                            <a:gd name="T54" fmla="*/ 298 w 317"/>
                            <a:gd name="T55" fmla="*/ 42 h 320"/>
                            <a:gd name="T56" fmla="*/ 291 w 317"/>
                            <a:gd name="T57" fmla="*/ 34 h 320"/>
                            <a:gd name="T58" fmla="*/ 284 w 317"/>
                            <a:gd name="T59" fmla="*/ 27 h 320"/>
                            <a:gd name="T60" fmla="*/ 276 w 317"/>
                            <a:gd name="T61" fmla="*/ 20 h 320"/>
                            <a:gd name="T62" fmla="*/ 267 w 317"/>
                            <a:gd name="T63" fmla="*/ 15 h 320"/>
                            <a:gd name="T64" fmla="*/ 257 w 317"/>
                            <a:gd name="T65" fmla="*/ 10 h 320"/>
                            <a:gd name="T66" fmla="*/ 247 w 317"/>
                            <a:gd name="T67" fmla="*/ 6 h 320"/>
                            <a:gd name="T68" fmla="*/ 235 w 317"/>
                            <a:gd name="T69" fmla="*/ 3 h 320"/>
                            <a:gd name="T70" fmla="*/ 223 w 317"/>
                            <a:gd name="T71" fmla="*/ 1 h 320"/>
                            <a:gd name="T72" fmla="*/ 211 w 317"/>
                            <a:gd name="T73" fmla="*/ 0 h 320"/>
                            <a:gd name="T74" fmla="*/ 197 w 317"/>
                            <a:gd name="T75" fmla="*/ 0 h 320"/>
                            <a:gd name="T76" fmla="*/ 0 w 317"/>
                            <a:gd name="T77" fmla="*/ 0 h 320"/>
                            <a:gd name="T78" fmla="*/ 0 w 317"/>
                            <a:gd name="T7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17" h="320">
                              <a:moveTo>
                                <a:pt x="0" y="320"/>
                              </a:moveTo>
                              <a:lnTo>
                                <a:pt x="92" y="320"/>
                              </a:lnTo>
                              <a:lnTo>
                                <a:pt x="92" y="218"/>
                              </a:lnTo>
                              <a:lnTo>
                                <a:pt x="197" y="218"/>
                              </a:lnTo>
                              <a:lnTo>
                                <a:pt x="197" y="218"/>
                              </a:lnTo>
                              <a:lnTo>
                                <a:pt x="211" y="217"/>
                              </a:lnTo>
                              <a:lnTo>
                                <a:pt x="223" y="216"/>
                              </a:lnTo>
                              <a:lnTo>
                                <a:pt x="235" y="213"/>
                              </a:lnTo>
                              <a:lnTo>
                                <a:pt x="247" y="210"/>
                              </a:lnTo>
                              <a:lnTo>
                                <a:pt x="257" y="206"/>
                              </a:lnTo>
                              <a:lnTo>
                                <a:pt x="267" y="201"/>
                              </a:lnTo>
                              <a:lnTo>
                                <a:pt x="276" y="196"/>
                              </a:lnTo>
                              <a:lnTo>
                                <a:pt x="284" y="189"/>
                              </a:lnTo>
                              <a:lnTo>
                                <a:pt x="291" y="182"/>
                              </a:lnTo>
                              <a:lnTo>
                                <a:pt x="298" y="174"/>
                              </a:lnTo>
                              <a:lnTo>
                                <a:pt x="304" y="165"/>
                              </a:lnTo>
                              <a:lnTo>
                                <a:pt x="308" y="155"/>
                              </a:lnTo>
                              <a:lnTo>
                                <a:pt x="312" y="145"/>
                              </a:lnTo>
                              <a:lnTo>
                                <a:pt x="314" y="134"/>
                              </a:lnTo>
                              <a:lnTo>
                                <a:pt x="316" y="121"/>
                              </a:lnTo>
                              <a:lnTo>
                                <a:pt x="317" y="109"/>
                              </a:lnTo>
                              <a:lnTo>
                                <a:pt x="317" y="109"/>
                              </a:lnTo>
                              <a:lnTo>
                                <a:pt x="316" y="96"/>
                              </a:lnTo>
                              <a:lnTo>
                                <a:pt x="314" y="82"/>
                              </a:lnTo>
                              <a:lnTo>
                                <a:pt x="312" y="71"/>
                              </a:lnTo>
                              <a:lnTo>
                                <a:pt x="308" y="61"/>
                              </a:lnTo>
                              <a:lnTo>
                                <a:pt x="304" y="51"/>
                              </a:lnTo>
                              <a:lnTo>
                                <a:pt x="298" y="42"/>
                              </a:lnTo>
                              <a:lnTo>
                                <a:pt x="291" y="34"/>
                              </a:lnTo>
                              <a:lnTo>
                                <a:pt x="284" y="27"/>
                              </a:lnTo>
                              <a:lnTo>
                                <a:pt x="276" y="20"/>
                              </a:lnTo>
                              <a:lnTo>
                                <a:pt x="267" y="15"/>
                              </a:lnTo>
                              <a:lnTo>
                                <a:pt x="257" y="10"/>
                              </a:lnTo>
                              <a:lnTo>
                                <a:pt x="247" y="6"/>
                              </a:lnTo>
                              <a:lnTo>
                                <a:pt x="235" y="3"/>
                              </a:lnTo>
                              <a:lnTo>
                                <a:pt x="223" y="1"/>
                              </a:lnTo>
                              <a:lnTo>
                                <a:pt x="211" y="0"/>
                              </a:lnTo>
                              <a:lnTo>
                                <a:pt x="19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/>
                      </wps:cNvSpPr>
                      <wps:spPr bwMode="auto">
                        <a:xfrm>
                          <a:off x="882015" y="29845"/>
                          <a:ext cx="99060" cy="106045"/>
                        </a:xfrm>
                        <a:custGeom>
                          <a:avLst/>
                          <a:gdLst>
                            <a:gd name="T0" fmla="*/ 162 w 312"/>
                            <a:gd name="T1" fmla="*/ 73 h 333"/>
                            <a:gd name="T2" fmla="*/ 193 w 312"/>
                            <a:gd name="T3" fmla="*/ 79 h 333"/>
                            <a:gd name="T4" fmla="*/ 209 w 312"/>
                            <a:gd name="T5" fmla="*/ 89 h 333"/>
                            <a:gd name="T6" fmla="*/ 304 w 312"/>
                            <a:gd name="T7" fmla="*/ 92 h 333"/>
                            <a:gd name="T8" fmla="*/ 296 w 312"/>
                            <a:gd name="T9" fmla="*/ 68 h 333"/>
                            <a:gd name="T10" fmla="*/ 280 w 312"/>
                            <a:gd name="T11" fmla="*/ 45 h 333"/>
                            <a:gd name="T12" fmla="*/ 255 w 312"/>
                            <a:gd name="T13" fmla="*/ 24 h 333"/>
                            <a:gd name="T14" fmla="*/ 219 w 312"/>
                            <a:gd name="T15" fmla="*/ 9 h 333"/>
                            <a:gd name="T16" fmla="*/ 169 w 312"/>
                            <a:gd name="T17" fmla="*/ 1 h 333"/>
                            <a:gd name="T18" fmla="*/ 134 w 312"/>
                            <a:gd name="T19" fmla="*/ 1 h 333"/>
                            <a:gd name="T20" fmla="*/ 93 w 312"/>
                            <a:gd name="T21" fmla="*/ 6 h 333"/>
                            <a:gd name="T22" fmla="*/ 57 w 312"/>
                            <a:gd name="T23" fmla="*/ 19 h 333"/>
                            <a:gd name="T24" fmla="*/ 31 w 312"/>
                            <a:gd name="T25" fmla="*/ 38 h 333"/>
                            <a:gd name="T26" fmla="*/ 14 w 312"/>
                            <a:gd name="T27" fmla="*/ 65 h 333"/>
                            <a:gd name="T28" fmla="*/ 8 w 312"/>
                            <a:gd name="T29" fmla="*/ 99 h 333"/>
                            <a:gd name="T30" fmla="*/ 10 w 312"/>
                            <a:gd name="T31" fmla="*/ 121 h 333"/>
                            <a:gd name="T32" fmla="*/ 21 w 312"/>
                            <a:gd name="T33" fmla="*/ 149 h 333"/>
                            <a:gd name="T34" fmla="*/ 41 w 312"/>
                            <a:gd name="T35" fmla="*/ 171 h 333"/>
                            <a:gd name="T36" fmla="*/ 70 w 312"/>
                            <a:gd name="T37" fmla="*/ 188 h 333"/>
                            <a:gd name="T38" fmla="*/ 106 w 312"/>
                            <a:gd name="T39" fmla="*/ 198 h 333"/>
                            <a:gd name="T40" fmla="*/ 133 w 312"/>
                            <a:gd name="T41" fmla="*/ 202 h 333"/>
                            <a:gd name="T42" fmla="*/ 187 w 312"/>
                            <a:gd name="T43" fmla="*/ 207 h 333"/>
                            <a:gd name="T44" fmla="*/ 206 w 312"/>
                            <a:gd name="T45" fmla="*/ 214 h 333"/>
                            <a:gd name="T46" fmla="*/ 215 w 312"/>
                            <a:gd name="T47" fmla="*/ 227 h 333"/>
                            <a:gd name="T48" fmla="*/ 215 w 312"/>
                            <a:gd name="T49" fmla="*/ 239 h 333"/>
                            <a:gd name="T50" fmla="*/ 204 w 312"/>
                            <a:gd name="T51" fmla="*/ 253 h 333"/>
                            <a:gd name="T52" fmla="*/ 176 w 312"/>
                            <a:gd name="T53" fmla="*/ 260 h 333"/>
                            <a:gd name="T54" fmla="*/ 150 w 312"/>
                            <a:gd name="T55" fmla="*/ 260 h 333"/>
                            <a:gd name="T56" fmla="*/ 118 w 312"/>
                            <a:gd name="T57" fmla="*/ 251 h 333"/>
                            <a:gd name="T58" fmla="*/ 100 w 312"/>
                            <a:gd name="T59" fmla="*/ 237 h 333"/>
                            <a:gd name="T60" fmla="*/ 0 w 312"/>
                            <a:gd name="T61" fmla="*/ 231 h 333"/>
                            <a:gd name="T62" fmla="*/ 8 w 312"/>
                            <a:gd name="T63" fmla="*/ 257 h 333"/>
                            <a:gd name="T64" fmla="*/ 25 w 312"/>
                            <a:gd name="T65" fmla="*/ 283 h 333"/>
                            <a:gd name="T66" fmla="*/ 52 w 312"/>
                            <a:gd name="T67" fmla="*/ 306 h 333"/>
                            <a:gd name="T68" fmla="*/ 92 w 312"/>
                            <a:gd name="T69" fmla="*/ 323 h 333"/>
                            <a:gd name="T70" fmla="*/ 143 w 312"/>
                            <a:gd name="T71" fmla="*/ 332 h 333"/>
                            <a:gd name="T72" fmla="*/ 181 w 312"/>
                            <a:gd name="T73" fmla="*/ 332 h 333"/>
                            <a:gd name="T74" fmla="*/ 228 w 312"/>
                            <a:gd name="T75" fmla="*/ 326 h 333"/>
                            <a:gd name="T76" fmla="*/ 264 w 312"/>
                            <a:gd name="T77" fmla="*/ 311 h 333"/>
                            <a:gd name="T78" fmla="*/ 290 w 312"/>
                            <a:gd name="T79" fmla="*/ 290 h 333"/>
                            <a:gd name="T80" fmla="*/ 307 w 312"/>
                            <a:gd name="T81" fmla="*/ 261 h 333"/>
                            <a:gd name="T82" fmla="*/ 312 w 312"/>
                            <a:gd name="T83" fmla="*/ 226 h 333"/>
                            <a:gd name="T84" fmla="*/ 310 w 312"/>
                            <a:gd name="T85" fmla="*/ 201 h 333"/>
                            <a:gd name="T86" fmla="*/ 298 w 312"/>
                            <a:gd name="T87" fmla="*/ 172 h 333"/>
                            <a:gd name="T88" fmla="*/ 278 w 312"/>
                            <a:gd name="T89" fmla="*/ 150 h 333"/>
                            <a:gd name="T90" fmla="*/ 249 w 312"/>
                            <a:gd name="T91" fmla="*/ 134 h 333"/>
                            <a:gd name="T92" fmla="*/ 212 w 312"/>
                            <a:gd name="T93" fmla="*/ 124 h 333"/>
                            <a:gd name="T94" fmla="*/ 138 w 312"/>
                            <a:gd name="T95" fmla="*/ 117 h 333"/>
                            <a:gd name="T96" fmla="*/ 123 w 312"/>
                            <a:gd name="T97" fmla="*/ 115 h 333"/>
                            <a:gd name="T98" fmla="*/ 108 w 312"/>
                            <a:gd name="T99" fmla="*/ 107 h 333"/>
                            <a:gd name="T100" fmla="*/ 103 w 312"/>
                            <a:gd name="T101" fmla="*/ 94 h 333"/>
                            <a:gd name="T102" fmla="*/ 106 w 312"/>
                            <a:gd name="T103" fmla="*/ 84 h 333"/>
                            <a:gd name="T104" fmla="*/ 122 w 312"/>
                            <a:gd name="T105" fmla="*/ 75 h 333"/>
                            <a:gd name="T106" fmla="*/ 149 w 312"/>
                            <a:gd name="T107" fmla="*/ 72 h 3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12" h="333">
                              <a:moveTo>
                                <a:pt x="149" y="72"/>
                              </a:moveTo>
                              <a:lnTo>
                                <a:pt x="149" y="72"/>
                              </a:lnTo>
                              <a:lnTo>
                                <a:pt x="162" y="73"/>
                              </a:lnTo>
                              <a:lnTo>
                                <a:pt x="173" y="74"/>
                              </a:lnTo>
                              <a:lnTo>
                                <a:pt x="183" y="76"/>
                              </a:lnTo>
                              <a:lnTo>
                                <a:pt x="193" y="79"/>
                              </a:lnTo>
                              <a:lnTo>
                                <a:pt x="200" y="82"/>
                              </a:lnTo>
                              <a:lnTo>
                                <a:pt x="205" y="86"/>
                              </a:lnTo>
                              <a:lnTo>
                                <a:pt x="209" y="89"/>
                              </a:lnTo>
                              <a:lnTo>
                                <a:pt x="212" y="92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02" y="84"/>
                              </a:lnTo>
                              <a:lnTo>
                                <a:pt x="299" y="76"/>
                              </a:lnTo>
                              <a:lnTo>
                                <a:pt x="296" y="68"/>
                              </a:lnTo>
                              <a:lnTo>
                                <a:pt x="291" y="60"/>
                              </a:lnTo>
                              <a:lnTo>
                                <a:pt x="286" y="53"/>
                              </a:lnTo>
                              <a:lnTo>
                                <a:pt x="280" y="45"/>
                              </a:lnTo>
                              <a:lnTo>
                                <a:pt x="273" y="38"/>
                              </a:lnTo>
                              <a:lnTo>
                                <a:pt x="264" y="31"/>
                              </a:lnTo>
                              <a:lnTo>
                                <a:pt x="255" y="24"/>
                              </a:lnTo>
                              <a:lnTo>
                                <a:pt x="244" y="18"/>
                              </a:lnTo>
                              <a:lnTo>
                                <a:pt x="232" y="13"/>
                              </a:lnTo>
                              <a:lnTo>
                                <a:pt x="219" y="9"/>
                              </a:lnTo>
                              <a:lnTo>
                                <a:pt x="204" y="5"/>
                              </a:lnTo>
                              <a:lnTo>
                                <a:pt x="188" y="3"/>
                              </a:lnTo>
                              <a:lnTo>
                                <a:pt x="169" y="1"/>
                              </a:lnTo>
                              <a:lnTo>
                                <a:pt x="149" y="0"/>
                              </a:lnTo>
                              <a:lnTo>
                                <a:pt x="149" y="0"/>
                              </a:lnTo>
                              <a:lnTo>
                                <a:pt x="134" y="1"/>
                              </a:lnTo>
                              <a:lnTo>
                                <a:pt x="120" y="2"/>
                              </a:lnTo>
                              <a:lnTo>
                                <a:pt x="106" y="4"/>
                              </a:lnTo>
                              <a:lnTo>
                                <a:pt x="93" y="6"/>
                              </a:lnTo>
                              <a:lnTo>
                                <a:pt x="81" y="10"/>
                              </a:lnTo>
                              <a:lnTo>
                                <a:pt x="69" y="14"/>
                              </a:lnTo>
                              <a:lnTo>
                                <a:pt x="57" y="19"/>
                              </a:lnTo>
                              <a:lnTo>
                                <a:pt x="47" y="25"/>
                              </a:lnTo>
                              <a:lnTo>
                                <a:pt x="39" y="31"/>
                              </a:lnTo>
                              <a:lnTo>
                                <a:pt x="31" y="38"/>
                              </a:lnTo>
                              <a:lnTo>
                                <a:pt x="24" y="46"/>
                              </a:lnTo>
                              <a:lnTo>
                                <a:pt x="18" y="55"/>
                              </a:lnTo>
                              <a:lnTo>
                                <a:pt x="14" y="65"/>
                              </a:lnTo>
                              <a:lnTo>
                                <a:pt x="10" y="75"/>
                              </a:lnTo>
                              <a:lnTo>
                                <a:pt x="8" y="86"/>
                              </a:lnTo>
                              <a:lnTo>
                                <a:pt x="8" y="99"/>
                              </a:lnTo>
                              <a:lnTo>
                                <a:pt x="8" y="99"/>
                              </a:lnTo>
                              <a:lnTo>
                                <a:pt x="8" y="110"/>
                              </a:lnTo>
                              <a:lnTo>
                                <a:pt x="10" y="121"/>
                              </a:lnTo>
                              <a:lnTo>
                                <a:pt x="13" y="131"/>
                              </a:lnTo>
                              <a:lnTo>
                                <a:pt x="16" y="140"/>
                              </a:lnTo>
                              <a:lnTo>
                                <a:pt x="21" y="149"/>
                              </a:lnTo>
                              <a:lnTo>
                                <a:pt x="27" y="157"/>
                              </a:lnTo>
                              <a:lnTo>
                                <a:pt x="34" y="164"/>
                              </a:lnTo>
                              <a:lnTo>
                                <a:pt x="41" y="171"/>
                              </a:lnTo>
                              <a:lnTo>
                                <a:pt x="50" y="177"/>
                              </a:lnTo>
                              <a:lnTo>
                                <a:pt x="59" y="183"/>
                              </a:lnTo>
                              <a:lnTo>
                                <a:pt x="70" y="188"/>
                              </a:lnTo>
                              <a:lnTo>
                                <a:pt x="81" y="192"/>
                              </a:lnTo>
                              <a:lnTo>
                                <a:pt x="93" y="195"/>
                              </a:lnTo>
                              <a:lnTo>
                                <a:pt x="106" y="198"/>
                              </a:lnTo>
                              <a:lnTo>
                                <a:pt x="119" y="201"/>
                              </a:lnTo>
                              <a:lnTo>
                                <a:pt x="133" y="202"/>
                              </a:lnTo>
                              <a:lnTo>
                                <a:pt x="133" y="202"/>
                              </a:lnTo>
                              <a:lnTo>
                                <a:pt x="177" y="206"/>
                              </a:lnTo>
                              <a:lnTo>
                                <a:pt x="177" y="206"/>
                              </a:lnTo>
                              <a:lnTo>
                                <a:pt x="187" y="207"/>
                              </a:lnTo>
                              <a:lnTo>
                                <a:pt x="194" y="209"/>
                              </a:lnTo>
                              <a:lnTo>
                                <a:pt x="200" y="211"/>
                              </a:lnTo>
                              <a:lnTo>
                                <a:pt x="206" y="214"/>
                              </a:lnTo>
                              <a:lnTo>
                                <a:pt x="210" y="217"/>
                              </a:lnTo>
                              <a:lnTo>
                                <a:pt x="213" y="222"/>
                              </a:lnTo>
                              <a:lnTo>
                                <a:pt x="215" y="227"/>
                              </a:lnTo>
                              <a:lnTo>
                                <a:pt x="216" y="233"/>
                              </a:lnTo>
                              <a:lnTo>
                                <a:pt x="216" y="233"/>
                              </a:lnTo>
                              <a:lnTo>
                                <a:pt x="215" y="239"/>
                              </a:lnTo>
                              <a:lnTo>
                                <a:pt x="213" y="245"/>
                              </a:lnTo>
                              <a:lnTo>
                                <a:pt x="209" y="249"/>
                              </a:lnTo>
                              <a:lnTo>
                                <a:pt x="204" y="253"/>
                              </a:lnTo>
                              <a:lnTo>
                                <a:pt x="197" y="257"/>
                              </a:lnTo>
                              <a:lnTo>
                                <a:pt x="188" y="259"/>
                              </a:lnTo>
                              <a:lnTo>
                                <a:pt x="176" y="260"/>
                              </a:lnTo>
                              <a:lnTo>
                                <a:pt x="164" y="261"/>
                              </a:lnTo>
                              <a:lnTo>
                                <a:pt x="164" y="261"/>
                              </a:lnTo>
                              <a:lnTo>
                                <a:pt x="150" y="260"/>
                              </a:lnTo>
                              <a:lnTo>
                                <a:pt x="137" y="258"/>
                              </a:lnTo>
                              <a:lnTo>
                                <a:pt x="127" y="255"/>
                              </a:lnTo>
                              <a:lnTo>
                                <a:pt x="118" y="251"/>
                              </a:lnTo>
                              <a:lnTo>
                                <a:pt x="110" y="247"/>
                              </a:lnTo>
                              <a:lnTo>
                                <a:pt x="104" y="242"/>
                              </a:lnTo>
                              <a:lnTo>
                                <a:pt x="100" y="237"/>
                              </a:lnTo>
                              <a:lnTo>
                                <a:pt x="98" y="231"/>
                              </a:lnTo>
                              <a:lnTo>
                                <a:pt x="0" y="231"/>
                              </a:lnTo>
                              <a:lnTo>
                                <a:pt x="0" y="231"/>
                              </a:lnTo>
                              <a:lnTo>
                                <a:pt x="2" y="240"/>
                              </a:lnTo>
                              <a:lnTo>
                                <a:pt x="4" y="248"/>
                              </a:lnTo>
                              <a:lnTo>
                                <a:pt x="8" y="257"/>
                              </a:lnTo>
                              <a:lnTo>
                                <a:pt x="13" y="266"/>
                              </a:lnTo>
                              <a:lnTo>
                                <a:pt x="18" y="275"/>
                              </a:lnTo>
                              <a:lnTo>
                                <a:pt x="25" y="283"/>
                              </a:lnTo>
                              <a:lnTo>
                                <a:pt x="33" y="291"/>
                              </a:lnTo>
                              <a:lnTo>
                                <a:pt x="42" y="299"/>
                              </a:lnTo>
                              <a:lnTo>
                                <a:pt x="52" y="306"/>
                              </a:lnTo>
                              <a:lnTo>
                                <a:pt x="64" y="312"/>
                              </a:lnTo>
                              <a:lnTo>
                                <a:pt x="77" y="318"/>
                              </a:lnTo>
                              <a:lnTo>
                                <a:pt x="92" y="323"/>
                              </a:lnTo>
                              <a:lnTo>
                                <a:pt x="107" y="327"/>
                              </a:lnTo>
                              <a:lnTo>
                                <a:pt x="125" y="330"/>
                              </a:lnTo>
                              <a:lnTo>
                                <a:pt x="143" y="332"/>
                              </a:lnTo>
                              <a:lnTo>
                                <a:pt x="164" y="333"/>
                              </a:lnTo>
                              <a:lnTo>
                                <a:pt x="164" y="333"/>
                              </a:lnTo>
                              <a:lnTo>
                                <a:pt x="181" y="332"/>
                              </a:lnTo>
                              <a:lnTo>
                                <a:pt x="199" y="331"/>
                              </a:lnTo>
                              <a:lnTo>
                                <a:pt x="214" y="329"/>
                              </a:lnTo>
                              <a:lnTo>
                                <a:pt x="228" y="326"/>
                              </a:lnTo>
                              <a:lnTo>
                                <a:pt x="241" y="322"/>
                              </a:lnTo>
                              <a:lnTo>
                                <a:pt x="253" y="317"/>
                              </a:lnTo>
                              <a:lnTo>
                                <a:pt x="264" y="311"/>
                              </a:lnTo>
                              <a:lnTo>
                                <a:pt x="274" y="305"/>
                              </a:lnTo>
                              <a:lnTo>
                                <a:pt x="283" y="298"/>
                              </a:lnTo>
                              <a:lnTo>
                                <a:pt x="290" y="290"/>
                              </a:lnTo>
                              <a:lnTo>
                                <a:pt x="297" y="281"/>
                              </a:lnTo>
                              <a:lnTo>
                                <a:pt x="302" y="272"/>
                              </a:lnTo>
                              <a:lnTo>
                                <a:pt x="307" y="261"/>
                              </a:lnTo>
                              <a:lnTo>
                                <a:pt x="310" y="250"/>
                              </a:lnTo>
                              <a:lnTo>
                                <a:pt x="312" y="239"/>
                              </a:lnTo>
                              <a:lnTo>
                                <a:pt x="312" y="226"/>
                              </a:lnTo>
                              <a:lnTo>
                                <a:pt x="312" y="226"/>
                              </a:lnTo>
                              <a:lnTo>
                                <a:pt x="312" y="213"/>
                              </a:lnTo>
                              <a:lnTo>
                                <a:pt x="310" y="201"/>
                              </a:lnTo>
                              <a:lnTo>
                                <a:pt x="308" y="191"/>
                              </a:lnTo>
                              <a:lnTo>
                                <a:pt x="303" y="181"/>
                              </a:lnTo>
                              <a:lnTo>
                                <a:pt x="298" y="172"/>
                              </a:lnTo>
                              <a:lnTo>
                                <a:pt x="292" y="164"/>
                              </a:lnTo>
                              <a:lnTo>
                                <a:pt x="286" y="156"/>
                              </a:lnTo>
                              <a:lnTo>
                                <a:pt x="278" y="150"/>
                              </a:lnTo>
                              <a:lnTo>
                                <a:pt x="269" y="144"/>
                              </a:lnTo>
                              <a:lnTo>
                                <a:pt x="260" y="138"/>
                              </a:lnTo>
                              <a:lnTo>
                                <a:pt x="249" y="134"/>
                              </a:lnTo>
                              <a:lnTo>
                                <a:pt x="238" y="130"/>
                              </a:lnTo>
                              <a:lnTo>
                                <a:pt x="226" y="127"/>
                              </a:lnTo>
                              <a:lnTo>
                                <a:pt x="212" y="124"/>
                              </a:lnTo>
                              <a:lnTo>
                                <a:pt x="198" y="122"/>
                              </a:lnTo>
                              <a:lnTo>
                                <a:pt x="182" y="121"/>
                              </a:lnTo>
                              <a:lnTo>
                                <a:pt x="138" y="117"/>
                              </a:lnTo>
                              <a:lnTo>
                                <a:pt x="138" y="117"/>
                              </a:lnTo>
                              <a:lnTo>
                                <a:pt x="130" y="116"/>
                              </a:lnTo>
                              <a:lnTo>
                                <a:pt x="123" y="115"/>
                              </a:lnTo>
                              <a:lnTo>
                                <a:pt x="117" y="113"/>
                              </a:lnTo>
                              <a:lnTo>
                                <a:pt x="112" y="110"/>
                              </a:lnTo>
                              <a:lnTo>
                                <a:pt x="108" y="107"/>
                              </a:lnTo>
                              <a:lnTo>
                                <a:pt x="106" y="103"/>
                              </a:lnTo>
                              <a:lnTo>
                                <a:pt x="104" y="99"/>
                              </a:lnTo>
                              <a:lnTo>
                                <a:pt x="103" y="94"/>
                              </a:lnTo>
                              <a:lnTo>
                                <a:pt x="103" y="94"/>
                              </a:lnTo>
                              <a:lnTo>
                                <a:pt x="104" y="88"/>
                              </a:lnTo>
                              <a:lnTo>
                                <a:pt x="106" y="84"/>
                              </a:lnTo>
                              <a:lnTo>
                                <a:pt x="110" y="80"/>
                              </a:lnTo>
                              <a:lnTo>
                                <a:pt x="116" y="77"/>
                              </a:lnTo>
                              <a:lnTo>
                                <a:pt x="122" y="75"/>
                              </a:lnTo>
                              <a:lnTo>
                                <a:pt x="130" y="73"/>
                              </a:lnTo>
                              <a:lnTo>
                                <a:pt x="139" y="72"/>
                              </a:lnTo>
                              <a:lnTo>
                                <a:pt x="149" y="7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0C866D" id="Plátno 24" o:spid="_x0000_s1026" editas="canvas" style="position:absolute;margin-left:0;margin-top:-96.75pt;width:266.5pt;height:99.2pt;z-index:251660800;mso-position-horizontal:left;mso-position-horizontal-relative:page" coordsize="33845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3845;height:12592;visibility:visible;mso-wrap-style:square">
                <v:fill o:detectmouseclick="t"/>
                <v:path o:connecttype="none"/>
              </v:shape>
              <v:shape id="Freeform 4" o:spid="_x0000_s1028" style="position:absolute;left:9478;top:3932;width:7722;height:6115;visibility:visible;mso-wrap-style:square;v-text-anchor:top" coordsize="2431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" path="m,646r2431,l2431,986r,l2395,986r-36,2l2322,990r-35,4l2253,999r-35,5l2185,1011r-33,8l2120,1027r-33,9l2055,1046r-31,11l1992,1068r-30,13l1931,1094r-30,14l1870,1123r-30,15l1781,1169r-59,34l1663,1239r-60,37l1544,1315r-121,81l1423,1396r-105,72l1213,1540r,46l2431,1586r,340l6,1926r,l,1926r,l,1586r,l3,1586r,l51,1586r49,-3l147,1580r46,-4l238,1570r44,-7l326,1555r42,-9l409,1537r41,-11l490,1514r39,-13l569,1487r38,-15l644,1457r38,-16l718,1424r36,-17l790,1389r35,-19l860,1350r34,-19l963,1290r69,-42l1098,1204r135,-89l1233,1115r61,-42l1352,1032r,-46l,986,,646xm,339r2431,l2431,,,,,339xe" fillcolor="#ff5200" stroked="f">
                <v:path arrowok="t" o:connecttype="custom" o:connectlocs="772160,205105;772160,313055;749291,313690;726421,315595;704505,318770;683541,323533;662895,328930;642884,335598;623191,343218;603816,351790;584440,361315;546960,381953;509162,405130;451988,443230;418637,466090;385286,503555;772160,611505;1906,611505;0,611505;0,503555;953,503555;31763,502603;61303,500380;89572,496253;116888,490855;142934,484505;168027,476568;192802,467360;216624,457518;239493,446723;262045,434975;283962,422593;327795,396240;391639,354013;411014,340678;429437,313055;0,205105;772160,107633;0,0" o:connectangles="0,0,0,0,0,0,0,0,0,0,0,0,0,0,0,0,0,0,0,0,0,0,0,0,0,0,0,0,0,0,0,0,0,0,0,0,0,0,0"/>
                <o:lock v:ext="edit" verticies="t"/>
              </v:shape>
              <v:shape id="Freeform 5" o:spid="_x0000_s1029" style="position:absolute;left:18958;top:3417;width:8459;height:3416;visibility:visible;mso-wrap-style:square;v-text-anchor:top" coordsize="2663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" path="m2510,1077r,l2530,1076r18,-3l2565,1068r15,-6l2594,1056r13,-8l2618,1040r9,-9l2635,1022r7,-10l2648,1003r5,-9l2657,985r3,-8l2663,964r-94,l2569,964r-6,8l2558,977r-6,5l2544,986r-10,4l2523,993r-13,1l2510,994r-9,-1l2493,992r-7,-2l2478,987r-6,-3l2466,980r-6,-5l2456,970r-5,-6l2447,957r-3,-6l2441,942r-2,-7l2438,927r-1,-8l2436,910r,l2437,902r1,-9l2439,886r2,-8l2444,871r3,-7l2451,858r5,-6l2460,846r6,-4l2472,838r6,-4l2486,831r7,-2l2501,828r9,l2510,828r13,1l2534,831r10,4l2551,840r7,5l2563,850r6,8l2663,858r,l2662,850r-3,-7l2656,834r-4,-9l2647,815r-6,-10l2634,796r-9,-9l2616,779r-11,-8l2592,763r-14,-6l2563,752r-16,-4l2529,746r-19,-1l2510,745r-18,l2473,748r-16,4l2441,757r-14,6l2413,771r-12,10l2389,791r-10,11l2369,815r-7,14l2354,844r-5,15l2345,876r-2,16l2342,910r,l2343,928r2,17l2349,962r5,15l2362,992r7,13l2379,1018r10,11l2401,1040r12,9l2427,1057r14,6l2457,1069r16,5l2492,1076r18,1xm2189,1070r93,l2282,750r-93,l2189,1070xm2033,1070r77,l2110,750r-88,l2022,921,1891,750r-103,l1788,1070r91,l1879,874r154,196xm1733,991r-186,l1714,801r,-51l1407,750r,79l1568,829r-166,189l1402,1070r331,l1733,991xm1068,1070r294,l1362,992r-201,l1161,942r109,l1270,867r-109,l1161,825r184,l1345,750r-277,l1068,1070xm1014,991r-180,l834,750r-93,l741,1070r273,l1014,991xm393,1070r295,l688,992r-202,l486,942r109,l595,867r-109,l486,825r184,l670,750r-277,l393,1070xm272,648r-79,l165,680,139,648r-79,l122,726r87,l272,648xm339,991r-187,l320,801r,-51l12,750r,79l173,829,7,1018r,52l339,1070r,-79xm1936,300r39,-95l2015,300r-79,xm2064,421r101,l2029,101r-100,l1792,421r94,l1904,376r142,l2064,421xm1810,101r-97,l1632,306,1551,101r-107,l1582,421r97,l1810,101xm1231,76r90,l1375,r-92,l1231,76xm1234,300r40,-95l1313,300r-79,xm1363,421r100,l1327,101r-100,l1090,421r94,l1203,376r141,l1363,421xm929,178r,l937,178r7,2l950,182r5,2l959,188r2,6l963,199r,7l963,206r,6l961,218r-3,4l955,226r-5,3l944,231r-7,2l929,233r-93,l836,178r93,xm744,421r92,l836,309r74,l972,421r98,l1000,298r,l1013,292r11,-8l1035,274r8,-11l1050,251r5,-13l1058,223r1,-17l1059,206r-1,-12l1056,181r-2,-11l1050,160r-4,-9l1040,142r-6,-8l1026,127r-8,-6l1009,116r-10,-5l989,107r-11,-3l966,102r-12,-1l941,101r-197,l744,421xm557,179r,l565,180r8,1l579,184r5,3l588,192r2,5l592,203r,7l592,210r,6l590,222r-3,5l584,231r-5,3l573,237r-8,1l557,239r-94,l463,179r94,xm371,421r92,l463,319r105,l568,319r14,-1l594,317r12,-3l618,311r10,-4l638,302r9,-5l655,290r7,-7l669,275r6,-9l679,256r4,-10l685,235r2,-13l688,210r,l687,197r-2,-14l683,172r-4,-10l675,152r-6,-9l662,135r-7,-7l647,121r-9,-5l628,111r-10,-4l606,104r-12,-2l582,101r-14,l371,101r,320xm149,166r,l162,167r11,1l183,170r10,3l200,176r5,4l209,183r3,3l304,186r,l302,178r-3,-8l296,162r-5,-8l286,147r-6,-8l273,132r-9,-7l255,118r-11,-6l232,107r-13,-4l204,99,188,97,169,95,149,94r,l134,95r-14,1l106,98r-13,2l81,104r-12,4l57,113r-10,6l39,125r-8,7l24,140r-6,9l14,159r-4,10l8,180r,13l8,193r,11l10,215r3,10l16,234r5,9l27,251r7,7l41,265r9,6l59,277r11,5l81,286r12,3l106,292r13,3l133,296r,l177,300r,l187,301r7,2l200,305r6,3l210,311r3,5l215,321r1,6l216,327r-1,6l213,339r-4,4l204,347r-7,4l188,353r-12,1l164,355r,l150,354r-13,-2l127,349r-9,-4l110,341r-6,-5l100,331r-2,-6l,325r,l2,334r2,8l8,351r5,9l18,369r7,8l33,385r9,8l52,400r12,6l77,412r15,5l107,421r18,3l143,426r21,1l164,427r17,-1l199,425r15,-2l228,420r13,-4l253,411r11,-6l274,399r9,-7l290,384r7,-9l302,366r5,-11l310,344r2,-11l312,320r,l312,307r-2,-12l308,285r-5,-10l298,266r-6,-8l286,250r-8,-6l269,238r-9,-6l249,228r-11,-4l226,221r-14,-3l198,216r-16,-1l138,211r,l130,210r-7,-1l117,207r-5,-3l108,201r-2,-4l104,193r-1,-5l103,188r1,-6l106,178r4,-4l116,171r6,-2l130,167r9,-1l149,166xe" fillcolor="#002b59" stroked="f">
                <v:path arrowok="t" o:connecttype="custom" o:connectlocs="831527,329893;815964,305786;797224,315302;778485,305786;774038,286119;783249,267087;804847,263598;844550,267404;823269,242028;780390,238538;747676,267721;747676,309909;780390,339092;645720,339410;596807,277237;445302,322915;403376,298807;264894,314350;154363,314668;124824,339410;107673,314350;107673,339410;612687,32038;492627,32038;390989,24108;346205,133543;301738,57731;304279,70420;236309,133543;325242,90086;335406,57414;317302,35210;176914,56780;188031,66613;147058,75812;188666,100554;214393,84377;216934,54559;196289,33941;51454,52973;96556,59000;80993,37430;42561,30134;9846,41871;3176,68199;22233,89452;59395,95479;68288,105629;47643,112291;0,103092;16516,126882;57489,135129;92110,121807;98462,93576;79087,72323;39067,66296;33668,56463" o:connectangles="0,0,0,0,0,0,0,0,0,0,0,0,0,0,0,0,0,0,0,0,0,0,0,0,0,0,0,0,0,0,0,0,0,0,0,0,0,0,0,0,0,0,0,0,0,0,0,0,0,0,0,0,0,0,0,0,0"/>
                <o:lock v:ext="edit" verticies="t"/>
              </v:shape>
              <v:shape id="Freeform 6" o:spid="_x0000_s1030" style="position:absolute;left:16262;top:2362;width:1016;height:1054;visibility:visible;mso-wrap-style:square;v-text-anchor:top" coordsize="321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" path="m168,332r,l188,331r18,-3l223,323r15,-6l252,311r13,-8l276,295r9,-9l293,277r7,-10l306,258r5,-9l315,240r3,-8l321,219r-94,l227,219r-6,8l216,232r-6,5l202,241r-10,4l181,248r-13,1l168,249r-9,-1l151,247r-7,-2l136,242r-6,-3l124,235r-6,-5l114,225r-5,-6l105,212r-3,-6l99,197r-2,-7l96,182r-1,-8l94,165r,l95,157r1,-9l97,141r2,-8l102,126r3,-7l109,113r5,-6l118,101r6,-4l130,93r6,-4l144,86r7,-2l159,83r9,l168,83r13,1l192,86r10,4l209,95r7,5l221,105r6,8l321,113r,l320,105r-3,-7l314,89r-4,-9l305,70,299,60r-7,-9l283,42r-9,-8l263,26,250,18,236,12,221,7,205,3,187,1,168,r,l150,,131,3,115,7,99,12,85,18,71,26,59,36,47,46,37,57,27,70,20,84,12,99,7,114,3,131,1,147,,165r,l1,183r2,17l7,217r5,15l20,247r7,13l37,273r10,11l59,295r12,9l85,312r14,6l115,324r16,5l150,331r18,1e" filled="f" stroked="f">
                <v:path arrowok="t" o:connecttype="custom" o:connectlocs="53174,105410;65201,104140;75330,100648;83875,96203;90206,90805;94953,84773;98435,79058;100650,73660;71848,69533;69949,72073;66467,75248;60770,77788;53174,79058;50325,78740;45578,77788;41146,75883;37348,73025;34500,69533;32284,65405;30702,60325;30069,55245;29752,52388;30385,46990;31335,42228;33234,37783;36082,33973;39247,30798;43045,28258;47793,26670;53174,26353;57288,26670;63935,28575;68366,31750;71848,35878;101600,35878;100334,31115;98118,25400;94637,19050;89573,13335;83242,8255;74697,3810;64885,953;53174,0;47477,0;36399,2223;26903,5715;18674,11430;11711,18098;6330,26670;2216,36195;317,46673;0,52388;950,63500;3798,73660;8546,82550;14876,90170;22472,96520;31335,100965;41463,104458;53174,105410" o:connectangles="0,0,0,0,0,0,0,0,0,0,0,0,0,0,0,0,0,0,0,0,0,0,0,0,0,0,0,0,0,0,0,0,0,0,0,0,0,0,0,0,0,0,0,0,0,0,0,0,0,0,0,0,0,0,0,0,0,0,0,0"/>
              </v:shape>
              <v:rect id="Rectangle 7" o:spid="_x0000_s1031" style="position:absolute;left:15773;top:2381;width:292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v:shape id="Freeform 8" o:spid="_x0000_s1032" style="position:absolute;left:14497;top:2381;width:1028;height:1016;visibility:visible;mso-wrap-style:square;v-text-anchor:top" coordsize="322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" path="m245,320r77,l322,,234,r,171l103,,,,,320r91,l91,124,245,320e" filled="f" stroked="f">
                <v:path arrowok="t" o:connecttype="custom" o:connectlocs="78271,101600;102870,101600;102870,0;74756,0;74756,54293;32906,0;0,0;0,101600;29072,101600;29072,39370;78271,101600" o:connectangles="0,0,0,0,0,0,0,0,0,0,0"/>
              </v:shape>
              <v:shape id="Freeform 9" o:spid="_x0000_s1033" style="position:absolute;left:13271;top:2381;width:1054;height:1016;visibility:visible;mso-wrap-style:square;v-text-anchor:top" coordsize="331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" path="m331,241r-186,l312,51,312,,5,r,79l166,79,,268r,52l331,320r,-79e" filled="f" stroked="f">
                <v:path arrowok="t" o:connecttype="custom" o:connectlocs="105410,76518;46177,76518;99359,16193;99359,0;1592,0;1592,25083;52864,25083;0,85090;0,101600;105410,101600;105410,76518" o:connectangles="0,0,0,0,0,0,0,0,0,0,0"/>
              </v:shape>
              <v:shape id="Freeform 10" o:spid="_x0000_s1034" style="position:absolute;left:12211;top:2381;width:939;height:1016;visibility:visible;mso-wrap-style:square;v-text-anchor:top" coordsize="294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" path="m,320r294,l294,242r-201,l93,192r109,l202,117r-109,l93,75r184,l277,,,,,320e" filled="f" stroked="f">
                <v:path arrowok="t" o:connecttype="custom" o:connectlocs="0,101600;93980,101600;93980,76835;29728,76835;29728,60960;64571,60960;64571,37148;29728,37148;29728,23813;88546,23813;88546,0;0,0;0,101600" o:connectangles="0,0,0,0,0,0,0,0,0,0,0,0,0"/>
              </v:shape>
              <v:shape id="Freeform 11" o:spid="_x0000_s1035" style="position:absolute;left:11176;top:2381;width:869;height:1016;visibility:visible;mso-wrap-style:square;v-text-anchor:top" coordsize="273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" path="m273,241r-180,l93,,,,,320r273,l273,241e" filled="f" stroked="f">
                <v:path arrowok="t" o:connecttype="custom" o:connectlocs="86995,76518;29636,76518;29636,0;0,0;0,101600;86995,101600;86995,76518" o:connectangles="0,0,0,0,0,0,0"/>
              </v:shape>
              <v:shape id="Freeform 12" o:spid="_x0000_s1036" style="position:absolute;left:10071;top:2381;width:933;height:1016;visibility:visible;mso-wrap-style:square;v-text-anchor:top" coordsize="295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" path="m,320r295,l295,242r-202,l93,192r109,l202,117r-109,l93,75r184,l277,,,,,320e" filled="f" stroked="f">
                <v:path arrowok="t" o:connecttype="custom" o:connectlocs="0,101600;93345,101600;93345,76835;29427,76835;29427,60960;63918,60960;63918,37148;29427,37148;29427,23813;87649,23813;87649,0;0,0;0,101600" o:connectangles="0,0,0,0,0,0,0,0,0,0,0,0,0"/>
              </v:shape>
              <v:shape id="Freeform 13" o:spid="_x0000_s1037" style="position:absolute;left:9017;top:2057;width:673;height:248;visibility:visible;mso-wrap-style:square;v-text-anchor:top" coordsize="212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" path="m212,l133,,105,32,79,,,,62,78r87,l212,e" filled="f" stroked="f">
                <v:path arrowok="t" o:connecttype="custom" o:connectlocs="67310,0;42228,0;33338,10160;25083,0;0,0;19685,24765;47308,24765;67310,0" o:connectangles="0,0,0,0,0,0,0,0"/>
              </v:shape>
              <v:shape id="Freeform 14" o:spid="_x0000_s1038" style="position:absolute;left:8845;top:2381;width:1054;height:1016;visibility:visible;mso-wrap-style:square;v-text-anchor:top" coordsize="332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" path="m332,241r-187,l313,51,313,,5,r,79l166,79,,268r,52l332,320r,-79e" filled="f" stroked="f">
                <v:path arrowok="t" o:connecttype="custom" o:connectlocs="105410,76518;46038,76518;99378,16193;99378,0;1588,0;1588,25083;52705,25083;0,85090;0,101600;105410,101600;105410,76518" o:connectangles="0,0,0,0,0,0,0,0,0,0,0"/>
              </v:shape>
              <v:shape id="Freeform 15" o:spid="_x0000_s1039" style="position:absolute;left:14966;top:647;width:254;height:305;visibility:visible;mso-wrap-style:square;v-text-anchor:top" coordsize="79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" path="m,95l39,,79,95,,95e" filled="f" stroked="f">
                <v:path arrowok="t" o:connecttype="custom" o:connectlocs="0,30480;12539,0;25400,30480;0,30480" o:connectangles="0,0,0,0"/>
              </v:shape>
              <v:shape id="Freeform 16" o:spid="_x0000_s1040" style="position:absolute;left:14509;top:317;width:1188;height:1022;visibility:visible;mso-wrap-style:square;v-text-anchor:top" coordsize="373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" path="m272,320r101,l237,,137,,,320r94,l112,275r142,l272,320e" filled="f" stroked="f">
                <v:path arrowok="t" o:connecttype="custom" o:connectlocs="86592,102235;118745,102235;75449,0;43614,0;0,102235;29925,102235;35655,87858;80861,87858;86592,102235" o:connectangles="0,0,0,0,0,0,0,0,0"/>
              </v:shape>
              <v:shape id="Freeform 17" o:spid="_x0000_s1041" style="position:absolute;left:13404;top:317;width:1162;height:1022;visibility:visible;mso-wrap-style:square;v-text-anchor:top" coordsize="366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" path="m366,l269,,188,205,107,,,,138,320r97,l366,e" filled="f" stroked="f">
                <v:path arrowok="t" o:connecttype="custom" o:connectlocs="116205,0;85408,0;59690,65494;33973,0;0,0;43815,102235;74613,102235;116205,0" o:connectangles="0,0,0,0,0,0,0,0"/>
              </v:shape>
              <v:shape id="Freeform 18" o:spid="_x0000_s1042" style="position:absolute;left:12731;width:457;height:241;visibility:visible;mso-wrap-style:square;v-text-anchor:top" coordsize="144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" path="m,76r90,l144,,52,,,76e" filled="f" stroked="f">
                <v:path arrowok="t" o:connecttype="custom" o:connectlocs="0,24130;28575,24130;45720,0;16510,0;0,24130" o:connectangles="0,0,0,0,0"/>
              </v:shape>
              <v:shape id="Freeform 19" o:spid="_x0000_s1043" style="position:absolute;left:12744;top:647;width:248;height:305;visibility:visible;mso-wrap-style:square;v-text-anchor:top" coordsize="79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" path="m,95l40,,79,95,,95e" filled="f" stroked="f">
                <v:path arrowok="t" o:connecttype="custom" o:connectlocs="0,30480;12539,0;24765,30480;0,30480" o:connectangles="0,0,0,0"/>
              </v:shape>
              <v:shape id="Freeform 20" o:spid="_x0000_s1044" style="position:absolute;left:12280;top:317;width:1188;height:1022;visibility:visible;mso-wrap-style:square;v-text-anchor:top" coordsize="373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" path="m273,320r100,l237,,137,,,320r94,l113,275r141,l273,320e" filled="f" stroked="f">
                <v:path arrowok="t" o:connecttype="custom" o:connectlocs="86910,102235;118745,102235;75449,0;43614,0;0,102235;29925,102235;35974,87858;80861,87858;86910,102235" o:connectangles="0,0,0,0,0,0,0,0,0"/>
              </v:shape>
              <v:shape id="Freeform 21" o:spid="_x0000_s1045" style="position:absolute;left:11474;top:565;width:406;height:171;visibility:visible;mso-wrap-style:square;v-text-anchor:top" coordsize="127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" path="m93,r,l101,r7,2l114,4r5,2l123,10r2,6l127,21r,7l127,28r,6l125,40r-3,4l119,48r-5,3l108,53r-7,2l93,55,,55,,,93,e" filled="f" stroked="f">
                <v:path arrowok="t" o:connecttype="custom" o:connectlocs="29760,0;29760,0;32320,0;34560,623;36480,1247;38080,1870;39360,3117;40000,4988;40640,6546;40640,8728;40640,8728;40640,10599;40000,12469;39040,13716;38080,14963;36480,15898;34560,16522;32320,17145;29760,17145;0,17145;0,0;29760,0" o:connectangles="0,0,0,0,0,0,0,0,0,0,0,0,0,0,0,0,0,0,0,0,0,0"/>
              </v:shape>
              <v:shape id="Freeform 22" o:spid="_x0000_s1046" style="position:absolute;left:11188;top:317;width:1029;height:1022;visibility:visible;mso-wrap-style:square;v-text-anchor:top" coordsize="326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" path="m,320r92,l92,208r74,l228,320r98,l256,197r,l269,191r11,-8l291,173r8,-11l306,150r5,-13l314,122r1,-17l315,105,314,93,312,80,310,69,306,59r-4,-9l296,41r-6,-8l282,26r-8,-6l265,15,255,10,245,6,234,3,222,1,210,,197,,,,,320e" filled="f" stroked="f">
                <v:path arrowok="t" o:connecttype="custom" o:connectlocs="0,102235;29031,102235;29031,66453;52382,66453;71946,102235;102870,102235;80781,62938;80781,62938;84884,61022;88355,58466;91826,55271;94350,51756;96559,47923;98137,43769;99083,38977;99399,33546;99399,33546;99083,29712;98452,25559;97821,22044;96559,18850;95297,15974;93403,13099;91510,10543;88986,8307;86461,6390;83621,4792;80466,3195;77310,1917;73839,958;70053,319;66266,0;62164,0;0,0;0,102235" o:connectangles="0,0,0,0,0,0,0,0,0,0,0,0,0,0,0,0,0,0,0,0,0,0,0,0,0,0,0,0,0,0,0,0,0,0,0"/>
              </v:shape>
              <v:shape id="Freeform 23" o:spid="_x0000_s1047" style="position:absolute;left:10293;top:571;width:406;height:184;visibility:visible;mso-wrap-style:square;v-text-anchor:top" coordsize="12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" path="m94,r,l102,1r8,1l116,5r5,3l125,13r2,5l129,24r,7l129,31r,6l127,43r-3,5l121,52r-5,3l110,58r-8,1l94,60,,60,,,94,e" filled="f" stroked="f">
                <v:path arrowok="t" o:connecttype="custom" o:connectlocs="29614,0;29614,0;32134,307;34654,614;36544,1535;38120,2455;39380,3990;40010,5525;40640,7366;40640,9514;40640,9514;40640,11356;40010,13197;39065,14732;38120,15960;36544,16880;34654,17801;32134,18108;29614,18415;0,18415;0,0;29614,0" o:connectangles="0,0,0,0,0,0,0,0,0,0,0,0,0,0,0,0,0,0,0,0,0,0"/>
              </v:shape>
              <v:shape id="Freeform 24" o:spid="_x0000_s1048" style="position:absolute;left:10001;top:317;width:1003;height:1022;visibility:visible;mso-wrap-style:square;v-text-anchor:top" coordsize="317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" path="m,320r92,l92,218r105,l197,218r14,-1l223,216r12,-3l247,210r10,-4l267,201r9,-5l284,189r7,-7l298,174r6,-9l308,155r4,-10l314,134r2,-13l317,109r,l316,96,314,82,312,71,308,61,304,51r-6,-9l291,34r-7,-7l276,20r-9,-5l257,10,247,6,235,3,223,1,211,,197,,,,,320e" filled="f" stroked="f">
                <v:path arrowok="t" o:connecttype="custom" o:connectlocs="0,102235;29118,102235;29118,69648;62350,69648;62350,69648;66781,69328;70579,69009;74377,68050;78175,67092;81340,65814;84505,64216;87354,62619;89886,60383;92101,58146;94317,55590;96216,52715;97482,49520;98748,46325;99381,42811;100014,38658;100330,34824;100330,34824;100014,30671;99381,26198;98748,22683;97482,19489;96216,16294;94317,13418;92101,10862;89886,8626;87354,6390;84505,4792;81340,3195;78175,1917;74377,958;70579,319;66781,0;62350,0;0,0;0,102235" o:connectangles="0,0,0,0,0,0,0,0,0,0,0,0,0,0,0,0,0,0,0,0,0,0,0,0,0,0,0,0,0,0,0,0,0,0,0,0,0,0,0,0"/>
              </v:shape>
              <v:shape id="Freeform 25" o:spid="_x0000_s1049" style="position:absolute;left:8820;top:298;width:990;height:1060;visibility:visible;mso-wrap-style:square;v-text-anchor:top" coordsize="312,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" path="m149,72r,l162,73r11,1l183,76r10,3l200,82r5,4l209,89r3,3l304,92r,l302,84r-3,-8l296,68r-5,-8l286,53r-6,-8l273,38r-9,-7l255,24,244,18,232,13,219,9,204,5,188,3,169,1,149,r,l134,1,120,2,106,4,93,6,81,10,69,14,57,19,47,25r-8,6l31,38r-7,8l18,55,14,65,10,75,8,86r,13l8,99r,11l10,121r3,10l16,140r5,9l27,157r7,7l41,171r9,6l59,183r11,5l81,192r12,3l106,198r13,3l133,202r,l177,206r,l187,207r7,2l200,211r6,3l210,217r3,5l215,227r1,6l216,233r-1,6l213,245r-4,4l204,253r-7,4l188,259r-12,1l164,261r,l150,260r-13,-2l127,255r-9,-4l110,247r-6,-5l100,237r-2,-6l,231r,l2,240r2,8l8,257r5,9l18,275r7,8l33,291r9,8l52,306r12,6l77,318r15,5l107,327r18,3l143,332r21,1l164,333r17,-1l199,331r15,-2l228,326r13,-4l253,317r11,-6l274,305r9,-7l290,290r7,-9l302,272r5,-11l310,250r2,-11l312,226r,l312,213r-2,-12l308,191r-5,-10l298,172r-6,-8l286,156r-8,-6l269,144r-9,-6l249,134r-11,-4l226,127r-14,-3l198,122r-16,-1l138,117r,l130,116r-7,-1l117,113r-5,-3l108,107r-2,-4l104,99r-1,-5l103,94r1,-6l106,84r4,-4l116,77r6,-2l130,73r9,-1l149,72e" filled="f" stroked="f">
                <v:path arrowok="t" o:connecttype="custom" o:connectlocs="51435,23247;61278,25158;66358,28342;96520,29298;93980,21655;88900,14330;80963,7643;69533,2866;53658,318;42545,318;29528,1911;18098,6051;9843,12101;4445,20699;2540,31527;3175,38533;6668,47450;13018,54456;22225,59869;33655,63054;42228,64328;59373,65920;65405,68149;68263,72289;68263,76110;64770,80569;55880,82798;47625,82798;37465,79932;31750,75473;0,73563;2540,81843;7938,90122;16510,97447;29210,102860;45403,105727;57468,105727;72390,103816;83820,99039;92075,92352;97473,83116;99060,71970;98425,64009;94615,54774;88265,47768;79058,42673;67310,39488;43815,37259;39053,36622;34290,34075;32703,29935;33655,26750;38735,23884;47308,22929" o:connectangles="0,0,0,0,0,0,0,0,0,0,0,0,0,0,0,0,0,0,0,0,0,0,0,0,0,0,0,0,0,0,0,0,0,0,0,0,0,0,0,0,0,0,0,0,0,0,0,0,0,0,0,0,0,0"/>
              </v:shape>
              <w10:wrap anchorx="page"/>
            </v:group>
          </w:pict>
        </mc:Fallback>
      </mc:AlternateContent>
    </w:r>
  </w:p>
  <w:p w14:paraId="47D2E311" w14:textId="77777777" w:rsidR="00E433EF" w:rsidRPr="00460660" w:rsidRDefault="00E433E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161"/>
    <w:multiLevelType w:val="hybridMultilevel"/>
    <w:tmpl w:val="CA4A157C"/>
    <w:lvl w:ilvl="0" w:tplc="79424116">
      <w:start w:val="5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3E1867"/>
    <w:multiLevelType w:val="hybridMultilevel"/>
    <w:tmpl w:val="9FE47E2A"/>
    <w:lvl w:ilvl="0" w:tplc="0CE2BA1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6CB5B16"/>
    <w:multiLevelType w:val="hybridMultilevel"/>
    <w:tmpl w:val="25CA25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1E30F7"/>
    <w:multiLevelType w:val="hybridMultilevel"/>
    <w:tmpl w:val="47D62C20"/>
    <w:lvl w:ilvl="0" w:tplc="765C4422"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C387B39"/>
    <w:multiLevelType w:val="hybridMultilevel"/>
    <w:tmpl w:val="2AA42C26"/>
    <w:lvl w:ilvl="0" w:tplc="0CE2BA12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D10CFF"/>
    <w:multiLevelType w:val="hybridMultilevel"/>
    <w:tmpl w:val="D1205B18"/>
    <w:lvl w:ilvl="0" w:tplc="20FA750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4D11"/>
    <w:multiLevelType w:val="hybridMultilevel"/>
    <w:tmpl w:val="9E58273E"/>
    <w:lvl w:ilvl="0" w:tplc="C382E17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72033"/>
    <w:multiLevelType w:val="hybridMultilevel"/>
    <w:tmpl w:val="29CCC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8FCDE">
      <w:start w:val="1"/>
      <w:numFmt w:val="bullet"/>
      <w:pStyle w:val="JCOdrka1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E74EFC2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B44EB6"/>
    <w:multiLevelType w:val="hybridMultilevel"/>
    <w:tmpl w:val="B148B5F4"/>
    <w:lvl w:ilvl="0" w:tplc="C3088082">
      <w:start w:val="1"/>
      <w:numFmt w:val="decimal"/>
      <w:pStyle w:val="JC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B3D57"/>
    <w:multiLevelType w:val="multilevel"/>
    <w:tmpl w:val="9D6A9388"/>
    <w:lvl w:ilvl="0">
      <w:start w:val="1"/>
      <w:numFmt w:val="decimal"/>
      <w:pStyle w:val="Nadpis6"/>
      <w:lvlText w:val="SO 0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Restart w:val="0"/>
      <w:pStyle w:val="Nadpis7"/>
      <w:lvlText w:val="SO 0%1.%2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8"/>
      <w:lvlText w:val="SO 0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9"/>
      <w:suff w:val="space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Restart w:val="0"/>
      <w:pStyle w:val="5"/>
      <w:lvlText w:val="%1.%2.%3.%4.%5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3" w15:restartNumberingAfterBreak="0">
    <w:nsid w:val="64BE1790"/>
    <w:multiLevelType w:val="hybridMultilevel"/>
    <w:tmpl w:val="20E09FAE"/>
    <w:lvl w:ilvl="0" w:tplc="F92A60AC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8431E8E"/>
    <w:multiLevelType w:val="hybridMultilevel"/>
    <w:tmpl w:val="D78CCA2E"/>
    <w:lvl w:ilvl="0" w:tplc="9E3CD144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1AA4405"/>
    <w:multiLevelType w:val="hybridMultilevel"/>
    <w:tmpl w:val="FDE4C9F0"/>
    <w:lvl w:ilvl="0" w:tplc="D1F2E98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96AA2"/>
    <w:multiLevelType w:val="hybridMultilevel"/>
    <w:tmpl w:val="039485F2"/>
    <w:lvl w:ilvl="0" w:tplc="D2B26C58">
      <w:numFmt w:val="bullet"/>
      <w:lvlText w:val="-"/>
      <w:lvlJc w:val="left"/>
      <w:pPr>
        <w:ind w:left="1080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CC23EC"/>
    <w:multiLevelType w:val="hybridMultilevel"/>
    <w:tmpl w:val="B77CBFE8"/>
    <w:lvl w:ilvl="0" w:tplc="AADA06E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546B0"/>
    <w:multiLevelType w:val="multilevel"/>
    <w:tmpl w:val="CABE99FC"/>
    <w:numStyleLink w:val="ListNumbermultilevel"/>
  </w:abstractNum>
  <w:abstractNum w:abstractNumId="19" w15:restartNumberingAfterBreak="0">
    <w:nsid w:val="7F83190D"/>
    <w:multiLevelType w:val="hybridMultilevel"/>
    <w:tmpl w:val="57ACD14A"/>
    <w:lvl w:ilvl="0" w:tplc="F92A60AC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18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4"/>
  </w:num>
  <w:num w:numId="15">
    <w:abstractNumId w:val="15"/>
  </w:num>
  <w:num w:numId="16">
    <w:abstractNumId w:val="0"/>
  </w:num>
  <w:num w:numId="17">
    <w:abstractNumId w:val="13"/>
  </w:num>
  <w:num w:numId="18">
    <w:abstractNumId w:val="19"/>
  </w:num>
  <w:num w:numId="19">
    <w:abstractNumId w:val="14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CD"/>
    <w:rsid w:val="000001CD"/>
    <w:rsid w:val="0000795F"/>
    <w:rsid w:val="00021942"/>
    <w:rsid w:val="0003320E"/>
    <w:rsid w:val="000364B2"/>
    <w:rsid w:val="00043716"/>
    <w:rsid w:val="00045B11"/>
    <w:rsid w:val="000609D2"/>
    <w:rsid w:val="0006364D"/>
    <w:rsid w:val="00065DAE"/>
    <w:rsid w:val="000672A0"/>
    <w:rsid w:val="00072C1E"/>
    <w:rsid w:val="00080006"/>
    <w:rsid w:val="00091F19"/>
    <w:rsid w:val="00092BEF"/>
    <w:rsid w:val="00093AD6"/>
    <w:rsid w:val="000A56FE"/>
    <w:rsid w:val="000B1C2A"/>
    <w:rsid w:val="000B55F9"/>
    <w:rsid w:val="000D325A"/>
    <w:rsid w:val="000D408E"/>
    <w:rsid w:val="000D472B"/>
    <w:rsid w:val="000E0417"/>
    <w:rsid w:val="000E23A7"/>
    <w:rsid w:val="000E376F"/>
    <w:rsid w:val="000F1E33"/>
    <w:rsid w:val="000F35C1"/>
    <w:rsid w:val="000F4608"/>
    <w:rsid w:val="000F65AE"/>
    <w:rsid w:val="0010325B"/>
    <w:rsid w:val="0010693F"/>
    <w:rsid w:val="00107297"/>
    <w:rsid w:val="001128A5"/>
    <w:rsid w:val="0011328C"/>
    <w:rsid w:val="00113DD0"/>
    <w:rsid w:val="00114472"/>
    <w:rsid w:val="00116F33"/>
    <w:rsid w:val="00121B21"/>
    <w:rsid w:val="0012498A"/>
    <w:rsid w:val="00132706"/>
    <w:rsid w:val="00132E17"/>
    <w:rsid w:val="00134538"/>
    <w:rsid w:val="0013512D"/>
    <w:rsid w:val="00136BE4"/>
    <w:rsid w:val="001460CB"/>
    <w:rsid w:val="001550BC"/>
    <w:rsid w:val="0015673D"/>
    <w:rsid w:val="001605B9"/>
    <w:rsid w:val="00170EC5"/>
    <w:rsid w:val="001747C1"/>
    <w:rsid w:val="00180782"/>
    <w:rsid w:val="00182BFA"/>
    <w:rsid w:val="00184743"/>
    <w:rsid w:val="001854CF"/>
    <w:rsid w:val="001908BE"/>
    <w:rsid w:val="001A2350"/>
    <w:rsid w:val="001A3641"/>
    <w:rsid w:val="001A5A9A"/>
    <w:rsid w:val="001B12DB"/>
    <w:rsid w:val="001B21A5"/>
    <w:rsid w:val="001B2612"/>
    <w:rsid w:val="001B4F95"/>
    <w:rsid w:val="001B57D8"/>
    <w:rsid w:val="001C65EB"/>
    <w:rsid w:val="001D2BEE"/>
    <w:rsid w:val="001E432C"/>
    <w:rsid w:val="001E470C"/>
    <w:rsid w:val="001F014C"/>
    <w:rsid w:val="001F08B4"/>
    <w:rsid w:val="001F3193"/>
    <w:rsid w:val="00200185"/>
    <w:rsid w:val="00207DF5"/>
    <w:rsid w:val="00220775"/>
    <w:rsid w:val="00224557"/>
    <w:rsid w:val="00226B6F"/>
    <w:rsid w:val="0023228D"/>
    <w:rsid w:val="00233388"/>
    <w:rsid w:val="00234C88"/>
    <w:rsid w:val="00236356"/>
    <w:rsid w:val="00242A28"/>
    <w:rsid w:val="00244FE9"/>
    <w:rsid w:val="002477BE"/>
    <w:rsid w:val="0026229C"/>
    <w:rsid w:val="002653B7"/>
    <w:rsid w:val="00272B74"/>
    <w:rsid w:val="00273AF6"/>
    <w:rsid w:val="00275537"/>
    <w:rsid w:val="00275704"/>
    <w:rsid w:val="00277C41"/>
    <w:rsid w:val="00280E07"/>
    <w:rsid w:val="002B3D5E"/>
    <w:rsid w:val="002B7275"/>
    <w:rsid w:val="002C21E2"/>
    <w:rsid w:val="002C31BF"/>
    <w:rsid w:val="002C5A31"/>
    <w:rsid w:val="002C7593"/>
    <w:rsid w:val="002D08B1"/>
    <w:rsid w:val="002D2719"/>
    <w:rsid w:val="002D4F11"/>
    <w:rsid w:val="002D78B3"/>
    <w:rsid w:val="002E0CD7"/>
    <w:rsid w:val="002E1C2E"/>
    <w:rsid w:val="003002E6"/>
    <w:rsid w:val="00301FE3"/>
    <w:rsid w:val="00305C5F"/>
    <w:rsid w:val="00321BBC"/>
    <w:rsid w:val="00330154"/>
    <w:rsid w:val="00341DCF"/>
    <w:rsid w:val="00357BC6"/>
    <w:rsid w:val="00366A3C"/>
    <w:rsid w:val="0037091D"/>
    <w:rsid w:val="00375FCE"/>
    <w:rsid w:val="0038486A"/>
    <w:rsid w:val="0038503B"/>
    <w:rsid w:val="00387A7A"/>
    <w:rsid w:val="00390610"/>
    <w:rsid w:val="003956C6"/>
    <w:rsid w:val="0039750D"/>
    <w:rsid w:val="003A5D1E"/>
    <w:rsid w:val="003C0C97"/>
    <w:rsid w:val="003C63EC"/>
    <w:rsid w:val="003D17C4"/>
    <w:rsid w:val="004038AA"/>
    <w:rsid w:val="004061F8"/>
    <w:rsid w:val="00432364"/>
    <w:rsid w:val="00441430"/>
    <w:rsid w:val="00447F19"/>
    <w:rsid w:val="00450F07"/>
    <w:rsid w:val="00453CD3"/>
    <w:rsid w:val="00453FDD"/>
    <w:rsid w:val="00460660"/>
    <w:rsid w:val="004702C0"/>
    <w:rsid w:val="004743D3"/>
    <w:rsid w:val="00481C2A"/>
    <w:rsid w:val="00482BC7"/>
    <w:rsid w:val="0048415D"/>
    <w:rsid w:val="0048558F"/>
    <w:rsid w:val="00486107"/>
    <w:rsid w:val="00486321"/>
    <w:rsid w:val="00491827"/>
    <w:rsid w:val="00492749"/>
    <w:rsid w:val="0049685A"/>
    <w:rsid w:val="00496CBF"/>
    <w:rsid w:val="004A17B6"/>
    <w:rsid w:val="004B348C"/>
    <w:rsid w:val="004C1B79"/>
    <w:rsid w:val="004C4399"/>
    <w:rsid w:val="004C787C"/>
    <w:rsid w:val="004D0B58"/>
    <w:rsid w:val="004D5EE1"/>
    <w:rsid w:val="004E143C"/>
    <w:rsid w:val="004E3018"/>
    <w:rsid w:val="004E3A53"/>
    <w:rsid w:val="004E5666"/>
    <w:rsid w:val="004E6A53"/>
    <w:rsid w:val="004E784B"/>
    <w:rsid w:val="004F20BC"/>
    <w:rsid w:val="004F2C7C"/>
    <w:rsid w:val="004F4B9B"/>
    <w:rsid w:val="004F610D"/>
    <w:rsid w:val="004F69EA"/>
    <w:rsid w:val="004F6BCB"/>
    <w:rsid w:val="00511AB9"/>
    <w:rsid w:val="00517D26"/>
    <w:rsid w:val="00523418"/>
    <w:rsid w:val="00523EA7"/>
    <w:rsid w:val="00527435"/>
    <w:rsid w:val="00540A84"/>
    <w:rsid w:val="0054280B"/>
    <w:rsid w:val="0054420A"/>
    <w:rsid w:val="00553375"/>
    <w:rsid w:val="005572C8"/>
    <w:rsid w:val="00557C28"/>
    <w:rsid w:val="005629B5"/>
    <w:rsid w:val="00567E44"/>
    <w:rsid w:val="00571310"/>
    <w:rsid w:val="005736B7"/>
    <w:rsid w:val="00575413"/>
    <w:rsid w:val="00575E5A"/>
    <w:rsid w:val="005A260D"/>
    <w:rsid w:val="005A37C4"/>
    <w:rsid w:val="005A7D9C"/>
    <w:rsid w:val="005B293E"/>
    <w:rsid w:val="005B29AE"/>
    <w:rsid w:val="005B6D57"/>
    <w:rsid w:val="005C5805"/>
    <w:rsid w:val="005C633A"/>
    <w:rsid w:val="005E034A"/>
    <w:rsid w:val="005E6C55"/>
    <w:rsid w:val="005F1404"/>
    <w:rsid w:val="0060408D"/>
    <w:rsid w:val="006054D1"/>
    <w:rsid w:val="006073C0"/>
    <w:rsid w:val="0061068E"/>
    <w:rsid w:val="00620AAF"/>
    <w:rsid w:val="00624EBB"/>
    <w:rsid w:val="00636507"/>
    <w:rsid w:val="00640599"/>
    <w:rsid w:val="00650B6B"/>
    <w:rsid w:val="006604E9"/>
    <w:rsid w:val="00660AD3"/>
    <w:rsid w:val="006637EC"/>
    <w:rsid w:val="00664D07"/>
    <w:rsid w:val="00664EE5"/>
    <w:rsid w:val="006716D7"/>
    <w:rsid w:val="006747B5"/>
    <w:rsid w:val="00677B7F"/>
    <w:rsid w:val="006838A1"/>
    <w:rsid w:val="00683E02"/>
    <w:rsid w:val="00692C6C"/>
    <w:rsid w:val="006947C3"/>
    <w:rsid w:val="00694F55"/>
    <w:rsid w:val="0069591C"/>
    <w:rsid w:val="006A4650"/>
    <w:rsid w:val="006A504D"/>
    <w:rsid w:val="006A5570"/>
    <w:rsid w:val="006A689C"/>
    <w:rsid w:val="006B1009"/>
    <w:rsid w:val="006B3D79"/>
    <w:rsid w:val="006B47CE"/>
    <w:rsid w:val="006D318C"/>
    <w:rsid w:val="006D7AFE"/>
    <w:rsid w:val="006D7D04"/>
    <w:rsid w:val="006E0578"/>
    <w:rsid w:val="006E314D"/>
    <w:rsid w:val="006E5DE9"/>
    <w:rsid w:val="006F0C28"/>
    <w:rsid w:val="006F1370"/>
    <w:rsid w:val="006F2739"/>
    <w:rsid w:val="006F36D5"/>
    <w:rsid w:val="00700C8C"/>
    <w:rsid w:val="0070667D"/>
    <w:rsid w:val="00710723"/>
    <w:rsid w:val="00713346"/>
    <w:rsid w:val="00723ED1"/>
    <w:rsid w:val="00725630"/>
    <w:rsid w:val="0072641F"/>
    <w:rsid w:val="00732981"/>
    <w:rsid w:val="00737C81"/>
    <w:rsid w:val="007427FC"/>
    <w:rsid w:val="00743525"/>
    <w:rsid w:val="00743F27"/>
    <w:rsid w:val="00756E23"/>
    <w:rsid w:val="00761F2F"/>
    <w:rsid w:val="0076286B"/>
    <w:rsid w:val="00762A55"/>
    <w:rsid w:val="00766846"/>
    <w:rsid w:val="0077325F"/>
    <w:rsid w:val="00774CA2"/>
    <w:rsid w:val="0077673A"/>
    <w:rsid w:val="007842CD"/>
    <w:rsid w:val="007846E1"/>
    <w:rsid w:val="00785E20"/>
    <w:rsid w:val="00787E0A"/>
    <w:rsid w:val="00793D32"/>
    <w:rsid w:val="007B1BE6"/>
    <w:rsid w:val="007B570C"/>
    <w:rsid w:val="007C0333"/>
    <w:rsid w:val="007C153E"/>
    <w:rsid w:val="007C589B"/>
    <w:rsid w:val="007D319A"/>
    <w:rsid w:val="007D6994"/>
    <w:rsid w:val="007E4A6E"/>
    <w:rsid w:val="007F56A7"/>
    <w:rsid w:val="007F7E10"/>
    <w:rsid w:val="00800041"/>
    <w:rsid w:val="00807DD0"/>
    <w:rsid w:val="00821CF9"/>
    <w:rsid w:val="00825933"/>
    <w:rsid w:val="008270EB"/>
    <w:rsid w:val="008407EB"/>
    <w:rsid w:val="00843FDE"/>
    <w:rsid w:val="0084489B"/>
    <w:rsid w:val="008470A2"/>
    <w:rsid w:val="008479E6"/>
    <w:rsid w:val="00853F93"/>
    <w:rsid w:val="00855412"/>
    <w:rsid w:val="00856220"/>
    <w:rsid w:val="0085656D"/>
    <w:rsid w:val="00862C98"/>
    <w:rsid w:val="008659F3"/>
    <w:rsid w:val="0087182B"/>
    <w:rsid w:val="0087320E"/>
    <w:rsid w:val="008748C5"/>
    <w:rsid w:val="00875334"/>
    <w:rsid w:val="00884701"/>
    <w:rsid w:val="00885231"/>
    <w:rsid w:val="00886D4B"/>
    <w:rsid w:val="00895406"/>
    <w:rsid w:val="00895468"/>
    <w:rsid w:val="00896C61"/>
    <w:rsid w:val="008A3568"/>
    <w:rsid w:val="008A3A91"/>
    <w:rsid w:val="008B6F54"/>
    <w:rsid w:val="008B768D"/>
    <w:rsid w:val="008C395C"/>
    <w:rsid w:val="008D03B9"/>
    <w:rsid w:val="008E0886"/>
    <w:rsid w:val="008F18D6"/>
    <w:rsid w:val="008F315F"/>
    <w:rsid w:val="008F6C29"/>
    <w:rsid w:val="008F7B5B"/>
    <w:rsid w:val="00900111"/>
    <w:rsid w:val="00904780"/>
    <w:rsid w:val="00905FD0"/>
    <w:rsid w:val="00922385"/>
    <w:rsid w:val="009223DF"/>
    <w:rsid w:val="00923DE9"/>
    <w:rsid w:val="00924297"/>
    <w:rsid w:val="009251DA"/>
    <w:rsid w:val="0092558A"/>
    <w:rsid w:val="00925C9E"/>
    <w:rsid w:val="00930B02"/>
    <w:rsid w:val="00936091"/>
    <w:rsid w:val="00940D8A"/>
    <w:rsid w:val="00946625"/>
    <w:rsid w:val="0094746B"/>
    <w:rsid w:val="00950CD2"/>
    <w:rsid w:val="00953589"/>
    <w:rsid w:val="009568F1"/>
    <w:rsid w:val="00957E3F"/>
    <w:rsid w:val="00962258"/>
    <w:rsid w:val="0096549E"/>
    <w:rsid w:val="009678B7"/>
    <w:rsid w:val="00975A8C"/>
    <w:rsid w:val="009826C8"/>
    <w:rsid w:val="009833E1"/>
    <w:rsid w:val="00992D9C"/>
    <w:rsid w:val="00994948"/>
    <w:rsid w:val="00996CB8"/>
    <w:rsid w:val="009B14A9"/>
    <w:rsid w:val="009B2E97"/>
    <w:rsid w:val="009B359A"/>
    <w:rsid w:val="009C2DA8"/>
    <w:rsid w:val="009D4B73"/>
    <w:rsid w:val="009E07F4"/>
    <w:rsid w:val="009F392E"/>
    <w:rsid w:val="009F5CD2"/>
    <w:rsid w:val="00A02B73"/>
    <w:rsid w:val="00A03DDC"/>
    <w:rsid w:val="00A0491F"/>
    <w:rsid w:val="00A21044"/>
    <w:rsid w:val="00A40F15"/>
    <w:rsid w:val="00A42D56"/>
    <w:rsid w:val="00A46D0D"/>
    <w:rsid w:val="00A6177B"/>
    <w:rsid w:val="00A63A88"/>
    <w:rsid w:val="00A650C9"/>
    <w:rsid w:val="00A66136"/>
    <w:rsid w:val="00A76DEA"/>
    <w:rsid w:val="00A80002"/>
    <w:rsid w:val="00A8561C"/>
    <w:rsid w:val="00A8728F"/>
    <w:rsid w:val="00A91955"/>
    <w:rsid w:val="00A94FA5"/>
    <w:rsid w:val="00AA3AD8"/>
    <w:rsid w:val="00AA4CBB"/>
    <w:rsid w:val="00AA5241"/>
    <w:rsid w:val="00AA65FA"/>
    <w:rsid w:val="00AA7351"/>
    <w:rsid w:val="00AA7855"/>
    <w:rsid w:val="00AA78CD"/>
    <w:rsid w:val="00AB6853"/>
    <w:rsid w:val="00AC70D8"/>
    <w:rsid w:val="00AD056F"/>
    <w:rsid w:val="00AD0817"/>
    <w:rsid w:val="00AD6731"/>
    <w:rsid w:val="00AD7279"/>
    <w:rsid w:val="00AE07F2"/>
    <w:rsid w:val="00AF0E68"/>
    <w:rsid w:val="00AF5B99"/>
    <w:rsid w:val="00B0287E"/>
    <w:rsid w:val="00B04912"/>
    <w:rsid w:val="00B065BA"/>
    <w:rsid w:val="00B06AA1"/>
    <w:rsid w:val="00B1357C"/>
    <w:rsid w:val="00B15D0D"/>
    <w:rsid w:val="00B243B2"/>
    <w:rsid w:val="00B33A3B"/>
    <w:rsid w:val="00B5139F"/>
    <w:rsid w:val="00B56BB7"/>
    <w:rsid w:val="00B57D50"/>
    <w:rsid w:val="00B6071B"/>
    <w:rsid w:val="00B6329D"/>
    <w:rsid w:val="00B647AC"/>
    <w:rsid w:val="00B67A24"/>
    <w:rsid w:val="00B75EE1"/>
    <w:rsid w:val="00B77481"/>
    <w:rsid w:val="00B81837"/>
    <w:rsid w:val="00B845F8"/>
    <w:rsid w:val="00B8518B"/>
    <w:rsid w:val="00B963C9"/>
    <w:rsid w:val="00BA25F9"/>
    <w:rsid w:val="00BA6019"/>
    <w:rsid w:val="00BB0DCF"/>
    <w:rsid w:val="00BB347A"/>
    <w:rsid w:val="00BC4368"/>
    <w:rsid w:val="00BC4437"/>
    <w:rsid w:val="00BD1BE9"/>
    <w:rsid w:val="00BD7E91"/>
    <w:rsid w:val="00BE0578"/>
    <w:rsid w:val="00BE1352"/>
    <w:rsid w:val="00BE47C8"/>
    <w:rsid w:val="00BE6601"/>
    <w:rsid w:val="00BF054E"/>
    <w:rsid w:val="00C02D0A"/>
    <w:rsid w:val="00C0337F"/>
    <w:rsid w:val="00C03A6E"/>
    <w:rsid w:val="00C04DC7"/>
    <w:rsid w:val="00C13138"/>
    <w:rsid w:val="00C22967"/>
    <w:rsid w:val="00C32345"/>
    <w:rsid w:val="00C32B8E"/>
    <w:rsid w:val="00C43884"/>
    <w:rsid w:val="00C44F6A"/>
    <w:rsid w:val="00C455CA"/>
    <w:rsid w:val="00C47AE3"/>
    <w:rsid w:val="00C550F1"/>
    <w:rsid w:val="00C5557B"/>
    <w:rsid w:val="00C576DD"/>
    <w:rsid w:val="00C60114"/>
    <w:rsid w:val="00C601AD"/>
    <w:rsid w:val="00C61218"/>
    <w:rsid w:val="00C70CEE"/>
    <w:rsid w:val="00C71D4F"/>
    <w:rsid w:val="00C76190"/>
    <w:rsid w:val="00C80F94"/>
    <w:rsid w:val="00C81966"/>
    <w:rsid w:val="00C83845"/>
    <w:rsid w:val="00C90BAB"/>
    <w:rsid w:val="00C934D9"/>
    <w:rsid w:val="00C937F5"/>
    <w:rsid w:val="00CA197F"/>
    <w:rsid w:val="00CA4930"/>
    <w:rsid w:val="00CB0774"/>
    <w:rsid w:val="00CB0E6F"/>
    <w:rsid w:val="00CB6895"/>
    <w:rsid w:val="00CC041D"/>
    <w:rsid w:val="00CC279B"/>
    <w:rsid w:val="00CC7DBC"/>
    <w:rsid w:val="00CD1FC4"/>
    <w:rsid w:val="00CD75FC"/>
    <w:rsid w:val="00CE2BB0"/>
    <w:rsid w:val="00CE7129"/>
    <w:rsid w:val="00CF0475"/>
    <w:rsid w:val="00CF2C97"/>
    <w:rsid w:val="00D039D0"/>
    <w:rsid w:val="00D21061"/>
    <w:rsid w:val="00D24FBB"/>
    <w:rsid w:val="00D25003"/>
    <w:rsid w:val="00D26553"/>
    <w:rsid w:val="00D37048"/>
    <w:rsid w:val="00D37598"/>
    <w:rsid w:val="00D4007E"/>
    <w:rsid w:val="00D4108E"/>
    <w:rsid w:val="00D424F6"/>
    <w:rsid w:val="00D45539"/>
    <w:rsid w:val="00D501E6"/>
    <w:rsid w:val="00D602FC"/>
    <w:rsid w:val="00D6163D"/>
    <w:rsid w:val="00D670BD"/>
    <w:rsid w:val="00D733E3"/>
    <w:rsid w:val="00D73D46"/>
    <w:rsid w:val="00D82864"/>
    <w:rsid w:val="00D831A3"/>
    <w:rsid w:val="00D8753F"/>
    <w:rsid w:val="00D90512"/>
    <w:rsid w:val="00D91056"/>
    <w:rsid w:val="00D918BF"/>
    <w:rsid w:val="00D929F2"/>
    <w:rsid w:val="00D94D7D"/>
    <w:rsid w:val="00D94E20"/>
    <w:rsid w:val="00DB2059"/>
    <w:rsid w:val="00DB6E73"/>
    <w:rsid w:val="00DC5013"/>
    <w:rsid w:val="00DC60E6"/>
    <w:rsid w:val="00DC75F3"/>
    <w:rsid w:val="00DD46F3"/>
    <w:rsid w:val="00DE56F2"/>
    <w:rsid w:val="00DE6523"/>
    <w:rsid w:val="00DF116D"/>
    <w:rsid w:val="00DF4501"/>
    <w:rsid w:val="00DF5795"/>
    <w:rsid w:val="00E11A62"/>
    <w:rsid w:val="00E169F6"/>
    <w:rsid w:val="00E23F39"/>
    <w:rsid w:val="00E32B17"/>
    <w:rsid w:val="00E33736"/>
    <w:rsid w:val="00E3381A"/>
    <w:rsid w:val="00E433EF"/>
    <w:rsid w:val="00E4343B"/>
    <w:rsid w:val="00E50285"/>
    <w:rsid w:val="00E52CF7"/>
    <w:rsid w:val="00E55400"/>
    <w:rsid w:val="00E627EA"/>
    <w:rsid w:val="00E703F7"/>
    <w:rsid w:val="00E765A5"/>
    <w:rsid w:val="00E909C2"/>
    <w:rsid w:val="00E90C55"/>
    <w:rsid w:val="00E92581"/>
    <w:rsid w:val="00EB104F"/>
    <w:rsid w:val="00EB33F3"/>
    <w:rsid w:val="00ED1157"/>
    <w:rsid w:val="00ED14BD"/>
    <w:rsid w:val="00ED7108"/>
    <w:rsid w:val="00EE4BF2"/>
    <w:rsid w:val="00EF78A5"/>
    <w:rsid w:val="00F031B3"/>
    <w:rsid w:val="00F0533E"/>
    <w:rsid w:val="00F053AD"/>
    <w:rsid w:val="00F078CE"/>
    <w:rsid w:val="00F1048D"/>
    <w:rsid w:val="00F12DEC"/>
    <w:rsid w:val="00F16574"/>
    <w:rsid w:val="00F1715C"/>
    <w:rsid w:val="00F24117"/>
    <w:rsid w:val="00F24D07"/>
    <w:rsid w:val="00F310F8"/>
    <w:rsid w:val="00F35939"/>
    <w:rsid w:val="00F45607"/>
    <w:rsid w:val="00F5450B"/>
    <w:rsid w:val="00F5558F"/>
    <w:rsid w:val="00F659EB"/>
    <w:rsid w:val="00F66C86"/>
    <w:rsid w:val="00F83313"/>
    <w:rsid w:val="00F86BA6"/>
    <w:rsid w:val="00F90E86"/>
    <w:rsid w:val="00F92A49"/>
    <w:rsid w:val="00FA256E"/>
    <w:rsid w:val="00FA25F2"/>
    <w:rsid w:val="00FA387A"/>
    <w:rsid w:val="00FB14C0"/>
    <w:rsid w:val="00FC0D60"/>
    <w:rsid w:val="00FC6389"/>
    <w:rsid w:val="00FE330F"/>
    <w:rsid w:val="00FE3A81"/>
    <w:rsid w:val="00FE4639"/>
    <w:rsid w:val="00FE558A"/>
    <w:rsid w:val="00FE6711"/>
    <w:rsid w:val="00FF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1376C2"/>
  <w14:defaultImageDpi w14:val="32767"/>
  <w15:docId w15:val="{5B1471EE-635A-4068-B6D6-F2C98F8E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BE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0333"/>
    <w:pPr>
      <w:keepNext/>
      <w:keepLines/>
      <w:spacing w:before="240" w:after="0"/>
      <w:jc w:val="center"/>
      <w:outlineLvl w:val="3"/>
    </w:pPr>
    <w:rPr>
      <w:rFonts w:asciiTheme="majorHAnsi" w:eastAsiaTheme="majorEastAsia" w:hAnsiTheme="majorHAnsi" w:cstheme="majorBidi"/>
      <w:b/>
      <w:iCs/>
      <w:sz w:val="72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C0333"/>
    <w:pPr>
      <w:keepNext/>
      <w:keepLines/>
      <w:spacing w:before="40" w:after="0"/>
      <w:jc w:val="center"/>
      <w:outlineLvl w:val="4"/>
    </w:pPr>
    <w:rPr>
      <w:rFonts w:asciiTheme="majorHAnsi" w:eastAsiaTheme="majorEastAsia" w:hAnsiTheme="majorHAnsi" w:cstheme="majorBidi"/>
      <w:b/>
      <w:sz w:val="44"/>
    </w:rPr>
  </w:style>
  <w:style w:type="paragraph" w:styleId="Nadpis6">
    <w:name w:val="heading 6"/>
    <w:aliases w:val="1"/>
    <w:basedOn w:val="Normln"/>
    <w:next w:val="Normln"/>
    <w:link w:val="Nadpis6Char"/>
    <w:uiPriority w:val="9"/>
    <w:unhideWhenUsed/>
    <w:qFormat/>
    <w:rsid w:val="005A260D"/>
    <w:pPr>
      <w:keepNext/>
      <w:keepLines/>
      <w:numPr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  <w:sz w:val="28"/>
      <w:u w:val="single"/>
    </w:rPr>
  </w:style>
  <w:style w:type="paragraph" w:styleId="Nadpis7">
    <w:name w:val="heading 7"/>
    <w:aliases w:val="2"/>
    <w:next w:val="Normln"/>
    <w:link w:val="Nadpis7Char"/>
    <w:autoRedefine/>
    <w:uiPriority w:val="9"/>
    <w:unhideWhenUsed/>
    <w:qFormat/>
    <w:rsid w:val="00A650C9"/>
    <w:pPr>
      <w:keepNext/>
      <w:keepLines/>
      <w:numPr>
        <w:ilvl w:val="1"/>
        <w:numId w:val="10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000000" w:themeColor="text1"/>
      <w:sz w:val="22"/>
      <w:u w:val="single"/>
    </w:rPr>
  </w:style>
  <w:style w:type="paragraph" w:styleId="Nadpis8">
    <w:name w:val="heading 8"/>
    <w:aliases w:val="3"/>
    <w:basedOn w:val="Normln"/>
    <w:next w:val="Normln"/>
    <w:link w:val="Nadpis8Char"/>
    <w:uiPriority w:val="9"/>
    <w:unhideWhenUsed/>
    <w:qFormat/>
    <w:rsid w:val="004A17B6"/>
    <w:pPr>
      <w:keepNext/>
      <w:keepLines/>
      <w:numPr>
        <w:ilvl w:val="2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b/>
      <w:sz w:val="20"/>
      <w:szCs w:val="21"/>
      <w:u w:val="single"/>
    </w:rPr>
  </w:style>
  <w:style w:type="paragraph" w:styleId="Nadpis9">
    <w:name w:val="heading 9"/>
    <w:aliases w:val="4"/>
    <w:basedOn w:val="Normln"/>
    <w:next w:val="Normln"/>
    <w:link w:val="Nadpis9Char"/>
    <w:uiPriority w:val="9"/>
    <w:unhideWhenUsed/>
    <w:qFormat/>
    <w:rsid w:val="00732981"/>
    <w:pPr>
      <w:keepNext/>
      <w:keepLines/>
      <w:numPr>
        <w:ilvl w:val="3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b/>
      <w:szCs w:val="21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C0333"/>
    <w:rPr>
      <w:rFonts w:asciiTheme="majorHAnsi" w:eastAsiaTheme="majorEastAsia" w:hAnsiTheme="majorHAnsi" w:cstheme="majorBidi"/>
      <w:b/>
      <w:iCs/>
      <w:sz w:val="72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7C0333"/>
    <w:rPr>
      <w:rFonts w:asciiTheme="majorHAnsi" w:eastAsiaTheme="majorEastAsia" w:hAnsiTheme="majorHAnsi" w:cstheme="majorBidi"/>
      <w:b/>
      <w:sz w:val="44"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aliases w:val="1 Char"/>
    <w:basedOn w:val="Standardnpsmoodstavce"/>
    <w:link w:val="Nadpis6"/>
    <w:uiPriority w:val="9"/>
    <w:rsid w:val="005A260D"/>
    <w:rPr>
      <w:rFonts w:asciiTheme="majorHAnsi" w:eastAsiaTheme="majorEastAsia" w:hAnsiTheme="majorHAnsi" w:cstheme="majorBidi"/>
      <w:b/>
      <w:color w:val="000000" w:themeColor="text1"/>
      <w:sz w:val="28"/>
      <w:u w:val="single"/>
    </w:rPr>
  </w:style>
  <w:style w:type="character" w:customStyle="1" w:styleId="Nadpis7Char">
    <w:name w:val="Nadpis 7 Char"/>
    <w:aliases w:val="2 Char"/>
    <w:basedOn w:val="Standardnpsmoodstavce"/>
    <w:link w:val="Nadpis7"/>
    <w:uiPriority w:val="9"/>
    <w:rsid w:val="00A650C9"/>
    <w:rPr>
      <w:rFonts w:asciiTheme="majorHAnsi" w:eastAsiaTheme="majorEastAsia" w:hAnsiTheme="majorHAnsi" w:cstheme="majorBidi"/>
      <w:b/>
      <w:iCs/>
      <w:color w:val="000000" w:themeColor="text1"/>
      <w:sz w:val="22"/>
      <w:u w:val="single"/>
    </w:rPr>
  </w:style>
  <w:style w:type="character" w:customStyle="1" w:styleId="Nadpis8Char">
    <w:name w:val="Nadpis 8 Char"/>
    <w:aliases w:val="3 Char"/>
    <w:basedOn w:val="Standardnpsmoodstavce"/>
    <w:link w:val="Nadpis8"/>
    <w:uiPriority w:val="9"/>
    <w:rsid w:val="004A17B6"/>
    <w:rPr>
      <w:rFonts w:asciiTheme="majorHAnsi" w:eastAsiaTheme="majorEastAsia" w:hAnsiTheme="majorHAnsi" w:cstheme="majorBidi"/>
      <w:b/>
      <w:sz w:val="20"/>
      <w:szCs w:val="21"/>
      <w:u w:val="single"/>
    </w:rPr>
  </w:style>
  <w:style w:type="character" w:customStyle="1" w:styleId="Nadpis9Char">
    <w:name w:val="Nadpis 9 Char"/>
    <w:aliases w:val="4 Char"/>
    <w:basedOn w:val="Standardnpsmoodstavce"/>
    <w:link w:val="Nadpis9"/>
    <w:uiPriority w:val="9"/>
    <w:rsid w:val="00732981"/>
    <w:rPr>
      <w:rFonts w:asciiTheme="majorHAnsi" w:eastAsiaTheme="majorEastAsia" w:hAnsiTheme="majorHAnsi" w:cstheme="majorBidi"/>
      <w:b/>
      <w:szCs w:val="21"/>
      <w:u w:val="single"/>
      <w:lang w:eastAsia="cs-CZ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JCOdrka1">
    <w:name w:val="JC Odrážka 1"/>
    <w:basedOn w:val="Odstavecseseznamem"/>
    <w:link w:val="JCOdrka1Char"/>
    <w:qFormat/>
    <w:rsid w:val="007B1BE6"/>
    <w:pPr>
      <w:numPr>
        <w:ilvl w:val="1"/>
        <w:numId w:val="5"/>
      </w:numPr>
      <w:spacing w:after="0" w:line="240" w:lineRule="auto"/>
      <w:ind w:left="709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7B1BE6"/>
  </w:style>
  <w:style w:type="character" w:customStyle="1" w:styleId="JCOdrka1Char">
    <w:name w:val="JC Odrážka 1 Char"/>
    <w:link w:val="JCOdrka1"/>
    <w:rsid w:val="007B1BE6"/>
    <w:rPr>
      <w:rFonts w:ascii="Calibri" w:eastAsia="Calibri" w:hAnsi="Calibri" w:cs="Times New Roman"/>
      <w:sz w:val="24"/>
      <w:szCs w:val="24"/>
    </w:rPr>
  </w:style>
  <w:style w:type="paragraph" w:customStyle="1" w:styleId="JCNadpis1">
    <w:name w:val="JC Nadpis 1"/>
    <w:basedOn w:val="Odstavecseseznamem"/>
    <w:link w:val="JCNadpis1Char"/>
    <w:qFormat/>
    <w:rsid w:val="007B1BE6"/>
    <w:pPr>
      <w:numPr>
        <w:numId w:val="4"/>
      </w:numPr>
      <w:spacing w:after="120" w:line="240" w:lineRule="auto"/>
      <w:ind w:left="567" w:hanging="567"/>
      <w:jc w:val="both"/>
    </w:pPr>
    <w:rPr>
      <w:rFonts w:ascii="Calibri" w:eastAsia="Calibri" w:hAnsi="Calibri" w:cs="Times New Roman"/>
      <w:b/>
      <w:sz w:val="24"/>
      <w:szCs w:val="24"/>
      <w:u w:val="single"/>
    </w:rPr>
  </w:style>
  <w:style w:type="paragraph" w:customStyle="1" w:styleId="JCSO">
    <w:name w:val="JC SO"/>
    <w:basedOn w:val="Normln"/>
    <w:link w:val="JCSOChar"/>
    <w:qFormat/>
    <w:rsid w:val="007B1BE6"/>
    <w:pPr>
      <w:spacing w:before="120" w:after="120" w:line="240" w:lineRule="auto"/>
      <w:jc w:val="both"/>
    </w:pPr>
    <w:rPr>
      <w:rFonts w:ascii="Calibri" w:eastAsia="Calibri" w:hAnsi="Calibri" w:cs="Times New Roman"/>
      <w:b/>
      <w:sz w:val="28"/>
      <w:szCs w:val="28"/>
      <w:u w:val="single"/>
    </w:rPr>
  </w:style>
  <w:style w:type="character" w:customStyle="1" w:styleId="JCNadpis1Char">
    <w:name w:val="JC Nadpis 1 Char"/>
    <w:link w:val="JCNadpis1"/>
    <w:rsid w:val="007B1BE6"/>
    <w:rPr>
      <w:rFonts w:ascii="Calibri" w:eastAsia="Calibri" w:hAnsi="Calibri" w:cs="Times New Roman"/>
      <w:b/>
      <w:sz w:val="24"/>
      <w:szCs w:val="24"/>
      <w:u w:val="single"/>
    </w:rPr>
  </w:style>
  <w:style w:type="character" w:customStyle="1" w:styleId="JCSOChar">
    <w:name w:val="JC SO Char"/>
    <w:link w:val="JCSO"/>
    <w:rsid w:val="007B1BE6"/>
    <w:rPr>
      <w:rFonts w:ascii="Calibri" w:eastAsia="Calibri" w:hAnsi="Calibri" w:cs="Times New Roman"/>
      <w:b/>
      <w:sz w:val="28"/>
      <w:szCs w:val="28"/>
      <w:u w:val="single"/>
    </w:rPr>
  </w:style>
  <w:style w:type="paragraph" w:customStyle="1" w:styleId="JC-Podnadpis">
    <w:name w:val="JC - Podnadpis"/>
    <w:basedOn w:val="Normln"/>
    <w:link w:val="JC-PodnadpisChar"/>
    <w:qFormat/>
    <w:rsid w:val="007B1BE6"/>
    <w:pPr>
      <w:spacing w:after="0" w:line="240" w:lineRule="auto"/>
      <w:jc w:val="both"/>
    </w:pPr>
    <w:rPr>
      <w:rFonts w:ascii="Calibri" w:eastAsia="Calibri" w:hAnsi="Calibri" w:cs="Times New Roman"/>
      <w:b/>
      <w:sz w:val="24"/>
      <w:szCs w:val="22"/>
    </w:rPr>
  </w:style>
  <w:style w:type="character" w:customStyle="1" w:styleId="JC-PodnadpisChar">
    <w:name w:val="JC - Podnadpis Char"/>
    <w:link w:val="JC-Podnadpis"/>
    <w:rsid w:val="007B1BE6"/>
    <w:rPr>
      <w:rFonts w:ascii="Calibri" w:eastAsia="Calibri" w:hAnsi="Calibri" w:cs="Times New Roman"/>
      <w:b/>
      <w:sz w:val="24"/>
      <w:szCs w:val="22"/>
    </w:rPr>
  </w:style>
  <w:style w:type="character" w:customStyle="1" w:styleId="Zkladntext3Exact">
    <w:name w:val="Základní text (3) Exact"/>
    <w:link w:val="Zkladntext3"/>
    <w:rsid w:val="007B1BE6"/>
    <w:rPr>
      <w:rFonts w:ascii="MS Reference Sans Serif" w:eastAsia="MS Reference Sans Serif" w:hAnsi="MS Reference Sans Serif" w:cs="MS Reference Sans Serif"/>
      <w:sz w:val="12"/>
      <w:szCs w:val="12"/>
      <w:shd w:val="clear" w:color="auto" w:fill="FFFFFF"/>
    </w:rPr>
  </w:style>
  <w:style w:type="character" w:customStyle="1" w:styleId="Zkladntext4Exact">
    <w:name w:val="Základní text (4) Exact"/>
    <w:link w:val="Zkladntext4"/>
    <w:rsid w:val="007B1BE6"/>
    <w:rPr>
      <w:rFonts w:ascii="MS Reference Sans Serif" w:eastAsia="MS Reference Sans Serif" w:hAnsi="MS Reference Sans Serif" w:cs="MS Reference Sans Serif"/>
      <w:sz w:val="9"/>
      <w:szCs w:val="9"/>
      <w:shd w:val="clear" w:color="auto" w:fill="FFFFFF"/>
    </w:rPr>
  </w:style>
  <w:style w:type="character" w:customStyle="1" w:styleId="TitulekobrzkuExact">
    <w:name w:val="Titulek obrázku Exact"/>
    <w:link w:val="Titulekobrzku"/>
    <w:rsid w:val="007B1BE6"/>
    <w:rPr>
      <w:rFonts w:ascii="MS Reference Sans Serif" w:eastAsia="MS Reference Sans Serif" w:hAnsi="MS Reference Sans Serif" w:cs="MS Reference Sans Serif"/>
      <w:sz w:val="17"/>
      <w:szCs w:val="17"/>
      <w:shd w:val="clear" w:color="auto" w:fill="FFFFFF"/>
    </w:rPr>
  </w:style>
  <w:style w:type="paragraph" w:customStyle="1" w:styleId="Zkladntext3">
    <w:name w:val="Základní text (3)"/>
    <w:basedOn w:val="Normln"/>
    <w:link w:val="Zkladntext3Exact"/>
    <w:rsid w:val="007B1BE6"/>
    <w:pPr>
      <w:widowControl w:val="0"/>
      <w:shd w:val="clear" w:color="auto" w:fill="FFFFFF"/>
      <w:spacing w:after="0" w:line="0" w:lineRule="atLeast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paragraph" w:customStyle="1" w:styleId="Zkladntext4">
    <w:name w:val="Základní text (4)"/>
    <w:basedOn w:val="Normln"/>
    <w:link w:val="Zkladntext4Exact"/>
    <w:rsid w:val="007B1BE6"/>
    <w:pPr>
      <w:widowControl w:val="0"/>
      <w:shd w:val="clear" w:color="auto" w:fill="FFFFFF"/>
      <w:spacing w:after="0" w:line="148" w:lineRule="exact"/>
    </w:pPr>
    <w:rPr>
      <w:rFonts w:ascii="MS Reference Sans Serif" w:eastAsia="MS Reference Sans Serif" w:hAnsi="MS Reference Sans Serif" w:cs="MS Reference Sans Serif"/>
      <w:sz w:val="9"/>
      <w:szCs w:val="9"/>
    </w:rPr>
  </w:style>
  <w:style w:type="paragraph" w:customStyle="1" w:styleId="Titulekobrzku">
    <w:name w:val="Titulek obrázku"/>
    <w:basedOn w:val="Normln"/>
    <w:link w:val="TitulekobrzkuExact"/>
    <w:rsid w:val="007B1BE6"/>
    <w:pPr>
      <w:widowControl w:val="0"/>
      <w:shd w:val="clear" w:color="auto" w:fill="FFFFFF"/>
      <w:spacing w:after="0" w:line="216" w:lineRule="exact"/>
      <w:jc w:val="both"/>
    </w:pPr>
    <w:rPr>
      <w:rFonts w:ascii="MS Reference Sans Serif" w:eastAsia="MS Reference Sans Serif" w:hAnsi="MS Reference Sans Serif" w:cs="MS Reference Sans Serif"/>
      <w:sz w:val="17"/>
      <w:szCs w:val="17"/>
    </w:rPr>
  </w:style>
  <w:style w:type="paragraph" w:customStyle="1" w:styleId="5">
    <w:name w:val="5"/>
    <w:basedOn w:val="Nadpis9"/>
    <w:link w:val="5Char"/>
    <w:qFormat/>
    <w:rsid w:val="00AF0E68"/>
    <w:pPr>
      <w:numPr>
        <w:ilvl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E1C2E"/>
    <w:rPr>
      <w:sz w:val="16"/>
      <w:szCs w:val="16"/>
    </w:rPr>
  </w:style>
  <w:style w:type="character" w:customStyle="1" w:styleId="5Char">
    <w:name w:val="5 Char"/>
    <w:basedOn w:val="Nadpis9Char"/>
    <w:link w:val="5"/>
    <w:rsid w:val="00AF0E68"/>
    <w:rPr>
      <w:rFonts w:asciiTheme="majorHAnsi" w:eastAsiaTheme="majorEastAsia" w:hAnsiTheme="majorHAnsi" w:cstheme="majorBidi"/>
      <w:b/>
      <w:szCs w:val="21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1C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1C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1C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1C2E"/>
    <w:rPr>
      <w:b/>
      <w:bCs/>
      <w:sz w:val="20"/>
      <w:szCs w:val="20"/>
    </w:rPr>
  </w:style>
  <w:style w:type="table" w:styleId="Svtltabulkasmkou1">
    <w:name w:val="Grid Table 1 Light"/>
    <w:basedOn w:val="Normlntabulka"/>
    <w:uiPriority w:val="46"/>
    <w:rsid w:val="004702C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351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jdosova\Document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B6A798-1A6F-4A76-BAF7-2D87A1AD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12</Pages>
  <Words>2627</Words>
  <Characters>15504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Gajdošová Eva, Bc.</dc:creator>
  <cp:keywords/>
  <dc:description/>
  <cp:lastModifiedBy>Maršíková Iva</cp:lastModifiedBy>
  <cp:revision>3</cp:revision>
  <cp:lastPrinted>2020-12-18T12:13:00Z</cp:lastPrinted>
  <dcterms:created xsi:type="dcterms:W3CDTF">2020-12-22T13:12:00Z</dcterms:created>
  <dcterms:modified xsi:type="dcterms:W3CDTF">2021-01-05T12:26:00Z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